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C99" w:rsidRPr="00064507" w:rsidRDefault="00AB1C99" w:rsidP="001041D8">
      <w:pPr>
        <w:pStyle w:val="ConsPlusTitle"/>
        <w:jc w:val="center"/>
        <w:rPr>
          <w:rFonts w:ascii="Times New Roman" w:hAnsi="Times New Roman" w:cs="Times New Roman"/>
          <w:sz w:val="28"/>
          <w:szCs w:val="28"/>
        </w:rPr>
      </w:pPr>
      <w:r w:rsidRPr="00064507">
        <w:rPr>
          <w:rFonts w:ascii="Times New Roman" w:hAnsi="Times New Roman" w:cs="Times New Roman"/>
          <w:sz w:val="28"/>
          <w:szCs w:val="28"/>
        </w:rPr>
        <w:t>АДМИНИСТРАЦИЯ</w:t>
      </w:r>
    </w:p>
    <w:p w:rsidR="00AB1C99" w:rsidRPr="00064507" w:rsidRDefault="00AB1C99" w:rsidP="001041D8">
      <w:pPr>
        <w:pStyle w:val="ConsPlusTitle"/>
        <w:jc w:val="center"/>
        <w:rPr>
          <w:rFonts w:ascii="Times New Roman" w:hAnsi="Times New Roman" w:cs="Times New Roman"/>
          <w:sz w:val="28"/>
          <w:szCs w:val="28"/>
        </w:rPr>
      </w:pPr>
      <w:r w:rsidRPr="00064507">
        <w:rPr>
          <w:rFonts w:ascii="Times New Roman" w:hAnsi="Times New Roman" w:cs="Times New Roman"/>
          <w:sz w:val="28"/>
          <w:szCs w:val="28"/>
        </w:rPr>
        <w:t>САВКИНСКОГО СЕЛЬСОВЕТА</w:t>
      </w:r>
    </w:p>
    <w:p w:rsidR="00AB1C99" w:rsidRPr="00064507" w:rsidRDefault="00AB1C99" w:rsidP="001041D8">
      <w:pPr>
        <w:pStyle w:val="ConsPlusTitle"/>
        <w:jc w:val="center"/>
        <w:rPr>
          <w:rFonts w:ascii="Times New Roman" w:hAnsi="Times New Roman" w:cs="Times New Roman"/>
          <w:sz w:val="28"/>
          <w:szCs w:val="28"/>
        </w:rPr>
      </w:pPr>
      <w:r w:rsidRPr="00064507">
        <w:rPr>
          <w:rFonts w:ascii="Times New Roman" w:hAnsi="Times New Roman" w:cs="Times New Roman"/>
          <w:sz w:val="28"/>
          <w:szCs w:val="28"/>
        </w:rPr>
        <w:t>БАГАНСКОГО РАЙОНА</w:t>
      </w:r>
    </w:p>
    <w:p w:rsidR="00AB1C99" w:rsidRPr="00064507" w:rsidRDefault="00AB1C99" w:rsidP="001041D8">
      <w:pPr>
        <w:pStyle w:val="ConsPlusTitle"/>
        <w:jc w:val="center"/>
        <w:rPr>
          <w:rFonts w:ascii="Times New Roman" w:hAnsi="Times New Roman" w:cs="Times New Roman"/>
          <w:sz w:val="28"/>
          <w:szCs w:val="28"/>
        </w:rPr>
      </w:pPr>
      <w:r w:rsidRPr="00064507">
        <w:rPr>
          <w:rFonts w:ascii="Times New Roman" w:hAnsi="Times New Roman" w:cs="Times New Roman"/>
          <w:sz w:val="28"/>
          <w:szCs w:val="28"/>
        </w:rPr>
        <w:t>НОВОСИБИРСКОЙ ОБЛАСТИ</w:t>
      </w:r>
    </w:p>
    <w:p w:rsidR="00AB1C99" w:rsidRPr="00064507" w:rsidRDefault="00AB1C99" w:rsidP="001041D8">
      <w:pPr>
        <w:pStyle w:val="ConsPlusTitle"/>
        <w:jc w:val="center"/>
        <w:rPr>
          <w:rFonts w:ascii="Times New Roman" w:hAnsi="Times New Roman" w:cs="Times New Roman"/>
          <w:sz w:val="28"/>
          <w:szCs w:val="28"/>
        </w:rPr>
      </w:pPr>
    </w:p>
    <w:p w:rsidR="00AB1C99" w:rsidRPr="00064507" w:rsidRDefault="00AB1C99" w:rsidP="001041D8">
      <w:pPr>
        <w:pStyle w:val="ConsPlusTitle"/>
        <w:jc w:val="center"/>
        <w:rPr>
          <w:rFonts w:ascii="Times New Roman" w:hAnsi="Times New Roman" w:cs="Times New Roman"/>
          <w:sz w:val="28"/>
          <w:szCs w:val="28"/>
        </w:rPr>
      </w:pPr>
    </w:p>
    <w:p w:rsidR="00AB1C99" w:rsidRPr="00064507" w:rsidRDefault="00AB1C99" w:rsidP="00507AAC">
      <w:pPr>
        <w:pStyle w:val="ConsPlusTitle"/>
        <w:rPr>
          <w:rFonts w:ascii="Times New Roman" w:hAnsi="Times New Roman" w:cs="Times New Roman"/>
          <w:sz w:val="28"/>
          <w:szCs w:val="28"/>
        </w:rPr>
      </w:pPr>
      <w:r w:rsidRPr="00064507">
        <w:rPr>
          <w:rFonts w:ascii="Times New Roman" w:hAnsi="Times New Roman" w:cs="Times New Roman"/>
          <w:sz w:val="28"/>
          <w:szCs w:val="28"/>
        </w:rPr>
        <w:t xml:space="preserve">                                                           ПОСТАНОВЛЕНИЕ</w:t>
      </w:r>
    </w:p>
    <w:p w:rsidR="00AB1C99" w:rsidRPr="00064507" w:rsidRDefault="00AB1C99" w:rsidP="001041D8">
      <w:pPr>
        <w:pStyle w:val="ConsPlusTitle"/>
        <w:jc w:val="center"/>
        <w:rPr>
          <w:rFonts w:ascii="Times New Roman" w:hAnsi="Times New Roman" w:cs="Times New Roman"/>
          <w:sz w:val="28"/>
          <w:szCs w:val="28"/>
        </w:rPr>
      </w:pPr>
    </w:p>
    <w:p w:rsidR="00AB1C99" w:rsidRPr="00064507" w:rsidRDefault="00AB1C99" w:rsidP="001041D8">
      <w:pPr>
        <w:pStyle w:val="ConsPlusTitle"/>
        <w:jc w:val="center"/>
        <w:rPr>
          <w:rFonts w:ascii="Times New Roman" w:hAnsi="Times New Roman" w:cs="Times New Roman"/>
          <w:sz w:val="28"/>
          <w:szCs w:val="28"/>
          <w:u w:val="single"/>
        </w:rPr>
      </w:pPr>
      <w:r>
        <w:rPr>
          <w:rFonts w:ascii="Times New Roman" w:hAnsi="Times New Roman" w:cs="Times New Roman"/>
          <w:sz w:val="28"/>
          <w:szCs w:val="28"/>
          <w:u w:val="single"/>
        </w:rPr>
        <w:t xml:space="preserve">13.08.2012 </w:t>
      </w:r>
      <w:r w:rsidRPr="0006450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64507">
        <w:rPr>
          <w:rFonts w:ascii="Times New Roman" w:hAnsi="Times New Roman" w:cs="Times New Roman"/>
          <w:sz w:val="28"/>
          <w:szCs w:val="28"/>
        </w:rPr>
        <w:t>№</w:t>
      </w:r>
      <w:r>
        <w:rPr>
          <w:rFonts w:ascii="Times New Roman" w:hAnsi="Times New Roman" w:cs="Times New Roman"/>
          <w:sz w:val="28"/>
          <w:szCs w:val="28"/>
        </w:rPr>
        <w:t>42</w:t>
      </w:r>
      <w:r w:rsidRPr="00064507">
        <w:rPr>
          <w:rFonts w:ascii="Times New Roman" w:hAnsi="Times New Roman" w:cs="Times New Roman"/>
          <w:sz w:val="28"/>
          <w:szCs w:val="28"/>
        </w:rPr>
        <w:t xml:space="preserve"> </w:t>
      </w:r>
    </w:p>
    <w:p w:rsidR="00AB1C99" w:rsidRPr="00064507" w:rsidRDefault="00AB1C99" w:rsidP="001041D8">
      <w:pPr>
        <w:jc w:val="both"/>
        <w:rPr>
          <w:rFonts w:ascii="Times New Roman" w:hAnsi="Times New Roman" w:cs="Times New Roman"/>
          <w:b/>
          <w:sz w:val="28"/>
          <w:szCs w:val="28"/>
        </w:rPr>
      </w:pPr>
    </w:p>
    <w:p w:rsidR="00AB1C99" w:rsidRPr="00064507" w:rsidRDefault="00AB1C99" w:rsidP="001041D8">
      <w:pPr>
        <w:pStyle w:val="ConsPlusTitle"/>
        <w:tabs>
          <w:tab w:val="left" w:pos="1875"/>
          <w:tab w:val="center" w:pos="5040"/>
        </w:tabs>
        <w:rPr>
          <w:rFonts w:ascii="Times New Roman" w:hAnsi="Times New Roman" w:cs="Times New Roman"/>
          <w:b w:val="0"/>
          <w:sz w:val="28"/>
          <w:szCs w:val="28"/>
        </w:rPr>
      </w:pPr>
    </w:p>
    <w:p w:rsidR="00AB1C99" w:rsidRPr="00064507" w:rsidRDefault="00AB1C99" w:rsidP="001041D8">
      <w:pPr>
        <w:pStyle w:val="Heading1"/>
        <w:spacing w:before="0" w:after="0"/>
        <w:jc w:val="left"/>
        <w:rPr>
          <w:rFonts w:ascii="Times New Roman" w:hAnsi="Times New Roman" w:cs="Times New Roman"/>
          <w:b w:val="0"/>
          <w:color w:val="auto"/>
          <w:sz w:val="28"/>
          <w:szCs w:val="28"/>
        </w:rPr>
      </w:pPr>
      <w:r w:rsidRPr="00064507">
        <w:rPr>
          <w:rFonts w:ascii="Times New Roman" w:hAnsi="Times New Roman" w:cs="Times New Roman"/>
          <w:b w:val="0"/>
          <w:color w:val="auto"/>
          <w:sz w:val="28"/>
          <w:szCs w:val="28"/>
        </w:rPr>
        <w:t xml:space="preserve">«Об утверждении перечня документов, </w:t>
      </w:r>
    </w:p>
    <w:p w:rsidR="00AB1C99" w:rsidRPr="00064507" w:rsidRDefault="00AB1C99" w:rsidP="001041D8">
      <w:pPr>
        <w:pStyle w:val="Heading1"/>
        <w:spacing w:before="0" w:after="0"/>
        <w:jc w:val="left"/>
        <w:rPr>
          <w:rFonts w:ascii="Times New Roman" w:hAnsi="Times New Roman" w:cs="Times New Roman"/>
          <w:b w:val="0"/>
          <w:color w:val="auto"/>
          <w:sz w:val="28"/>
          <w:szCs w:val="28"/>
        </w:rPr>
      </w:pPr>
      <w:r w:rsidRPr="00064507">
        <w:rPr>
          <w:rFonts w:ascii="Times New Roman" w:hAnsi="Times New Roman" w:cs="Times New Roman"/>
          <w:b w:val="0"/>
          <w:color w:val="auto"/>
          <w:sz w:val="28"/>
          <w:szCs w:val="28"/>
        </w:rPr>
        <w:t>направленных на обеспечение выполнения</w:t>
      </w:r>
    </w:p>
    <w:p w:rsidR="00AB1C99" w:rsidRPr="00064507" w:rsidRDefault="00AB1C99" w:rsidP="001041D8">
      <w:pPr>
        <w:pStyle w:val="Heading1"/>
        <w:spacing w:before="0" w:after="0"/>
        <w:jc w:val="left"/>
        <w:rPr>
          <w:rFonts w:ascii="Times New Roman" w:hAnsi="Times New Roman" w:cs="Times New Roman"/>
          <w:b w:val="0"/>
          <w:color w:val="auto"/>
          <w:sz w:val="28"/>
          <w:szCs w:val="28"/>
        </w:rPr>
      </w:pPr>
      <w:r w:rsidRPr="00064507">
        <w:rPr>
          <w:rFonts w:ascii="Times New Roman" w:hAnsi="Times New Roman" w:cs="Times New Roman"/>
          <w:b w:val="0"/>
          <w:color w:val="auto"/>
          <w:sz w:val="28"/>
          <w:szCs w:val="28"/>
        </w:rPr>
        <w:t xml:space="preserve">обязанностей, предусмотренных </w:t>
      </w:r>
    </w:p>
    <w:p w:rsidR="00AB1C99" w:rsidRPr="00064507" w:rsidRDefault="00AB1C99" w:rsidP="001041D8">
      <w:pPr>
        <w:pStyle w:val="Heading1"/>
        <w:spacing w:before="0" w:after="0"/>
        <w:jc w:val="left"/>
        <w:rPr>
          <w:rFonts w:ascii="Times New Roman" w:hAnsi="Times New Roman" w:cs="Times New Roman"/>
          <w:b w:val="0"/>
          <w:color w:val="auto"/>
          <w:sz w:val="28"/>
          <w:szCs w:val="28"/>
        </w:rPr>
      </w:pPr>
      <w:r w:rsidRPr="00064507">
        <w:rPr>
          <w:rFonts w:ascii="Times New Roman" w:hAnsi="Times New Roman" w:cs="Times New Roman"/>
          <w:b w:val="0"/>
          <w:color w:val="auto"/>
          <w:sz w:val="28"/>
          <w:szCs w:val="28"/>
        </w:rPr>
        <w:t>Федеральным законом «О персональных данных»</w:t>
      </w:r>
    </w:p>
    <w:p w:rsidR="00AB1C99" w:rsidRPr="00064507" w:rsidRDefault="00AB1C99" w:rsidP="001041D8">
      <w:pPr>
        <w:rPr>
          <w:rFonts w:ascii="Times New Roman" w:hAnsi="Times New Roman" w:cs="Times New Roman"/>
          <w:sz w:val="28"/>
          <w:szCs w:val="28"/>
        </w:rPr>
      </w:pPr>
    </w:p>
    <w:p w:rsidR="00AB1C99" w:rsidRPr="00064507" w:rsidRDefault="00AB1C99" w:rsidP="001041D8">
      <w:pPr>
        <w:ind w:firstLine="720"/>
        <w:jc w:val="both"/>
        <w:rPr>
          <w:rFonts w:ascii="Times New Roman" w:hAnsi="Times New Roman" w:cs="Times New Roman"/>
          <w:sz w:val="28"/>
          <w:szCs w:val="28"/>
        </w:rPr>
      </w:pPr>
    </w:p>
    <w:p w:rsidR="00AB1C99" w:rsidRPr="00064507" w:rsidRDefault="00AB1C99" w:rsidP="001041D8">
      <w:pPr>
        <w:ind w:firstLine="720"/>
        <w:jc w:val="both"/>
        <w:rPr>
          <w:rFonts w:ascii="Times New Roman" w:hAnsi="Times New Roman" w:cs="Times New Roman"/>
          <w:sz w:val="28"/>
          <w:szCs w:val="28"/>
        </w:rPr>
      </w:pPr>
    </w:p>
    <w:p w:rsidR="00AB1C99" w:rsidRPr="00064507" w:rsidRDefault="00AB1C99" w:rsidP="001041D8">
      <w:pPr>
        <w:ind w:firstLine="720"/>
        <w:jc w:val="both"/>
        <w:rPr>
          <w:rFonts w:ascii="Times New Roman" w:hAnsi="Times New Roman" w:cs="Times New Roman"/>
          <w:sz w:val="28"/>
          <w:szCs w:val="28"/>
        </w:rPr>
      </w:pPr>
      <w:r w:rsidRPr="00064507">
        <w:rPr>
          <w:rFonts w:ascii="Times New Roman" w:hAnsi="Times New Roman" w:cs="Times New Roman"/>
          <w:sz w:val="28"/>
          <w:szCs w:val="28"/>
        </w:rPr>
        <w:t>В соответствии с Конституцией Российской Федерации, Трудовым кодексом Российской Федерации, Федеральным законом от 27.07.2006 № 152-ФЗ «О персональных данных», Федеральным законом от 02.03.2007 № 25-ФЗ «О муниципальной службе в Российской Федерации», реализуя Постановление Правительства Российской Федерации от 21.03.2012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руководствуясь Уставо</w:t>
      </w:r>
      <w:r>
        <w:rPr>
          <w:rFonts w:ascii="Times New Roman" w:hAnsi="Times New Roman" w:cs="Times New Roman"/>
          <w:sz w:val="28"/>
          <w:szCs w:val="28"/>
        </w:rPr>
        <w:t>м Савкинского сельсовета</w:t>
      </w:r>
      <w:r w:rsidRPr="00064507">
        <w:rPr>
          <w:rFonts w:ascii="Times New Roman" w:hAnsi="Times New Roman" w:cs="Times New Roman"/>
          <w:sz w:val="28"/>
          <w:szCs w:val="28"/>
        </w:rPr>
        <w:t>,</w:t>
      </w: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center"/>
        <w:rPr>
          <w:rFonts w:ascii="Times New Roman" w:hAnsi="Times New Roman" w:cs="Times New Roman"/>
          <w:b/>
          <w:sz w:val="28"/>
          <w:szCs w:val="28"/>
        </w:rPr>
      </w:pPr>
      <w:r w:rsidRPr="00064507">
        <w:rPr>
          <w:rFonts w:ascii="Times New Roman" w:hAnsi="Times New Roman" w:cs="Times New Roman"/>
          <w:b/>
          <w:sz w:val="28"/>
          <w:szCs w:val="28"/>
        </w:rPr>
        <w:t>ПОСТАНОВЛЯЮ:</w:t>
      </w:r>
    </w:p>
    <w:p w:rsidR="00AB1C99" w:rsidRPr="00064507" w:rsidRDefault="00AB1C99" w:rsidP="001041D8">
      <w:pPr>
        <w:jc w:val="center"/>
        <w:rPr>
          <w:rFonts w:ascii="Times New Roman" w:hAnsi="Times New Roman" w:cs="Times New Roman"/>
          <w:sz w:val="28"/>
          <w:szCs w:val="28"/>
        </w:rPr>
      </w:pPr>
    </w:p>
    <w:p w:rsidR="00AB1C99" w:rsidRPr="00064507" w:rsidRDefault="00AB1C99" w:rsidP="001041D8">
      <w:pPr>
        <w:ind w:firstLine="709"/>
        <w:jc w:val="both"/>
        <w:rPr>
          <w:rFonts w:ascii="Times New Roman" w:hAnsi="Times New Roman" w:cs="Times New Roman"/>
          <w:sz w:val="28"/>
          <w:szCs w:val="28"/>
        </w:rPr>
      </w:pPr>
      <w:bookmarkStart w:id="0" w:name="sub_1"/>
      <w:r w:rsidRPr="00064507">
        <w:rPr>
          <w:rFonts w:ascii="Times New Roman" w:hAnsi="Times New Roman" w:cs="Times New Roman"/>
          <w:sz w:val="28"/>
          <w:szCs w:val="28"/>
        </w:rPr>
        <w:t xml:space="preserve">1. Утвердить: </w:t>
      </w:r>
    </w:p>
    <w:p w:rsidR="00AB1C99" w:rsidRPr="00064507" w:rsidRDefault="00AB1C99" w:rsidP="001041D8">
      <w:pPr>
        <w:ind w:firstLine="709"/>
        <w:jc w:val="both"/>
        <w:rPr>
          <w:rFonts w:ascii="Times New Roman" w:hAnsi="Times New Roman" w:cs="Times New Roman"/>
          <w:sz w:val="28"/>
          <w:szCs w:val="28"/>
        </w:rPr>
      </w:pPr>
      <w:r w:rsidRPr="00064507">
        <w:rPr>
          <w:rFonts w:ascii="Times New Roman" w:hAnsi="Times New Roman" w:cs="Times New Roman"/>
          <w:sz w:val="28"/>
          <w:szCs w:val="28"/>
        </w:rPr>
        <w:t>1.1. Правила обработки персональных данных, устанавливающие процедуры, направленные на выявление и предотвращение нарушений законодательства Российской Федерации в сфере персональных данных, а также определяющие для каждой цели обработки персональных данных содержание обрабатываемых персональных данных, категории субъектов, персональные данные которых обрабатываются, сроки их обработки и хранения, порядок уничтожения при достижении целей обработки или при наступлении иных законных оснований (приложение № 1);</w:t>
      </w:r>
    </w:p>
    <w:p w:rsidR="00AB1C99" w:rsidRPr="00064507" w:rsidRDefault="00AB1C99" w:rsidP="001041D8">
      <w:pPr>
        <w:ind w:firstLine="709"/>
        <w:jc w:val="both"/>
        <w:rPr>
          <w:rFonts w:ascii="Times New Roman" w:hAnsi="Times New Roman" w:cs="Times New Roman"/>
          <w:sz w:val="28"/>
          <w:szCs w:val="28"/>
        </w:rPr>
      </w:pPr>
      <w:r w:rsidRPr="00064507">
        <w:rPr>
          <w:rFonts w:ascii="Times New Roman" w:hAnsi="Times New Roman" w:cs="Times New Roman"/>
          <w:sz w:val="28"/>
          <w:szCs w:val="28"/>
        </w:rPr>
        <w:t>1.2. Правила рассмотрения запросов субъектов персональных данных или их представителей (приложение № 2);</w:t>
      </w:r>
    </w:p>
    <w:p w:rsidR="00AB1C99" w:rsidRPr="00064507" w:rsidRDefault="00AB1C99" w:rsidP="001041D8">
      <w:pPr>
        <w:ind w:firstLine="709"/>
        <w:jc w:val="both"/>
        <w:rPr>
          <w:rFonts w:ascii="Times New Roman" w:hAnsi="Times New Roman" w:cs="Times New Roman"/>
          <w:sz w:val="28"/>
          <w:szCs w:val="28"/>
        </w:rPr>
      </w:pPr>
      <w:r w:rsidRPr="00064507">
        <w:rPr>
          <w:rFonts w:ascii="Times New Roman" w:hAnsi="Times New Roman" w:cs="Times New Roman"/>
          <w:sz w:val="28"/>
          <w:szCs w:val="28"/>
        </w:rPr>
        <w:t>1.3. Правила осуществления внутреннего контроля соответствия обработки персональных данных требованиям к защите персональных данных, установленным Федеральным законом «О персональных данных», принятыми в соответствии с ним нормативными правовыми актами и локальными актами оператора (приложение № 3);</w:t>
      </w:r>
    </w:p>
    <w:p w:rsidR="00AB1C99" w:rsidRPr="00064507" w:rsidRDefault="00AB1C99" w:rsidP="001041D8">
      <w:pPr>
        <w:ind w:firstLine="709"/>
        <w:jc w:val="both"/>
        <w:rPr>
          <w:rFonts w:ascii="Times New Roman" w:hAnsi="Times New Roman" w:cs="Times New Roman"/>
          <w:color w:val="auto"/>
          <w:sz w:val="28"/>
          <w:szCs w:val="28"/>
        </w:rPr>
      </w:pPr>
      <w:r w:rsidRPr="00064507">
        <w:rPr>
          <w:rFonts w:ascii="Times New Roman" w:hAnsi="Times New Roman" w:cs="Times New Roman"/>
          <w:sz w:val="28"/>
          <w:szCs w:val="28"/>
        </w:rPr>
        <w:t xml:space="preserve">1.4. </w:t>
      </w:r>
      <w:r w:rsidRPr="00064507">
        <w:rPr>
          <w:rFonts w:ascii="Times New Roman" w:hAnsi="Times New Roman" w:cs="Times New Roman"/>
          <w:color w:val="auto"/>
          <w:sz w:val="28"/>
          <w:szCs w:val="28"/>
        </w:rPr>
        <w:t>Правила работы с обезличенными данными (приложение № 4);</w:t>
      </w:r>
    </w:p>
    <w:p w:rsidR="00AB1C99" w:rsidRPr="00064507" w:rsidRDefault="00AB1C99" w:rsidP="00507AAC">
      <w:pPr>
        <w:ind w:firstLine="709"/>
        <w:jc w:val="both"/>
        <w:rPr>
          <w:rFonts w:ascii="Times New Roman" w:hAnsi="Times New Roman" w:cs="Times New Roman"/>
          <w:sz w:val="28"/>
          <w:szCs w:val="28"/>
        </w:rPr>
      </w:pPr>
      <w:r w:rsidRPr="00064507">
        <w:rPr>
          <w:rFonts w:ascii="Times New Roman" w:hAnsi="Times New Roman" w:cs="Times New Roman"/>
          <w:color w:val="auto"/>
          <w:sz w:val="28"/>
          <w:szCs w:val="28"/>
        </w:rPr>
        <w:t xml:space="preserve">1.5. </w:t>
      </w:r>
      <w:r w:rsidRPr="00064507">
        <w:rPr>
          <w:rFonts w:ascii="Times New Roman" w:hAnsi="Times New Roman" w:cs="Times New Roman"/>
          <w:sz w:val="28"/>
          <w:szCs w:val="28"/>
        </w:rPr>
        <w:t>Перечень информационных систем персональных данных (ИСПДн) в администрации Савкинского сельсовета (приложение № 5);</w:t>
      </w:r>
    </w:p>
    <w:p w:rsidR="00AB1C99" w:rsidRPr="00064507" w:rsidRDefault="00AB1C99" w:rsidP="001041D8">
      <w:pPr>
        <w:ind w:firstLine="709"/>
        <w:jc w:val="both"/>
        <w:rPr>
          <w:rFonts w:ascii="Times New Roman" w:hAnsi="Times New Roman" w:cs="Times New Roman"/>
          <w:color w:val="auto"/>
          <w:sz w:val="28"/>
          <w:szCs w:val="28"/>
        </w:rPr>
      </w:pPr>
      <w:r w:rsidRPr="00064507">
        <w:rPr>
          <w:rFonts w:ascii="Times New Roman" w:hAnsi="Times New Roman" w:cs="Times New Roman"/>
          <w:sz w:val="28"/>
          <w:szCs w:val="28"/>
        </w:rPr>
        <w:t xml:space="preserve">1.6. </w:t>
      </w:r>
      <w:r w:rsidRPr="00064507">
        <w:rPr>
          <w:rFonts w:ascii="Times New Roman" w:hAnsi="Times New Roman" w:cs="Times New Roman"/>
          <w:color w:val="auto"/>
          <w:sz w:val="28"/>
          <w:szCs w:val="28"/>
        </w:rPr>
        <w:t>Перечни персональных данных, обрабатываемых в муниципальном органе в связи с реализацией трудовых отношений, а также в связи с оказанием муниципальных услуг и осуществлением муниципальных функций (приложение № 6);</w:t>
      </w:r>
    </w:p>
    <w:p w:rsidR="00AB1C99" w:rsidRPr="00064507" w:rsidRDefault="00AB1C99" w:rsidP="001041D8">
      <w:pPr>
        <w:ind w:firstLine="709"/>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1.7. Перечень должностей служащих муниципального органа, ответственных за проведение мероприятий по обезличиванию обрабатываемых персональных данных (приложение № 7)</w:t>
      </w:r>
    </w:p>
    <w:p w:rsidR="00AB1C99" w:rsidRPr="00064507" w:rsidRDefault="00AB1C99" w:rsidP="001041D8">
      <w:pPr>
        <w:ind w:firstLine="709"/>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1.8. Перечень должностей служащих муниципального органа, замещение которых предусматривает осуществление обработки персональных данных либо осуществления доступа к персональным данным (приложение № 8);</w:t>
      </w:r>
    </w:p>
    <w:p w:rsidR="00AB1C99" w:rsidRPr="00064507" w:rsidRDefault="00AB1C99" w:rsidP="001041D8">
      <w:pPr>
        <w:ind w:firstLine="709"/>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1.9. Должностную инструкцию ответственного за организацию обработки персональных данных в администрации Савкинского сельсовета (приложение № 9);</w:t>
      </w:r>
    </w:p>
    <w:p w:rsidR="00AB1C99" w:rsidRPr="00064507" w:rsidRDefault="00AB1C99" w:rsidP="001041D8">
      <w:pPr>
        <w:ind w:firstLine="709"/>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1.10. Типовое обязательство служащего муниципального органа, непосредственно осуществляющего обработку персональных данных, в случае расторжения с ним муниципального контракта прекратить обработку п</w:t>
      </w:r>
      <w:r>
        <w:rPr>
          <w:rFonts w:ascii="Times New Roman" w:hAnsi="Times New Roman" w:cs="Times New Roman"/>
          <w:color w:val="auto"/>
          <w:sz w:val="28"/>
          <w:szCs w:val="28"/>
        </w:rPr>
        <w:t>ерсональных данных,</w:t>
      </w:r>
      <w:r w:rsidRPr="00064507">
        <w:rPr>
          <w:rFonts w:ascii="Times New Roman" w:hAnsi="Times New Roman" w:cs="Times New Roman"/>
          <w:color w:val="auto"/>
          <w:sz w:val="28"/>
          <w:szCs w:val="28"/>
        </w:rPr>
        <w:t xml:space="preserve"> ставших известными ему в связи с исполнением должностных обязанностей ( приложение № 10);</w:t>
      </w:r>
    </w:p>
    <w:p w:rsidR="00AB1C99" w:rsidRPr="00064507" w:rsidRDefault="00AB1C99" w:rsidP="001041D8">
      <w:pPr>
        <w:ind w:firstLine="709"/>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1.11. Типовая форма согласия на обработку персональных данных служащих муниципального органа, иных субъектов персональных данных юридических последствий отказа предоставить свои персональные данные ( приложение № 11);</w:t>
      </w:r>
    </w:p>
    <w:p w:rsidR="00AB1C99" w:rsidRPr="00064507" w:rsidRDefault="00AB1C99" w:rsidP="001041D8">
      <w:pPr>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 xml:space="preserve">           1.12. Порядок доступа работников администрации Савкинского сельсовета в помещения, в которых ведется обработка персональных данных (приложение № 12).</w:t>
      </w:r>
    </w:p>
    <w:p w:rsidR="00AB1C99" w:rsidRPr="00064507" w:rsidRDefault="00AB1C99" w:rsidP="001041D8">
      <w:pPr>
        <w:ind w:firstLine="720"/>
        <w:jc w:val="both"/>
        <w:rPr>
          <w:rFonts w:ascii="Times New Roman" w:eastAsia="Times New Roman" w:hAnsi="Times New Roman" w:cs="Times New Roman"/>
          <w:sz w:val="28"/>
          <w:szCs w:val="28"/>
        </w:rPr>
      </w:pPr>
      <w:bookmarkStart w:id="1" w:name="sub_23"/>
      <w:r w:rsidRPr="00064507">
        <w:rPr>
          <w:rFonts w:ascii="Times New Roman" w:eastAsia="Times New Roman" w:hAnsi="Times New Roman" w:cs="Times New Roman"/>
          <w:sz w:val="28"/>
          <w:szCs w:val="28"/>
        </w:rPr>
        <w:t>2. Довести настоящее постановление до сведения всех муниципальных служащих и работников администрации Савкинского сельсовета под роспись.</w:t>
      </w:r>
    </w:p>
    <w:bookmarkEnd w:id="1"/>
    <w:p w:rsidR="00AB1C99" w:rsidRPr="00064507" w:rsidRDefault="00AB1C99" w:rsidP="001041D8">
      <w:pPr>
        <w:ind w:firstLine="720"/>
        <w:jc w:val="both"/>
        <w:rPr>
          <w:rFonts w:ascii="Times New Roman" w:hAnsi="Times New Roman" w:cs="Times New Roman"/>
          <w:sz w:val="28"/>
          <w:szCs w:val="28"/>
        </w:rPr>
      </w:pPr>
      <w:r w:rsidRPr="00064507">
        <w:rPr>
          <w:rFonts w:ascii="Times New Roman" w:hAnsi="Times New Roman" w:cs="Times New Roman"/>
          <w:sz w:val="28"/>
          <w:szCs w:val="28"/>
        </w:rPr>
        <w:t>3. Опубликовать настоящее постановление в периодическом печатном издании «Бюллетень органов местного самоуправления Савкинского сельсовета»  и разместить на официальном сайте администрации Савкинского сельсовета в информационно-телекоммуникационной сети Интернет.</w:t>
      </w:r>
    </w:p>
    <w:p w:rsidR="00AB1C99" w:rsidRPr="00064507" w:rsidRDefault="00AB1C99" w:rsidP="001041D8">
      <w:pPr>
        <w:ind w:firstLine="720"/>
        <w:jc w:val="both"/>
        <w:rPr>
          <w:rFonts w:ascii="Times New Roman" w:hAnsi="Times New Roman" w:cs="Times New Roman"/>
          <w:sz w:val="28"/>
          <w:szCs w:val="28"/>
        </w:rPr>
      </w:pPr>
      <w:r w:rsidRPr="00064507">
        <w:rPr>
          <w:rFonts w:ascii="Times New Roman" w:hAnsi="Times New Roman" w:cs="Times New Roman"/>
          <w:sz w:val="28"/>
          <w:szCs w:val="28"/>
        </w:rPr>
        <w:t>4. Контроль за исполнением настоящего постановления оставляю за собой.</w:t>
      </w:r>
    </w:p>
    <w:p w:rsidR="00AB1C99" w:rsidRPr="00064507" w:rsidRDefault="00AB1C99" w:rsidP="001041D8">
      <w:pPr>
        <w:ind w:firstLine="720"/>
        <w:jc w:val="both"/>
        <w:rPr>
          <w:rFonts w:ascii="Times New Roman" w:hAnsi="Times New Roman" w:cs="Times New Roman"/>
          <w:sz w:val="28"/>
          <w:szCs w:val="28"/>
        </w:rPr>
      </w:pPr>
      <w:r w:rsidRPr="00064507">
        <w:rPr>
          <w:rFonts w:ascii="Times New Roman" w:hAnsi="Times New Roman" w:cs="Times New Roman"/>
          <w:sz w:val="28"/>
          <w:szCs w:val="28"/>
        </w:rPr>
        <w:t>5. Настоящее Постановление вступает в силу со дня его официального опубликования.</w:t>
      </w:r>
    </w:p>
    <w:p w:rsidR="00AB1C99" w:rsidRPr="00064507" w:rsidRDefault="00AB1C99" w:rsidP="001041D8">
      <w:pPr>
        <w:ind w:firstLine="720"/>
        <w:jc w:val="both"/>
        <w:rPr>
          <w:rFonts w:ascii="Times New Roman" w:hAnsi="Times New Roman" w:cs="Times New Roman"/>
          <w:sz w:val="28"/>
          <w:szCs w:val="28"/>
        </w:rPr>
      </w:pPr>
    </w:p>
    <w:p w:rsidR="00AB1C99" w:rsidRPr="00064507" w:rsidRDefault="00AB1C99" w:rsidP="001041D8">
      <w:pPr>
        <w:ind w:firstLine="720"/>
        <w:jc w:val="both"/>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r w:rsidRPr="00064507">
        <w:rPr>
          <w:rFonts w:ascii="Times New Roman" w:hAnsi="Times New Roman" w:cs="Times New Roman"/>
          <w:sz w:val="28"/>
          <w:szCs w:val="28"/>
        </w:rPr>
        <w:t>Глава сельсовета                                                                                         А.Н.Цвиченко</w:t>
      </w: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bookmarkEnd w:id="0"/>
    <w:p w:rsidR="00AB1C99" w:rsidRPr="00064507" w:rsidRDefault="00AB1C99" w:rsidP="001041D8">
      <w:pPr>
        <w:jc w:val="both"/>
        <w:rPr>
          <w:rFonts w:ascii="Times New Roman" w:hAnsi="Times New Roman" w:cs="Times New Roman"/>
          <w:sz w:val="20"/>
          <w:szCs w:val="20"/>
        </w:rPr>
      </w:pPr>
      <w:r w:rsidRPr="00064507">
        <w:rPr>
          <w:rFonts w:ascii="Times New Roman" w:hAnsi="Times New Roman" w:cs="Times New Roman"/>
          <w:sz w:val="20"/>
          <w:szCs w:val="20"/>
        </w:rPr>
        <w:t>Салова И.М</w:t>
      </w:r>
    </w:p>
    <w:p w:rsidR="00AB1C99" w:rsidRPr="00064507" w:rsidRDefault="00AB1C99" w:rsidP="001041D8">
      <w:pPr>
        <w:jc w:val="both"/>
        <w:rPr>
          <w:rFonts w:ascii="Times New Roman" w:hAnsi="Times New Roman" w:cs="Times New Roman"/>
          <w:sz w:val="20"/>
          <w:szCs w:val="20"/>
        </w:rPr>
      </w:pPr>
      <w:r w:rsidRPr="00064507">
        <w:rPr>
          <w:rFonts w:ascii="Times New Roman" w:hAnsi="Times New Roman" w:cs="Times New Roman"/>
          <w:sz w:val="20"/>
          <w:szCs w:val="20"/>
        </w:rPr>
        <w:t>43-172</w:t>
      </w:r>
    </w:p>
    <w:p w:rsidR="00AB1C99" w:rsidRPr="00064507" w:rsidRDefault="00AB1C99" w:rsidP="001041D8">
      <w:pPr>
        <w:ind w:left="6381"/>
        <w:jc w:val="both"/>
        <w:rPr>
          <w:rFonts w:ascii="Times New Roman" w:hAnsi="Times New Roman" w:cs="Times New Roman"/>
          <w:sz w:val="28"/>
          <w:szCs w:val="28"/>
        </w:rPr>
      </w:pPr>
      <w:r w:rsidRPr="00064507">
        <w:rPr>
          <w:rFonts w:ascii="Times New Roman" w:hAnsi="Times New Roman" w:cs="Times New Roman"/>
          <w:sz w:val="28"/>
          <w:szCs w:val="28"/>
        </w:rPr>
        <w:t xml:space="preserve">Приложение № 1 </w:t>
      </w:r>
    </w:p>
    <w:p w:rsidR="00AB1C99" w:rsidRPr="00064507" w:rsidRDefault="00AB1C99" w:rsidP="001041D8">
      <w:pPr>
        <w:ind w:left="6381"/>
        <w:jc w:val="both"/>
        <w:rPr>
          <w:rFonts w:ascii="Times New Roman" w:hAnsi="Times New Roman" w:cs="Times New Roman"/>
          <w:sz w:val="28"/>
          <w:szCs w:val="28"/>
        </w:rPr>
      </w:pPr>
      <w:r w:rsidRPr="00064507">
        <w:rPr>
          <w:rFonts w:ascii="Times New Roman" w:hAnsi="Times New Roman" w:cs="Times New Roman"/>
          <w:sz w:val="28"/>
          <w:szCs w:val="28"/>
        </w:rPr>
        <w:t xml:space="preserve">утверждено Постановлением </w:t>
      </w:r>
    </w:p>
    <w:p w:rsidR="00AB1C99" w:rsidRPr="00064507" w:rsidRDefault="00AB1C99" w:rsidP="001041D8">
      <w:pPr>
        <w:ind w:left="6381"/>
        <w:jc w:val="both"/>
        <w:rPr>
          <w:rFonts w:ascii="Times New Roman" w:hAnsi="Times New Roman" w:cs="Times New Roman"/>
          <w:sz w:val="28"/>
          <w:szCs w:val="28"/>
        </w:rPr>
      </w:pPr>
      <w:r w:rsidRPr="00064507">
        <w:rPr>
          <w:rFonts w:ascii="Times New Roman" w:hAnsi="Times New Roman" w:cs="Times New Roman"/>
          <w:sz w:val="28"/>
          <w:szCs w:val="28"/>
        </w:rPr>
        <w:t xml:space="preserve">Главы  Савкинского сельсовета </w:t>
      </w:r>
    </w:p>
    <w:p w:rsidR="00AB1C99" w:rsidRPr="00064507" w:rsidRDefault="00AB1C99" w:rsidP="001041D8">
      <w:pPr>
        <w:ind w:left="6381"/>
        <w:jc w:val="both"/>
        <w:rPr>
          <w:rFonts w:ascii="Times New Roman" w:hAnsi="Times New Roman" w:cs="Times New Roman"/>
          <w:sz w:val="28"/>
          <w:szCs w:val="28"/>
        </w:rPr>
      </w:pPr>
      <w:r w:rsidRPr="00064507">
        <w:rPr>
          <w:rFonts w:ascii="Times New Roman" w:hAnsi="Times New Roman" w:cs="Times New Roman"/>
          <w:sz w:val="28"/>
          <w:szCs w:val="28"/>
        </w:rPr>
        <w:t>От</w:t>
      </w:r>
      <w:r>
        <w:rPr>
          <w:rFonts w:ascii="Times New Roman" w:hAnsi="Times New Roman" w:cs="Times New Roman"/>
          <w:sz w:val="28"/>
          <w:szCs w:val="28"/>
        </w:rPr>
        <w:t xml:space="preserve"> 13.08.2012</w:t>
      </w:r>
      <w:r w:rsidRPr="00064507">
        <w:rPr>
          <w:rFonts w:ascii="Times New Roman" w:hAnsi="Times New Roman" w:cs="Times New Roman"/>
          <w:sz w:val="28"/>
          <w:szCs w:val="28"/>
        </w:rPr>
        <w:t xml:space="preserve">  № </w:t>
      </w:r>
      <w:r>
        <w:rPr>
          <w:rFonts w:ascii="Times New Roman" w:hAnsi="Times New Roman" w:cs="Times New Roman"/>
          <w:sz w:val="28"/>
          <w:szCs w:val="28"/>
        </w:rPr>
        <w:t>42</w:t>
      </w: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center"/>
        <w:rPr>
          <w:rFonts w:ascii="Times New Roman" w:hAnsi="Times New Roman" w:cs="Times New Roman"/>
          <w:b/>
          <w:sz w:val="28"/>
          <w:szCs w:val="28"/>
        </w:rPr>
      </w:pPr>
      <w:r w:rsidRPr="00064507">
        <w:rPr>
          <w:rFonts w:ascii="Times New Roman" w:hAnsi="Times New Roman" w:cs="Times New Roman"/>
          <w:b/>
          <w:sz w:val="28"/>
          <w:szCs w:val="28"/>
        </w:rPr>
        <w:t>Правила обработки персональных данных, устанавливающие процедуры, направленные на выявление и предотвращение нарушений законодательства Российской Федерации в сфере персональных данных, а также определяющие для каждой цели обработки персональных данных содержание обрабатываемых персональных данных, категории субъектов, персональные данные которых обрабатываются, сроки их обработки и хранения, порядок уничтожения при достижении целей обработки или при наступлении иных законных оснований</w:t>
      </w: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ind w:firstLine="709"/>
        <w:jc w:val="both"/>
        <w:rPr>
          <w:rFonts w:ascii="Times New Roman" w:hAnsi="Times New Roman" w:cs="Times New Roman"/>
          <w:sz w:val="28"/>
          <w:szCs w:val="28"/>
        </w:rPr>
      </w:pPr>
      <w:r w:rsidRPr="00064507">
        <w:rPr>
          <w:rFonts w:ascii="Times New Roman" w:hAnsi="Times New Roman" w:cs="Times New Roman"/>
          <w:sz w:val="28"/>
          <w:szCs w:val="28"/>
        </w:rPr>
        <w:t>1. Обработка персональных данных должна осуществляться на законной основе.</w:t>
      </w:r>
    </w:p>
    <w:p w:rsidR="00AB1C99" w:rsidRPr="00064507" w:rsidRDefault="00AB1C99" w:rsidP="001041D8">
      <w:pPr>
        <w:ind w:firstLine="709"/>
        <w:jc w:val="both"/>
        <w:rPr>
          <w:rFonts w:ascii="Times New Roman" w:hAnsi="Times New Roman" w:cs="Times New Roman"/>
          <w:sz w:val="28"/>
          <w:szCs w:val="28"/>
        </w:rPr>
      </w:pPr>
      <w:r w:rsidRPr="00064507">
        <w:rPr>
          <w:rFonts w:ascii="Times New Roman" w:hAnsi="Times New Roman" w:cs="Times New Roman"/>
          <w:sz w:val="28"/>
          <w:szCs w:val="28"/>
        </w:rPr>
        <w:t>2. Обработка персональных данных должна ограничиваться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AB1C99" w:rsidRPr="00064507" w:rsidRDefault="00AB1C99" w:rsidP="001041D8">
      <w:pPr>
        <w:ind w:firstLine="709"/>
        <w:jc w:val="both"/>
        <w:rPr>
          <w:rFonts w:ascii="Times New Roman" w:hAnsi="Times New Roman" w:cs="Times New Roman"/>
          <w:sz w:val="28"/>
          <w:szCs w:val="28"/>
        </w:rPr>
      </w:pPr>
      <w:r w:rsidRPr="00064507">
        <w:rPr>
          <w:rFonts w:ascii="Times New Roman" w:hAnsi="Times New Roman" w:cs="Times New Roman"/>
          <w:sz w:val="28"/>
          <w:szCs w:val="28"/>
        </w:rPr>
        <w:t>3. Не допускается объединение баз данных, содержащих персональные данные, обработка которых осуществляется в целях, несовместимых между собой.</w:t>
      </w:r>
    </w:p>
    <w:p w:rsidR="00AB1C99" w:rsidRPr="00064507" w:rsidRDefault="00AB1C99" w:rsidP="001041D8">
      <w:pPr>
        <w:ind w:firstLine="709"/>
        <w:jc w:val="both"/>
        <w:rPr>
          <w:rFonts w:ascii="Times New Roman" w:hAnsi="Times New Roman" w:cs="Times New Roman"/>
          <w:sz w:val="28"/>
          <w:szCs w:val="28"/>
        </w:rPr>
      </w:pPr>
      <w:r w:rsidRPr="00064507">
        <w:rPr>
          <w:rFonts w:ascii="Times New Roman" w:hAnsi="Times New Roman" w:cs="Times New Roman"/>
          <w:sz w:val="28"/>
          <w:szCs w:val="28"/>
        </w:rPr>
        <w:t>4. Обработке подлежат только персональные данные, которые отвечают целям их обработки.</w:t>
      </w:r>
    </w:p>
    <w:p w:rsidR="00AB1C99" w:rsidRPr="00064507" w:rsidRDefault="00AB1C99" w:rsidP="001041D8">
      <w:pPr>
        <w:ind w:firstLine="709"/>
        <w:jc w:val="both"/>
        <w:rPr>
          <w:rFonts w:ascii="Times New Roman" w:hAnsi="Times New Roman" w:cs="Times New Roman"/>
          <w:sz w:val="28"/>
          <w:szCs w:val="28"/>
        </w:rPr>
      </w:pPr>
      <w:r w:rsidRPr="00064507">
        <w:rPr>
          <w:rFonts w:ascii="Times New Roman" w:hAnsi="Times New Roman" w:cs="Times New Roman"/>
          <w:sz w:val="28"/>
          <w:szCs w:val="28"/>
        </w:rPr>
        <w:t>5. Содержание и объем обрабатываемых персональных данных должны соответствовать заявленным целям обработки. Обрабатываемые персональные данные не должны быть избыточными по отношению к заявленным целям их обработки.</w:t>
      </w:r>
    </w:p>
    <w:p w:rsidR="00AB1C99" w:rsidRPr="00064507" w:rsidRDefault="00AB1C99" w:rsidP="001041D8">
      <w:pPr>
        <w:ind w:firstLine="709"/>
        <w:jc w:val="both"/>
        <w:rPr>
          <w:rFonts w:ascii="Times New Roman" w:hAnsi="Times New Roman" w:cs="Times New Roman"/>
          <w:sz w:val="28"/>
          <w:szCs w:val="28"/>
        </w:rPr>
      </w:pPr>
      <w:r w:rsidRPr="00064507">
        <w:rPr>
          <w:rFonts w:ascii="Times New Roman" w:hAnsi="Times New Roman" w:cs="Times New Roman"/>
          <w:sz w:val="28"/>
          <w:szCs w:val="28"/>
        </w:rPr>
        <w:t>6.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целям обработки персональных данных. Оператор должен принимать необходимые меры либо обеспечивать их принятие по удалению или уточнению неполных или неточных данных.</w:t>
      </w:r>
    </w:p>
    <w:p w:rsidR="00AB1C99" w:rsidRPr="00064507" w:rsidRDefault="00AB1C99" w:rsidP="001041D8">
      <w:pPr>
        <w:ind w:firstLine="709"/>
        <w:jc w:val="both"/>
        <w:rPr>
          <w:rFonts w:ascii="Times New Roman" w:hAnsi="Times New Roman" w:cs="Times New Roman"/>
          <w:sz w:val="28"/>
          <w:szCs w:val="28"/>
        </w:rPr>
      </w:pPr>
      <w:r w:rsidRPr="00064507">
        <w:rPr>
          <w:rFonts w:ascii="Times New Roman" w:hAnsi="Times New Roman" w:cs="Times New Roman"/>
          <w:sz w:val="28"/>
          <w:szCs w:val="28"/>
        </w:rPr>
        <w:t>7. Меры, направленные на выявление и предотвращение нарушений, предусмотренных законодательством:</w:t>
      </w:r>
    </w:p>
    <w:p w:rsidR="00AB1C99" w:rsidRPr="00064507" w:rsidRDefault="00AB1C99" w:rsidP="001041D8">
      <w:pPr>
        <w:ind w:firstLine="709"/>
        <w:jc w:val="both"/>
        <w:rPr>
          <w:rFonts w:ascii="Times New Roman" w:hAnsi="Times New Roman" w:cs="Times New Roman"/>
          <w:sz w:val="28"/>
          <w:szCs w:val="28"/>
        </w:rPr>
      </w:pPr>
      <w:r w:rsidRPr="00064507">
        <w:rPr>
          <w:rFonts w:ascii="Times New Roman" w:hAnsi="Times New Roman" w:cs="Times New Roman"/>
          <w:sz w:val="28"/>
          <w:szCs w:val="28"/>
        </w:rPr>
        <w:t>1) осуществление внутреннего контроля и (или) аудита соответствия обработки персональных данных Федеральному закону от 27.07.2006г. №152-Ф3 (далее - Федеральный закон);</w:t>
      </w:r>
    </w:p>
    <w:p w:rsidR="00AB1C99" w:rsidRPr="00064507" w:rsidRDefault="00AB1C99" w:rsidP="001041D8">
      <w:pPr>
        <w:ind w:firstLine="709"/>
        <w:jc w:val="both"/>
        <w:rPr>
          <w:rFonts w:ascii="Times New Roman" w:hAnsi="Times New Roman" w:cs="Times New Roman"/>
          <w:sz w:val="28"/>
          <w:szCs w:val="28"/>
        </w:rPr>
      </w:pPr>
      <w:r w:rsidRPr="00064507">
        <w:rPr>
          <w:rFonts w:ascii="Times New Roman" w:hAnsi="Times New Roman" w:cs="Times New Roman"/>
          <w:sz w:val="28"/>
          <w:szCs w:val="28"/>
        </w:rPr>
        <w:t>2) оценка вреда, который может быть причинен субъектам персональных данных в случае нарушения Федерального закона, соотношение указанного вреда и принимаемых оператором мер, направленных на обеспечение выполнения обязанностей, предусмотренных Федеральным законом;</w:t>
      </w:r>
    </w:p>
    <w:p w:rsidR="00AB1C99" w:rsidRPr="00064507" w:rsidRDefault="00AB1C99" w:rsidP="001041D8">
      <w:pPr>
        <w:ind w:firstLine="709"/>
        <w:jc w:val="both"/>
        <w:rPr>
          <w:rFonts w:ascii="Times New Roman" w:hAnsi="Times New Roman" w:cs="Times New Roman"/>
          <w:sz w:val="28"/>
          <w:szCs w:val="28"/>
        </w:rPr>
      </w:pPr>
      <w:r w:rsidRPr="00064507">
        <w:rPr>
          <w:rFonts w:ascii="Times New Roman" w:hAnsi="Times New Roman" w:cs="Times New Roman"/>
          <w:sz w:val="28"/>
          <w:szCs w:val="28"/>
        </w:rPr>
        <w:t>3) ознакомление работников оператора, непосредственно осуществляющих обработку персональных данных, с положениями законодательства Российской Федерации о персональных данных, в том числе требованиями к защите персональных данных, документами, определяющими политику оператора в отношении обработки персональных данных, локальными актами по вопросам обработки персональных данных, и (или) обучение указанных работников.</w:t>
      </w:r>
    </w:p>
    <w:p w:rsidR="00AB1C99" w:rsidRPr="00064507" w:rsidRDefault="00AB1C99" w:rsidP="001041D8">
      <w:pPr>
        <w:ind w:firstLine="709"/>
        <w:jc w:val="both"/>
        <w:rPr>
          <w:rFonts w:ascii="Times New Roman" w:hAnsi="Times New Roman" w:cs="Times New Roman"/>
          <w:sz w:val="28"/>
          <w:szCs w:val="28"/>
        </w:rPr>
      </w:pPr>
      <w:r w:rsidRPr="00064507">
        <w:rPr>
          <w:rFonts w:ascii="Times New Roman" w:hAnsi="Times New Roman" w:cs="Times New Roman"/>
          <w:sz w:val="28"/>
          <w:szCs w:val="28"/>
        </w:rPr>
        <w:t>8. Обеспечение безопасности персональных данных достигается, в частности:</w:t>
      </w:r>
    </w:p>
    <w:p w:rsidR="00AB1C99" w:rsidRPr="00064507" w:rsidRDefault="00AB1C99" w:rsidP="001041D8">
      <w:pPr>
        <w:ind w:firstLine="709"/>
        <w:jc w:val="both"/>
        <w:rPr>
          <w:rFonts w:ascii="Times New Roman" w:hAnsi="Times New Roman" w:cs="Times New Roman"/>
          <w:sz w:val="28"/>
          <w:szCs w:val="28"/>
        </w:rPr>
      </w:pPr>
      <w:r w:rsidRPr="00064507">
        <w:rPr>
          <w:rFonts w:ascii="Times New Roman" w:hAnsi="Times New Roman" w:cs="Times New Roman"/>
          <w:sz w:val="28"/>
          <w:szCs w:val="28"/>
        </w:rPr>
        <w:t>1) определением угроз безопасности персональных данных при их обработке в информационных системах персональных данных;</w:t>
      </w:r>
    </w:p>
    <w:p w:rsidR="00AB1C99" w:rsidRPr="00064507" w:rsidRDefault="00AB1C99" w:rsidP="001041D8">
      <w:pPr>
        <w:ind w:firstLine="709"/>
        <w:jc w:val="both"/>
        <w:rPr>
          <w:rFonts w:ascii="Times New Roman" w:hAnsi="Times New Roman" w:cs="Times New Roman"/>
          <w:sz w:val="28"/>
          <w:szCs w:val="28"/>
        </w:rPr>
      </w:pPr>
      <w:r w:rsidRPr="00064507">
        <w:rPr>
          <w:rFonts w:ascii="Times New Roman" w:hAnsi="Times New Roman" w:cs="Times New Roman"/>
          <w:sz w:val="28"/>
          <w:szCs w:val="28"/>
        </w:rPr>
        <w:t>2) применением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rsidR="00AB1C99" w:rsidRPr="00064507" w:rsidRDefault="00AB1C99" w:rsidP="001041D8">
      <w:pPr>
        <w:ind w:firstLine="709"/>
        <w:jc w:val="both"/>
        <w:rPr>
          <w:rFonts w:ascii="Times New Roman" w:hAnsi="Times New Roman" w:cs="Times New Roman"/>
          <w:sz w:val="28"/>
          <w:szCs w:val="28"/>
        </w:rPr>
      </w:pPr>
      <w:r w:rsidRPr="00064507">
        <w:rPr>
          <w:rFonts w:ascii="Times New Roman" w:hAnsi="Times New Roman" w:cs="Times New Roman"/>
          <w:sz w:val="28"/>
          <w:szCs w:val="28"/>
        </w:rPr>
        <w:t>3) применением прошедших в установленном порядке процедуру оценки соответствия средств защиты информации;</w:t>
      </w:r>
    </w:p>
    <w:p w:rsidR="00AB1C99" w:rsidRPr="00064507" w:rsidRDefault="00AB1C99" w:rsidP="001041D8">
      <w:pPr>
        <w:ind w:firstLine="709"/>
        <w:jc w:val="both"/>
        <w:rPr>
          <w:rFonts w:ascii="Times New Roman" w:hAnsi="Times New Roman" w:cs="Times New Roman"/>
          <w:sz w:val="28"/>
          <w:szCs w:val="28"/>
        </w:rPr>
      </w:pPr>
      <w:r w:rsidRPr="00064507">
        <w:rPr>
          <w:rFonts w:ascii="Times New Roman" w:hAnsi="Times New Roman" w:cs="Times New Roman"/>
          <w:sz w:val="28"/>
          <w:szCs w:val="28"/>
        </w:rPr>
        <w:t>4) оценкой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rsidR="00AB1C99" w:rsidRPr="00064507" w:rsidRDefault="00AB1C99" w:rsidP="001041D8">
      <w:pPr>
        <w:ind w:firstLine="709"/>
        <w:jc w:val="both"/>
        <w:rPr>
          <w:rFonts w:ascii="Times New Roman" w:hAnsi="Times New Roman" w:cs="Times New Roman"/>
          <w:sz w:val="28"/>
          <w:szCs w:val="28"/>
        </w:rPr>
      </w:pPr>
      <w:r w:rsidRPr="00064507">
        <w:rPr>
          <w:rFonts w:ascii="Times New Roman" w:hAnsi="Times New Roman" w:cs="Times New Roman"/>
          <w:sz w:val="28"/>
          <w:szCs w:val="28"/>
        </w:rPr>
        <w:t>5) учетом машинных носителей персональных данных;</w:t>
      </w:r>
    </w:p>
    <w:p w:rsidR="00AB1C99" w:rsidRPr="00064507" w:rsidRDefault="00AB1C99" w:rsidP="001041D8">
      <w:pPr>
        <w:ind w:firstLine="709"/>
        <w:jc w:val="both"/>
        <w:rPr>
          <w:rFonts w:ascii="Times New Roman" w:hAnsi="Times New Roman" w:cs="Times New Roman"/>
          <w:sz w:val="28"/>
          <w:szCs w:val="28"/>
        </w:rPr>
      </w:pPr>
      <w:r w:rsidRPr="00064507">
        <w:rPr>
          <w:rFonts w:ascii="Times New Roman" w:hAnsi="Times New Roman" w:cs="Times New Roman"/>
          <w:sz w:val="28"/>
          <w:szCs w:val="28"/>
        </w:rPr>
        <w:t>6) обнаружением фактов несанкционированного доступа к персональным данным и принятием мер;</w:t>
      </w:r>
    </w:p>
    <w:p w:rsidR="00AB1C99" w:rsidRPr="00064507" w:rsidRDefault="00AB1C99" w:rsidP="001041D8">
      <w:pPr>
        <w:ind w:firstLine="709"/>
        <w:jc w:val="both"/>
        <w:rPr>
          <w:rFonts w:ascii="Times New Roman" w:hAnsi="Times New Roman" w:cs="Times New Roman"/>
          <w:sz w:val="28"/>
          <w:szCs w:val="28"/>
        </w:rPr>
      </w:pPr>
      <w:r w:rsidRPr="00064507">
        <w:rPr>
          <w:rFonts w:ascii="Times New Roman" w:hAnsi="Times New Roman" w:cs="Times New Roman"/>
          <w:sz w:val="28"/>
          <w:szCs w:val="28"/>
        </w:rPr>
        <w:t>7) восстановлением персональных данных, модифицированных или уничтоженных вследствие несанкционированного доступа к ним;</w:t>
      </w:r>
    </w:p>
    <w:p w:rsidR="00AB1C99" w:rsidRPr="00064507" w:rsidRDefault="00AB1C99" w:rsidP="001041D8">
      <w:pPr>
        <w:ind w:firstLine="709"/>
        <w:jc w:val="both"/>
        <w:rPr>
          <w:rFonts w:ascii="Times New Roman" w:hAnsi="Times New Roman" w:cs="Times New Roman"/>
          <w:sz w:val="28"/>
          <w:szCs w:val="28"/>
        </w:rPr>
      </w:pPr>
      <w:r w:rsidRPr="00064507">
        <w:rPr>
          <w:rFonts w:ascii="Times New Roman" w:hAnsi="Times New Roman" w:cs="Times New Roman"/>
          <w:sz w:val="28"/>
          <w:szCs w:val="28"/>
        </w:rPr>
        <w:t>8) установлением правил доступа к персональным данным, обрабатываемым в информационной системе персональных данных, а также обеспечением регистрации и учета всех действий, совершаемых с персональными данными в информационной системе персональных данных.</w:t>
      </w:r>
    </w:p>
    <w:p w:rsidR="00AB1C99" w:rsidRPr="00064507" w:rsidRDefault="00AB1C99" w:rsidP="001041D8">
      <w:pPr>
        <w:ind w:firstLine="709"/>
        <w:jc w:val="both"/>
        <w:rPr>
          <w:rFonts w:ascii="Times New Roman" w:hAnsi="Times New Roman" w:cs="Times New Roman"/>
          <w:sz w:val="28"/>
          <w:szCs w:val="28"/>
        </w:rPr>
      </w:pPr>
      <w:r w:rsidRPr="00064507">
        <w:rPr>
          <w:rFonts w:ascii="Times New Roman" w:hAnsi="Times New Roman" w:cs="Times New Roman"/>
          <w:sz w:val="28"/>
          <w:szCs w:val="28"/>
        </w:rPr>
        <w:t>9. Целями обработки персональных данных работников являются:</w:t>
      </w:r>
    </w:p>
    <w:p w:rsidR="00AB1C99" w:rsidRPr="00064507" w:rsidRDefault="00AB1C99" w:rsidP="001041D8">
      <w:pPr>
        <w:ind w:firstLine="709"/>
        <w:jc w:val="both"/>
        <w:rPr>
          <w:rFonts w:ascii="Times New Roman" w:hAnsi="Times New Roman" w:cs="Times New Roman"/>
          <w:sz w:val="28"/>
          <w:szCs w:val="28"/>
        </w:rPr>
      </w:pPr>
      <w:r w:rsidRPr="00064507">
        <w:rPr>
          <w:rFonts w:ascii="Times New Roman" w:hAnsi="Times New Roman" w:cs="Times New Roman"/>
          <w:sz w:val="28"/>
          <w:szCs w:val="28"/>
        </w:rPr>
        <w:t>1) обеспечение соблюдения законов и иных нормативных правовых актов;</w:t>
      </w:r>
    </w:p>
    <w:p w:rsidR="00AB1C99" w:rsidRPr="00064507" w:rsidRDefault="00AB1C99" w:rsidP="001041D8">
      <w:pPr>
        <w:ind w:firstLine="709"/>
        <w:jc w:val="both"/>
        <w:rPr>
          <w:rFonts w:ascii="Times New Roman" w:hAnsi="Times New Roman" w:cs="Times New Roman"/>
          <w:sz w:val="28"/>
          <w:szCs w:val="28"/>
        </w:rPr>
      </w:pPr>
      <w:r w:rsidRPr="00064507">
        <w:rPr>
          <w:rFonts w:ascii="Times New Roman" w:hAnsi="Times New Roman" w:cs="Times New Roman"/>
          <w:sz w:val="28"/>
          <w:szCs w:val="28"/>
        </w:rPr>
        <w:t>2) учет работников в учреждении;</w:t>
      </w:r>
    </w:p>
    <w:p w:rsidR="00AB1C99" w:rsidRPr="00064507" w:rsidRDefault="00AB1C99" w:rsidP="001041D8">
      <w:pPr>
        <w:ind w:firstLine="709"/>
        <w:jc w:val="both"/>
        <w:rPr>
          <w:rFonts w:ascii="Times New Roman" w:hAnsi="Times New Roman" w:cs="Times New Roman"/>
          <w:sz w:val="28"/>
          <w:szCs w:val="28"/>
        </w:rPr>
      </w:pPr>
      <w:r w:rsidRPr="00064507">
        <w:rPr>
          <w:rFonts w:ascii="Times New Roman" w:hAnsi="Times New Roman" w:cs="Times New Roman"/>
          <w:sz w:val="28"/>
          <w:szCs w:val="28"/>
        </w:rPr>
        <w:t>3) соблюдение порядка и правил приема в учреждение;</w:t>
      </w:r>
    </w:p>
    <w:p w:rsidR="00AB1C99" w:rsidRPr="00064507" w:rsidRDefault="00AB1C99" w:rsidP="001041D8">
      <w:pPr>
        <w:ind w:firstLine="709"/>
        <w:jc w:val="both"/>
        <w:rPr>
          <w:rFonts w:ascii="Times New Roman" w:hAnsi="Times New Roman" w:cs="Times New Roman"/>
          <w:sz w:val="28"/>
          <w:szCs w:val="28"/>
        </w:rPr>
      </w:pPr>
      <w:r w:rsidRPr="00064507">
        <w:rPr>
          <w:rFonts w:ascii="Times New Roman" w:hAnsi="Times New Roman" w:cs="Times New Roman"/>
          <w:sz w:val="28"/>
          <w:szCs w:val="28"/>
        </w:rPr>
        <w:t>4) использование в уставной деятельности с применением средств автоматизации или без таких средств, включая хранение этих данных в архивах и размещение в информационно-телекоммуникационных сетях с целью предоставления доступа к ним;</w:t>
      </w:r>
    </w:p>
    <w:p w:rsidR="00AB1C99" w:rsidRPr="00064507" w:rsidRDefault="00AB1C99" w:rsidP="001041D8">
      <w:pPr>
        <w:ind w:firstLine="709"/>
        <w:jc w:val="both"/>
        <w:rPr>
          <w:rFonts w:ascii="Times New Roman" w:hAnsi="Times New Roman" w:cs="Times New Roman"/>
          <w:sz w:val="28"/>
          <w:szCs w:val="28"/>
        </w:rPr>
      </w:pPr>
      <w:r w:rsidRPr="00064507">
        <w:rPr>
          <w:rFonts w:ascii="Times New Roman" w:hAnsi="Times New Roman" w:cs="Times New Roman"/>
          <w:sz w:val="28"/>
          <w:szCs w:val="28"/>
        </w:rPr>
        <w:t>5) заполнение базы данных автоматизированной информационной системы в целях повышения эффективности и быстрого поиска, проведения мониторинговых исследований, формирования статистических и аналитических отчётов в вышестоящие органы;</w:t>
      </w:r>
    </w:p>
    <w:p w:rsidR="00AB1C99" w:rsidRPr="00064507" w:rsidRDefault="00AB1C99" w:rsidP="001041D8">
      <w:pPr>
        <w:ind w:firstLine="709"/>
        <w:jc w:val="both"/>
        <w:rPr>
          <w:rFonts w:ascii="Times New Roman" w:hAnsi="Times New Roman" w:cs="Times New Roman"/>
          <w:sz w:val="28"/>
          <w:szCs w:val="28"/>
        </w:rPr>
      </w:pPr>
      <w:r w:rsidRPr="00064507">
        <w:rPr>
          <w:rFonts w:ascii="Times New Roman" w:hAnsi="Times New Roman" w:cs="Times New Roman"/>
          <w:sz w:val="28"/>
          <w:szCs w:val="28"/>
        </w:rPr>
        <w:t>6) обеспечение личной безопасности работников.</w:t>
      </w:r>
    </w:p>
    <w:p w:rsidR="00AB1C99" w:rsidRPr="00064507" w:rsidRDefault="00AB1C99" w:rsidP="001041D8">
      <w:pPr>
        <w:jc w:val="both"/>
        <w:rPr>
          <w:rFonts w:ascii="Times New Roman" w:hAnsi="Times New Roman" w:cs="Times New Roman"/>
          <w:sz w:val="28"/>
          <w:szCs w:val="28"/>
        </w:rPr>
      </w:pPr>
      <w:r w:rsidRPr="00064507">
        <w:rPr>
          <w:rFonts w:ascii="Times New Roman" w:hAnsi="Times New Roman" w:cs="Times New Roman"/>
          <w:sz w:val="28"/>
          <w:szCs w:val="28"/>
        </w:rPr>
        <w:tab/>
        <w:t>11. 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федеральным законом.</w:t>
      </w:r>
    </w:p>
    <w:p w:rsidR="00AB1C99" w:rsidRPr="00064507" w:rsidRDefault="00AB1C99" w:rsidP="001041D8">
      <w:pPr>
        <w:ind w:firstLine="709"/>
        <w:jc w:val="both"/>
        <w:rPr>
          <w:rFonts w:ascii="Times New Roman" w:hAnsi="Times New Roman" w:cs="Times New Roman"/>
          <w:sz w:val="28"/>
          <w:szCs w:val="28"/>
        </w:rPr>
      </w:pPr>
      <w:r w:rsidRPr="00064507">
        <w:rPr>
          <w:rFonts w:ascii="Times New Roman" w:hAnsi="Times New Roman" w:cs="Times New Roman"/>
          <w:sz w:val="28"/>
          <w:szCs w:val="28"/>
        </w:rPr>
        <w:t>12. В случае выявления неправомерной обработки персональных данных, осуществляемой оператором или лицом, действующим по поручению оператора, оператор в срок, не превышающий 3 (трех) рабочих дней с даты этого выявления, обязан прекратить неправомерную обработку персональных данных или обеспечить прекращение неправомерной обработки персональных данных лицом, действующим по поручению оператора. В случае, если обеспечить правомерность обработки персональных данных невозможно, оператор в срок, не превышающий 10 (десяти) рабочих дней с даты выявления неправомерной обработки персональных данных, обязан уничтожить такие персональные данные или обеспечить их уничтожение. Об устранении допущенных нарушений или об уничтожении персональных данных оператор обязан уведомить субъекта персональных данных или его представителя, а в случае, если обращение субъекта персональных данных или его представителя либо запрос уполномоченного органа по защите прав субъектов персональных данных были направлены уполномоченным органом по защите прав субъектов персональных данных, также указанный орган.</w:t>
      </w:r>
    </w:p>
    <w:p w:rsidR="00AB1C99" w:rsidRPr="00064507" w:rsidRDefault="00AB1C99" w:rsidP="001041D8">
      <w:pPr>
        <w:ind w:firstLine="709"/>
        <w:jc w:val="both"/>
        <w:rPr>
          <w:rFonts w:ascii="Times New Roman" w:hAnsi="Times New Roman" w:cs="Times New Roman"/>
          <w:sz w:val="28"/>
          <w:szCs w:val="28"/>
        </w:rPr>
      </w:pPr>
      <w:r w:rsidRPr="00064507">
        <w:rPr>
          <w:rFonts w:ascii="Times New Roman" w:hAnsi="Times New Roman" w:cs="Times New Roman"/>
          <w:sz w:val="28"/>
          <w:szCs w:val="28"/>
        </w:rPr>
        <w:t>13. В случае достижения цели обработки персональных данных оператор обязан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поручению оператора) и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оператора) в срок, не превышающий 30 (тридцати) дней с даты достижения цели обработки персональных данных,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оператором и субъектом персональных данных либо если оператор не вправе осуществлять обработку персональных данных без согласия субъекта персональных данных на основаниях, предусмотренных Федеральным законом.</w:t>
      </w:r>
    </w:p>
    <w:p w:rsidR="00AB1C99" w:rsidRPr="00064507" w:rsidRDefault="00AB1C99" w:rsidP="001041D8">
      <w:pPr>
        <w:ind w:firstLine="709"/>
        <w:jc w:val="both"/>
        <w:rPr>
          <w:rFonts w:ascii="Times New Roman" w:hAnsi="Times New Roman" w:cs="Times New Roman"/>
          <w:sz w:val="28"/>
          <w:szCs w:val="28"/>
        </w:rPr>
      </w:pPr>
      <w:r w:rsidRPr="00064507">
        <w:rPr>
          <w:rFonts w:ascii="Times New Roman" w:hAnsi="Times New Roman" w:cs="Times New Roman"/>
          <w:sz w:val="28"/>
          <w:szCs w:val="28"/>
        </w:rPr>
        <w:t>14. В случае отзыва субъектом персональных данных согласия на обработку своих персональных данных оператор обязан прекратить обработку персональных данных и уничтожить персональные данные в срок, не превышающий 3-х дней с даты получения указанного отзыва, если иное не предусмотрено соглашением между оператором и субъектом персональных данных. Об уничтожении персональных данных оператор обязан уведомить субъекта персональных данных.</w:t>
      </w:r>
    </w:p>
    <w:p w:rsidR="00AB1C99" w:rsidRPr="00064507" w:rsidRDefault="00AB1C99" w:rsidP="001041D8">
      <w:pPr>
        <w:ind w:firstLine="709"/>
        <w:jc w:val="both"/>
        <w:rPr>
          <w:rFonts w:ascii="Times New Roman" w:hAnsi="Times New Roman" w:cs="Times New Roman"/>
          <w:color w:val="auto"/>
          <w:sz w:val="28"/>
          <w:szCs w:val="28"/>
        </w:rPr>
      </w:pPr>
      <w:r w:rsidRPr="00064507">
        <w:rPr>
          <w:rFonts w:ascii="Times New Roman" w:hAnsi="Times New Roman" w:cs="Times New Roman"/>
          <w:sz w:val="28"/>
          <w:szCs w:val="28"/>
        </w:rPr>
        <w:t xml:space="preserve">15. В случае отсутствия возможности уничтожения персональных данных в течение сроков, указанных выше, оператор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поручению оператора) и обеспечивает </w:t>
      </w:r>
      <w:r w:rsidRPr="00064507">
        <w:rPr>
          <w:rFonts w:ascii="Times New Roman" w:hAnsi="Times New Roman" w:cs="Times New Roman"/>
          <w:color w:val="auto"/>
          <w:sz w:val="28"/>
          <w:szCs w:val="28"/>
        </w:rPr>
        <w:t>уничтожение персональных данных в срок не более чем 6 (шесть) месяцев, если иной срок не установлен федеральными законами.</w:t>
      </w:r>
    </w:p>
    <w:p w:rsidR="00AB1C99" w:rsidRPr="00064507" w:rsidRDefault="00AB1C99" w:rsidP="001041D8">
      <w:pPr>
        <w:jc w:val="both"/>
        <w:rPr>
          <w:rFonts w:ascii="Times New Roman" w:hAnsi="Times New Roman" w:cs="Times New Roman"/>
          <w:color w:val="auto"/>
          <w:sz w:val="28"/>
          <w:szCs w:val="28"/>
        </w:rPr>
      </w:pPr>
    </w:p>
    <w:p w:rsidR="00AB1C99" w:rsidRPr="00064507" w:rsidRDefault="00AB1C99" w:rsidP="001041D8">
      <w:pPr>
        <w:jc w:val="both"/>
        <w:rPr>
          <w:rFonts w:ascii="Times New Roman" w:hAnsi="Times New Roman" w:cs="Times New Roman"/>
          <w:color w:val="auto"/>
          <w:sz w:val="28"/>
          <w:szCs w:val="28"/>
        </w:rPr>
      </w:pPr>
    </w:p>
    <w:p w:rsidR="00AB1C99" w:rsidRPr="00064507" w:rsidRDefault="00AB1C99" w:rsidP="001041D8">
      <w:pPr>
        <w:ind w:left="6381"/>
        <w:jc w:val="both"/>
        <w:rPr>
          <w:rFonts w:ascii="Times New Roman" w:hAnsi="Times New Roman" w:cs="Times New Roman"/>
          <w:sz w:val="28"/>
          <w:szCs w:val="28"/>
        </w:rPr>
      </w:pPr>
      <w:r w:rsidRPr="00064507">
        <w:rPr>
          <w:rFonts w:ascii="Times New Roman" w:hAnsi="Times New Roman" w:cs="Times New Roman"/>
          <w:sz w:val="28"/>
          <w:szCs w:val="28"/>
        </w:rPr>
        <w:t xml:space="preserve">Приложение № 2 </w:t>
      </w:r>
    </w:p>
    <w:p w:rsidR="00AB1C99" w:rsidRPr="00064507" w:rsidRDefault="00AB1C99" w:rsidP="001041D8">
      <w:pPr>
        <w:ind w:left="6381"/>
        <w:jc w:val="both"/>
        <w:rPr>
          <w:rFonts w:ascii="Times New Roman" w:hAnsi="Times New Roman" w:cs="Times New Roman"/>
          <w:sz w:val="28"/>
          <w:szCs w:val="28"/>
        </w:rPr>
      </w:pPr>
      <w:r w:rsidRPr="00064507">
        <w:rPr>
          <w:rFonts w:ascii="Times New Roman" w:hAnsi="Times New Roman" w:cs="Times New Roman"/>
          <w:sz w:val="28"/>
          <w:szCs w:val="28"/>
        </w:rPr>
        <w:t xml:space="preserve">утверждено Постановлением </w:t>
      </w:r>
    </w:p>
    <w:p w:rsidR="00AB1C99" w:rsidRPr="00064507" w:rsidRDefault="00AB1C99" w:rsidP="001041D8">
      <w:pPr>
        <w:ind w:left="6381"/>
        <w:jc w:val="both"/>
        <w:rPr>
          <w:rFonts w:ascii="Times New Roman" w:hAnsi="Times New Roman" w:cs="Times New Roman"/>
          <w:sz w:val="28"/>
          <w:szCs w:val="28"/>
        </w:rPr>
      </w:pPr>
      <w:r w:rsidRPr="00064507">
        <w:rPr>
          <w:rFonts w:ascii="Times New Roman" w:hAnsi="Times New Roman" w:cs="Times New Roman"/>
          <w:sz w:val="28"/>
          <w:szCs w:val="28"/>
        </w:rPr>
        <w:t xml:space="preserve">Главы Савкинского сельсовета </w:t>
      </w:r>
    </w:p>
    <w:p w:rsidR="00AB1C99" w:rsidRPr="00064507" w:rsidRDefault="00AB1C99" w:rsidP="001041D8">
      <w:pPr>
        <w:ind w:left="6381"/>
        <w:jc w:val="both"/>
        <w:rPr>
          <w:rFonts w:ascii="Times New Roman" w:hAnsi="Times New Roman" w:cs="Times New Roman"/>
          <w:sz w:val="28"/>
          <w:szCs w:val="28"/>
        </w:rPr>
      </w:pPr>
      <w:r w:rsidRPr="00064507">
        <w:rPr>
          <w:rFonts w:ascii="Times New Roman" w:hAnsi="Times New Roman" w:cs="Times New Roman"/>
          <w:sz w:val="28"/>
          <w:szCs w:val="28"/>
        </w:rPr>
        <w:t xml:space="preserve">от </w:t>
      </w:r>
      <w:r>
        <w:rPr>
          <w:rFonts w:ascii="Times New Roman" w:hAnsi="Times New Roman" w:cs="Times New Roman"/>
          <w:sz w:val="28"/>
          <w:szCs w:val="28"/>
        </w:rPr>
        <w:t xml:space="preserve">13.08.2012 </w:t>
      </w:r>
      <w:r w:rsidRPr="00064507">
        <w:rPr>
          <w:rFonts w:ascii="Times New Roman" w:hAnsi="Times New Roman" w:cs="Times New Roman"/>
          <w:sz w:val="28"/>
          <w:szCs w:val="28"/>
        </w:rPr>
        <w:t xml:space="preserve"> №</w:t>
      </w:r>
      <w:r>
        <w:rPr>
          <w:rFonts w:ascii="Times New Roman" w:hAnsi="Times New Roman" w:cs="Times New Roman"/>
          <w:sz w:val="28"/>
          <w:szCs w:val="28"/>
        </w:rPr>
        <w:t>42</w:t>
      </w: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center"/>
        <w:rPr>
          <w:rFonts w:ascii="Times New Roman" w:hAnsi="Times New Roman" w:cs="Times New Roman"/>
          <w:b/>
          <w:sz w:val="28"/>
          <w:szCs w:val="28"/>
        </w:rPr>
      </w:pPr>
      <w:r w:rsidRPr="00064507">
        <w:rPr>
          <w:rFonts w:ascii="Times New Roman" w:hAnsi="Times New Roman" w:cs="Times New Roman"/>
          <w:b/>
          <w:sz w:val="28"/>
          <w:szCs w:val="28"/>
        </w:rPr>
        <w:t xml:space="preserve">Правила рассмотрения запросов субъектов персональных данных </w:t>
      </w:r>
    </w:p>
    <w:p w:rsidR="00AB1C99" w:rsidRPr="00064507" w:rsidRDefault="00AB1C99" w:rsidP="001041D8">
      <w:pPr>
        <w:jc w:val="center"/>
        <w:rPr>
          <w:rFonts w:ascii="Times New Roman" w:hAnsi="Times New Roman" w:cs="Times New Roman"/>
          <w:color w:val="auto"/>
          <w:sz w:val="28"/>
          <w:szCs w:val="28"/>
        </w:rPr>
      </w:pPr>
      <w:r w:rsidRPr="00064507">
        <w:rPr>
          <w:rFonts w:ascii="Times New Roman" w:hAnsi="Times New Roman" w:cs="Times New Roman"/>
          <w:b/>
          <w:sz w:val="28"/>
          <w:szCs w:val="28"/>
        </w:rPr>
        <w:t>или их представителей</w:t>
      </w:r>
    </w:p>
    <w:p w:rsidR="00AB1C99" w:rsidRPr="00064507" w:rsidRDefault="00AB1C99" w:rsidP="001041D8">
      <w:pPr>
        <w:pStyle w:val="a1"/>
        <w:rPr>
          <w:rStyle w:val="a"/>
          <w:rFonts w:ascii="Times New Roman" w:hAnsi="Times New Roman" w:cs="Times New Roman"/>
          <w:bCs/>
          <w:sz w:val="28"/>
          <w:szCs w:val="28"/>
        </w:rPr>
      </w:pPr>
      <w:bookmarkStart w:id="2" w:name="sub_14"/>
    </w:p>
    <w:p w:rsidR="00AB1C99" w:rsidRPr="00064507" w:rsidRDefault="00AB1C99" w:rsidP="001041D8">
      <w:pPr>
        <w:pStyle w:val="a1"/>
        <w:rPr>
          <w:rStyle w:val="a"/>
          <w:rFonts w:ascii="Times New Roman" w:hAnsi="Times New Roman" w:cs="Times New Roman"/>
          <w:bCs/>
          <w:sz w:val="28"/>
          <w:szCs w:val="28"/>
        </w:rPr>
      </w:pPr>
    </w:p>
    <w:p w:rsidR="00AB1C99" w:rsidRPr="00064507" w:rsidRDefault="00AB1C99" w:rsidP="001041D8">
      <w:pPr>
        <w:ind w:firstLine="720"/>
        <w:jc w:val="both"/>
        <w:rPr>
          <w:rFonts w:ascii="Times New Roman" w:hAnsi="Times New Roman" w:cs="Times New Roman"/>
          <w:sz w:val="28"/>
          <w:szCs w:val="28"/>
        </w:rPr>
      </w:pPr>
      <w:bookmarkStart w:id="3" w:name="sub_1402"/>
      <w:bookmarkEnd w:id="2"/>
      <w:r w:rsidRPr="00064507">
        <w:rPr>
          <w:rFonts w:ascii="Times New Roman" w:hAnsi="Times New Roman" w:cs="Times New Roman"/>
          <w:sz w:val="28"/>
          <w:szCs w:val="28"/>
        </w:rPr>
        <w:t>1. Субъект персональных данных имеет право на получение сведений, указанных в пункте 7 настоящих Правил, за исключением случаев, предусмотренных пунктом 8 настоящих Правил. Субъект персональных данных вправе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AB1C99" w:rsidRPr="00064507" w:rsidRDefault="00AB1C99" w:rsidP="001041D8">
      <w:pPr>
        <w:ind w:firstLine="720"/>
        <w:jc w:val="both"/>
        <w:rPr>
          <w:rFonts w:ascii="Times New Roman" w:hAnsi="Times New Roman" w:cs="Times New Roman"/>
          <w:sz w:val="28"/>
          <w:szCs w:val="28"/>
        </w:rPr>
      </w:pPr>
      <w:r w:rsidRPr="00064507">
        <w:rPr>
          <w:rFonts w:ascii="Times New Roman" w:hAnsi="Times New Roman" w:cs="Times New Roman"/>
          <w:sz w:val="28"/>
          <w:szCs w:val="28"/>
        </w:rPr>
        <w:t>2. Сведения, указанные в пункте 7 настоящих Правил, должны быть предоставлены субъекту персональных данных оператором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AB1C99" w:rsidRPr="00064507" w:rsidRDefault="00AB1C99" w:rsidP="001041D8">
      <w:pPr>
        <w:ind w:firstLine="720"/>
        <w:jc w:val="both"/>
        <w:rPr>
          <w:rFonts w:ascii="Times New Roman" w:hAnsi="Times New Roman" w:cs="Times New Roman"/>
          <w:sz w:val="28"/>
          <w:szCs w:val="28"/>
        </w:rPr>
      </w:pPr>
      <w:r w:rsidRPr="00064507">
        <w:rPr>
          <w:rFonts w:ascii="Times New Roman" w:hAnsi="Times New Roman" w:cs="Times New Roman"/>
          <w:sz w:val="28"/>
          <w:szCs w:val="28"/>
        </w:rPr>
        <w:t xml:space="preserve">3. Сведения, указанные в пункте 7 настоящих Правил, предоставляются субъекту персональных данных или его представителю оператором при обращении либо при получении запроса субъекта персональных данных или его представителя. 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оператором, подпись субъекта персональных данных или его представителя. Запрос может быть направлен в форме электронного документа и подписан </w:t>
      </w:r>
      <w:hyperlink r:id="rId5" w:history="1">
        <w:r w:rsidRPr="00064507">
          <w:rPr>
            <w:rStyle w:val="a0"/>
            <w:rFonts w:ascii="Times New Roman" w:hAnsi="Times New Roman"/>
            <w:b w:val="0"/>
            <w:color w:val="auto"/>
            <w:sz w:val="28"/>
            <w:szCs w:val="28"/>
          </w:rPr>
          <w:t>электронной подписью</w:t>
        </w:r>
      </w:hyperlink>
      <w:r w:rsidRPr="00064507">
        <w:rPr>
          <w:rFonts w:ascii="Times New Roman" w:hAnsi="Times New Roman" w:cs="Times New Roman"/>
          <w:sz w:val="28"/>
          <w:szCs w:val="28"/>
        </w:rPr>
        <w:t xml:space="preserve"> в соответствии с законодательством Российской Федерации.</w:t>
      </w:r>
    </w:p>
    <w:p w:rsidR="00AB1C99" w:rsidRPr="00064507" w:rsidRDefault="00AB1C99" w:rsidP="001041D8">
      <w:pPr>
        <w:ind w:firstLine="720"/>
        <w:jc w:val="both"/>
        <w:rPr>
          <w:rFonts w:ascii="Times New Roman" w:hAnsi="Times New Roman" w:cs="Times New Roman"/>
          <w:sz w:val="28"/>
          <w:szCs w:val="28"/>
        </w:rPr>
      </w:pPr>
      <w:r w:rsidRPr="00064507">
        <w:rPr>
          <w:rFonts w:ascii="Times New Roman" w:hAnsi="Times New Roman" w:cs="Times New Roman"/>
          <w:sz w:val="28"/>
          <w:szCs w:val="28"/>
        </w:rPr>
        <w:t>4. В случае, если сведения, указанные в пункте 7 настоящих Правил,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к оператору или направить ему повторный запрос в целях получения сведений, указанных в пункте настоящих правил, и ознакомления с такими персональными данными не ранее чем через 30 (тридцать) дней после первоначального обращения или направления первоначального запроса, если более короткий срок не установлен федеральным законом, принятым в соответствии с ним нормативным правовым актом или договором, стороной которого либо выгодоприобретателем или поручителем по которому является субъект персональных данных.</w:t>
      </w:r>
    </w:p>
    <w:p w:rsidR="00AB1C99" w:rsidRPr="00064507" w:rsidRDefault="00AB1C99" w:rsidP="001041D8">
      <w:pPr>
        <w:ind w:firstLine="720"/>
        <w:jc w:val="both"/>
        <w:rPr>
          <w:rFonts w:ascii="Times New Roman" w:hAnsi="Times New Roman" w:cs="Times New Roman"/>
          <w:sz w:val="28"/>
          <w:szCs w:val="28"/>
        </w:rPr>
      </w:pPr>
      <w:r w:rsidRPr="00064507">
        <w:rPr>
          <w:rFonts w:ascii="Times New Roman" w:hAnsi="Times New Roman" w:cs="Times New Roman"/>
          <w:sz w:val="28"/>
          <w:szCs w:val="28"/>
        </w:rPr>
        <w:t>5. Субъект персональных данных вправе обратиться повторно к оператору или направить ему повторный запрос в целях получения сведений, указанных в пункте 7 настоящих Правил, а также в целях ознакомления с обрабатываемыми персональными данными до истечения срока, указанного в пункте 4 настоящих Правил, в случае, если такие сведения и (или) обрабатываемые персональные данные не были предоставлены ему для ознакомления в полном объеме по результатам рассмотрения первоначального обращения. Повторный запрос наряду со сведениями, указанными в пункте 3 настоящих Правил, должен содержать обоснование направления повторного запроса.</w:t>
      </w:r>
    </w:p>
    <w:p w:rsidR="00AB1C99" w:rsidRPr="00064507" w:rsidRDefault="00AB1C99" w:rsidP="001041D8">
      <w:pPr>
        <w:ind w:firstLine="720"/>
        <w:jc w:val="both"/>
        <w:rPr>
          <w:rFonts w:ascii="Times New Roman" w:hAnsi="Times New Roman" w:cs="Times New Roman"/>
          <w:sz w:val="28"/>
          <w:szCs w:val="28"/>
        </w:rPr>
      </w:pPr>
      <w:r w:rsidRPr="00064507">
        <w:rPr>
          <w:rFonts w:ascii="Times New Roman" w:hAnsi="Times New Roman" w:cs="Times New Roman"/>
          <w:sz w:val="28"/>
          <w:szCs w:val="28"/>
        </w:rPr>
        <w:t>6. Оператор вправе отказать субъекту персональных данных в выполнении повторного запроса, не соответствующего условиям, предусмотренным пунктами 4 и 5 настоящих Правил. Такой отказ должен быть мотивированным. Обязанность представления доказательств обоснованности отказа в выполнении повторного запроса лежит на операторе.</w:t>
      </w:r>
    </w:p>
    <w:p w:rsidR="00AB1C99" w:rsidRPr="00064507" w:rsidRDefault="00AB1C99" w:rsidP="001041D8">
      <w:pPr>
        <w:ind w:firstLine="720"/>
        <w:jc w:val="both"/>
        <w:rPr>
          <w:rFonts w:ascii="Times New Roman" w:hAnsi="Times New Roman" w:cs="Times New Roman"/>
          <w:sz w:val="28"/>
          <w:szCs w:val="28"/>
        </w:rPr>
      </w:pPr>
      <w:r w:rsidRPr="00064507">
        <w:rPr>
          <w:rFonts w:ascii="Times New Roman" w:hAnsi="Times New Roman" w:cs="Times New Roman"/>
          <w:sz w:val="28"/>
          <w:szCs w:val="28"/>
        </w:rPr>
        <w:t>7. Субъект персональных данных имеет право на получение информации, касающейся обработки его персональных данных, в том числе содержащей:</w:t>
      </w:r>
    </w:p>
    <w:p w:rsidR="00AB1C99" w:rsidRPr="00064507" w:rsidRDefault="00AB1C99" w:rsidP="001041D8">
      <w:pPr>
        <w:ind w:firstLine="720"/>
        <w:jc w:val="both"/>
        <w:rPr>
          <w:rFonts w:ascii="Times New Roman" w:hAnsi="Times New Roman" w:cs="Times New Roman"/>
          <w:sz w:val="28"/>
          <w:szCs w:val="28"/>
        </w:rPr>
      </w:pPr>
      <w:r w:rsidRPr="00064507">
        <w:rPr>
          <w:rFonts w:ascii="Times New Roman" w:hAnsi="Times New Roman" w:cs="Times New Roman"/>
          <w:sz w:val="28"/>
          <w:szCs w:val="28"/>
        </w:rPr>
        <w:t>1) подтверждение факта обработки персональных данных оператором;</w:t>
      </w:r>
    </w:p>
    <w:p w:rsidR="00AB1C99" w:rsidRPr="00064507" w:rsidRDefault="00AB1C99" w:rsidP="001041D8">
      <w:pPr>
        <w:ind w:firstLine="720"/>
        <w:jc w:val="both"/>
        <w:rPr>
          <w:rFonts w:ascii="Times New Roman" w:hAnsi="Times New Roman" w:cs="Times New Roman"/>
          <w:sz w:val="28"/>
          <w:szCs w:val="28"/>
        </w:rPr>
      </w:pPr>
      <w:r w:rsidRPr="00064507">
        <w:rPr>
          <w:rFonts w:ascii="Times New Roman" w:hAnsi="Times New Roman" w:cs="Times New Roman"/>
          <w:sz w:val="28"/>
          <w:szCs w:val="28"/>
        </w:rPr>
        <w:t>2) правовые основания и цели обработки персональных данных;</w:t>
      </w:r>
    </w:p>
    <w:p w:rsidR="00AB1C99" w:rsidRPr="00064507" w:rsidRDefault="00AB1C99" w:rsidP="001041D8">
      <w:pPr>
        <w:ind w:firstLine="720"/>
        <w:jc w:val="both"/>
        <w:rPr>
          <w:rFonts w:ascii="Times New Roman" w:hAnsi="Times New Roman" w:cs="Times New Roman"/>
          <w:sz w:val="28"/>
          <w:szCs w:val="28"/>
        </w:rPr>
      </w:pPr>
      <w:r w:rsidRPr="00064507">
        <w:rPr>
          <w:rFonts w:ascii="Times New Roman" w:hAnsi="Times New Roman" w:cs="Times New Roman"/>
          <w:sz w:val="28"/>
          <w:szCs w:val="28"/>
        </w:rPr>
        <w:t>3) цели и применяемые оператором способы обработки персональных данных;</w:t>
      </w:r>
    </w:p>
    <w:p w:rsidR="00AB1C99" w:rsidRPr="00064507" w:rsidRDefault="00AB1C99" w:rsidP="001041D8">
      <w:pPr>
        <w:ind w:firstLine="720"/>
        <w:jc w:val="both"/>
        <w:rPr>
          <w:rFonts w:ascii="Times New Roman" w:hAnsi="Times New Roman" w:cs="Times New Roman"/>
          <w:sz w:val="28"/>
          <w:szCs w:val="28"/>
        </w:rPr>
      </w:pPr>
      <w:r w:rsidRPr="00064507">
        <w:rPr>
          <w:rFonts w:ascii="Times New Roman" w:hAnsi="Times New Roman" w:cs="Times New Roman"/>
          <w:sz w:val="28"/>
          <w:szCs w:val="28"/>
        </w:rPr>
        <w:t>4) наименование и место нахождения оператора, сведения о лицах (за исключением работников оператора),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 от 27.07.2006 № 152-ФЗ «О персональных данных» (далее – федеральный закон);</w:t>
      </w:r>
    </w:p>
    <w:p w:rsidR="00AB1C99" w:rsidRPr="00064507" w:rsidRDefault="00AB1C99" w:rsidP="001041D8">
      <w:pPr>
        <w:ind w:firstLine="720"/>
        <w:jc w:val="both"/>
        <w:rPr>
          <w:rFonts w:ascii="Times New Roman" w:hAnsi="Times New Roman" w:cs="Times New Roman"/>
          <w:sz w:val="28"/>
          <w:szCs w:val="28"/>
        </w:rPr>
      </w:pPr>
      <w:r w:rsidRPr="00064507">
        <w:rPr>
          <w:rFonts w:ascii="Times New Roman" w:hAnsi="Times New Roman" w:cs="Times New Roman"/>
          <w:sz w:val="28"/>
          <w:szCs w:val="28"/>
        </w:rPr>
        <w:t>5) 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AB1C99" w:rsidRPr="00064507" w:rsidRDefault="00AB1C99" w:rsidP="001041D8">
      <w:pPr>
        <w:ind w:firstLine="720"/>
        <w:jc w:val="both"/>
        <w:rPr>
          <w:rFonts w:ascii="Times New Roman" w:hAnsi="Times New Roman" w:cs="Times New Roman"/>
          <w:sz w:val="28"/>
          <w:szCs w:val="28"/>
        </w:rPr>
      </w:pPr>
      <w:r w:rsidRPr="00064507">
        <w:rPr>
          <w:rFonts w:ascii="Times New Roman" w:hAnsi="Times New Roman" w:cs="Times New Roman"/>
          <w:sz w:val="28"/>
          <w:szCs w:val="28"/>
        </w:rPr>
        <w:t>6) сроки обработки персональных данных, в том числе сроки их хранения;</w:t>
      </w:r>
    </w:p>
    <w:p w:rsidR="00AB1C99" w:rsidRPr="00064507" w:rsidRDefault="00AB1C99" w:rsidP="001041D8">
      <w:pPr>
        <w:ind w:firstLine="720"/>
        <w:jc w:val="both"/>
        <w:rPr>
          <w:rFonts w:ascii="Times New Roman" w:hAnsi="Times New Roman" w:cs="Times New Roman"/>
          <w:sz w:val="28"/>
          <w:szCs w:val="28"/>
        </w:rPr>
      </w:pPr>
      <w:r w:rsidRPr="00064507">
        <w:rPr>
          <w:rFonts w:ascii="Times New Roman" w:hAnsi="Times New Roman" w:cs="Times New Roman"/>
          <w:sz w:val="28"/>
          <w:szCs w:val="28"/>
        </w:rPr>
        <w:t>7) порядок осуществления субъектом персональных данных прав, предусмотренных Федеральным законом;</w:t>
      </w:r>
    </w:p>
    <w:p w:rsidR="00AB1C99" w:rsidRPr="00064507" w:rsidRDefault="00AB1C99" w:rsidP="001041D8">
      <w:pPr>
        <w:ind w:firstLine="720"/>
        <w:jc w:val="both"/>
        <w:rPr>
          <w:rFonts w:ascii="Times New Roman" w:hAnsi="Times New Roman" w:cs="Times New Roman"/>
          <w:sz w:val="28"/>
          <w:szCs w:val="28"/>
        </w:rPr>
      </w:pPr>
      <w:r w:rsidRPr="00064507">
        <w:rPr>
          <w:rFonts w:ascii="Times New Roman" w:hAnsi="Times New Roman" w:cs="Times New Roman"/>
          <w:sz w:val="28"/>
          <w:szCs w:val="28"/>
        </w:rPr>
        <w:t>8) наименование или фамилию, имя, отчество и адрес лица, осуществляющего обработку персональных данных по поручению оператора, если обработка поручена или будет поручена такому лицу;</w:t>
      </w:r>
    </w:p>
    <w:p w:rsidR="00AB1C99" w:rsidRPr="00064507" w:rsidRDefault="00AB1C99" w:rsidP="001041D8">
      <w:pPr>
        <w:ind w:firstLine="720"/>
        <w:jc w:val="both"/>
        <w:rPr>
          <w:rFonts w:ascii="Times New Roman" w:hAnsi="Times New Roman" w:cs="Times New Roman"/>
          <w:sz w:val="28"/>
          <w:szCs w:val="28"/>
        </w:rPr>
      </w:pPr>
      <w:r w:rsidRPr="00064507">
        <w:rPr>
          <w:rFonts w:ascii="Times New Roman" w:hAnsi="Times New Roman" w:cs="Times New Roman"/>
          <w:sz w:val="28"/>
          <w:szCs w:val="28"/>
        </w:rPr>
        <w:t>9) иные сведения, предусмотренные Федеральным законом или другими федеральными законами.</w:t>
      </w:r>
    </w:p>
    <w:p w:rsidR="00AB1C99" w:rsidRPr="00064507" w:rsidRDefault="00AB1C99" w:rsidP="001041D8">
      <w:pPr>
        <w:ind w:firstLine="720"/>
        <w:jc w:val="both"/>
        <w:rPr>
          <w:rFonts w:ascii="Times New Roman" w:hAnsi="Times New Roman" w:cs="Times New Roman"/>
          <w:sz w:val="28"/>
          <w:szCs w:val="28"/>
        </w:rPr>
      </w:pPr>
      <w:r w:rsidRPr="00064507">
        <w:rPr>
          <w:rFonts w:ascii="Times New Roman" w:hAnsi="Times New Roman" w:cs="Times New Roman"/>
          <w:sz w:val="28"/>
          <w:szCs w:val="28"/>
        </w:rPr>
        <w:t>8. Право субъекта персональных данных на доступ к его персональным данным может быть ограничено в соответствии с федеральными законами, в том числе если:</w:t>
      </w:r>
    </w:p>
    <w:p w:rsidR="00AB1C99" w:rsidRPr="00064507" w:rsidRDefault="00AB1C99" w:rsidP="001041D8">
      <w:pPr>
        <w:ind w:firstLine="720"/>
        <w:jc w:val="both"/>
        <w:rPr>
          <w:rFonts w:ascii="Times New Roman" w:hAnsi="Times New Roman" w:cs="Times New Roman"/>
          <w:sz w:val="28"/>
          <w:szCs w:val="28"/>
        </w:rPr>
      </w:pPr>
      <w:r w:rsidRPr="00064507">
        <w:rPr>
          <w:rFonts w:ascii="Times New Roman" w:hAnsi="Times New Roman" w:cs="Times New Roman"/>
          <w:sz w:val="28"/>
          <w:szCs w:val="28"/>
        </w:rPr>
        <w:t>1) обработка персональных данных, включая персональные данные, полученные в результате оперативно-разыскной, контрразведывательной и разведывательной деятельности, осуществляется в целях обороны страны, безопасности государства и охраны правопорядка;</w:t>
      </w:r>
    </w:p>
    <w:p w:rsidR="00AB1C99" w:rsidRPr="00064507" w:rsidRDefault="00AB1C99" w:rsidP="001041D8">
      <w:pPr>
        <w:ind w:firstLine="720"/>
        <w:jc w:val="both"/>
        <w:rPr>
          <w:rFonts w:ascii="Times New Roman" w:hAnsi="Times New Roman" w:cs="Times New Roman"/>
          <w:sz w:val="28"/>
          <w:szCs w:val="28"/>
        </w:rPr>
      </w:pPr>
      <w:r w:rsidRPr="00064507">
        <w:rPr>
          <w:rFonts w:ascii="Times New Roman" w:hAnsi="Times New Roman" w:cs="Times New Roman"/>
          <w:sz w:val="28"/>
          <w:szCs w:val="28"/>
        </w:rPr>
        <w:t xml:space="preserve">2) обработка персональных данных осуществляется органами, осуществившими задержание субъекта персональных данных по подозрению в совершении преступления, либо предъявившими субъекту персональных данных обвинение по уголовному делу, либо применившими к субъекту персональных данных меру пресечения до предъявления обвинения, за исключением предусмотренных </w:t>
      </w:r>
      <w:hyperlink r:id="rId6" w:history="1">
        <w:r w:rsidRPr="00064507">
          <w:rPr>
            <w:rStyle w:val="a0"/>
            <w:rFonts w:ascii="Times New Roman" w:hAnsi="Times New Roman"/>
            <w:b w:val="0"/>
            <w:color w:val="auto"/>
            <w:sz w:val="28"/>
            <w:szCs w:val="28"/>
          </w:rPr>
          <w:t>уголовно-процессуальным законодательством</w:t>
        </w:r>
      </w:hyperlink>
      <w:r w:rsidRPr="00064507">
        <w:rPr>
          <w:rFonts w:ascii="Times New Roman" w:hAnsi="Times New Roman" w:cs="Times New Roman"/>
          <w:sz w:val="28"/>
          <w:szCs w:val="28"/>
        </w:rPr>
        <w:t xml:space="preserve"> Российской Федерации случаев, если допускается ознакомление подозреваемого или обвиняемого с такими персональными данными;</w:t>
      </w:r>
    </w:p>
    <w:p w:rsidR="00AB1C99" w:rsidRPr="00064507" w:rsidRDefault="00AB1C99" w:rsidP="001041D8">
      <w:pPr>
        <w:ind w:firstLine="720"/>
        <w:jc w:val="both"/>
        <w:rPr>
          <w:rFonts w:ascii="Times New Roman" w:hAnsi="Times New Roman" w:cs="Times New Roman"/>
          <w:sz w:val="28"/>
          <w:szCs w:val="28"/>
        </w:rPr>
      </w:pPr>
      <w:r w:rsidRPr="00064507">
        <w:rPr>
          <w:rFonts w:ascii="Times New Roman" w:hAnsi="Times New Roman" w:cs="Times New Roman"/>
          <w:sz w:val="28"/>
          <w:szCs w:val="28"/>
        </w:rPr>
        <w:t>3) обработка персональных данных осуществляется в соответствии с законодательством о противодействии легализации (отмыванию) доходов, полученных преступным путем, и финансированию терроризма;</w:t>
      </w:r>
    </w:p>
    <w:p w:rsidR="00AB1C99" w:rsidRPr="00064507" w:rsidRDefault="00AB1C99" w:rsidP="001041D8">
      <w:pPr>
        <w:ind w:firstLine="720"/>
        <w:jc w:val="both"/>
        <w:rPr>
          <w:rFonts w:ascii="Times New Roman" w:hAnsi="Times New Roman" w:cs="Times New Roman"/>
          <w:sz w:val="28"/>
          <w:szCs w:val="28"/>
        </w:rPr>
      </w:pPr>
      <w:r w:rsidRPr="00064507">
        <w:rPr>
          <w:rFonts w:ascii="Times New Roman" w:hAnsi="Times New Roman" w:cs="Times New Roman"/>
          <w:sz w:val="28"/>
          <w:szCs w:val="28"/>
        </w:rPr>
        <w:t>4) доступ субъекта персональных данных к его персональным данным нарушает права и законные интересы третьих лиц;</w:t>
      </w:r>
    </w:p>
    <w:p w:rsidR="00AB1C99" w:rsidRPr="00064507" w:rsidRDefault="00AB1C99" w:rsidP="001041D8">
      <w:pPr>
        <w:ind w:firstLine="720"/>
        <w:jc w:val="both"/>
        <w:rPr>
          <w:rFonts w:ascii="Times New Roman" w:hAnsi="Times New Roman" w:cs="Times New Roman"/>
          <w:sz w:val="28"/>
          <w:szCs w:val="28"/>
        </w:rPr>
      </w:pPr>
      <w:r w:rsidRPr="00064507">
        <w:rPr>
          <w:rFonts w:ascii="Times New Roman" w:hAnsi="Times New Roman" w:cs="Times New Roman"/>
          <w:sz w:val="28"/>
          <w:szCs w:val="28"/>
        </w:rPr>
        <w:t>5) обработка персональных данных осуществляется в случаях, предусмотренных законодательством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AB1C99" w:rsidRPr="00064507" w:rsidRDefault="00AB1C99" w:rsidP="001041D8">
      <w:pPr>
        <w:pStyle w:val="a1"/>
        <w:ind w:left="0" w:firstLine="709"/>
        <w:rPr>
          <w:rFonts w:ascii="Times New Roman" w:hAnsi="Times New Roman" w:cs="Times New Roman"/>
          <w:sz w:val="28"/>
          <w:szCs w:val="28"/>
        </w:rPr>
      </w:pPr>
      <w:r w:rsidRPr="00064507">
        <w:rPr>
          <w:rFonts w:ascii="Times New Roman" w:hAnsi="Times New Roman" w:cs="Times New Roman"/>
          <w:sz w:val="28"/>
          <w:szCs w:val="28"/>
        </w:rPr>
        <w:t>9. Обязанности оператора при обращении к нему субъекта персональных данных либо при получении запроса субъекта персональных данных или его представителя, а также уполномоченного органа по защите прав субъектов персональных данных:</w:t>
      </w:r>
    </w:p>
    <w:p w:rsidR="00AB1C99" w:rsidRPr="00064507" w:rsidRDefault="00AB1C99" w:rsidP="001041D8">
      <w:pPr>
        <w:ind w:firstLine="720"/>
        <w:jc w:val="both"/>
        <w:rPr>
          <w:rFonts w:ascii="Times New Roman" w:hAnsi="Times New Roman" w:cs="Times New Roman"/>
          <w:sz w:val="28"/>
          <w:szCs w:val="28"/>
        </w:rPr>
      </w:pPr>
      <w:bookmarkStart w:id="4" w:name="sub_2001"/>
      <w:r w:rsidRPr="00064507">
        <w:rPr>
          <w:rFonts w:ascii="Times New Roman" w:hAnsi="Times New Roman" w:cs="Times New Roman"/>
          <w:sz w:val="28"/>
          <w:szCs w:val="28"/>
        </w:rPr>
        <w:t>1) Оператор обязан сообщить в порядке, предусмотренном пунктами 1-8 настоящих Правил,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30 (тридцати) дней с даты получения запроса субъекта персональных данных или его представителя.</w:t>
      </w:r>
    </w:p>
    <w:p w:rsidR="00AB1C99" w:rsidRPr="00064507" w:rsidRDefault="00AB1C99" w:rsidP="001041D8">
      <w:pPr>
        <w:ind w:firstLine="720"/>
        <w:jc w:val="both"/>
        <w:rPr>
          <w:rFonts w:ascii="Times New Roman" w:hAnsi="Times New Roman" w:cs="Times New Roman"/>
          <w:sz w:val="28"/>
          <w:szCs w:val="28"/>
        </w:rPr>
      </w:pPr>
      <w:bookmarkStart w:id="5" w:name="sub_2002"/>
      <w:bookmarkEnd w:id="4"/>
      <w:r w:rsidRPr="00064507">
        <w:rPr>
          <w:rFonts w:ascii="Times New Roman" w:hAnsi="Times New Roman" w:cs="Times New Roman"/>
          <w:sz w:val="28"/>
          <w:szCs w:val="28"/>
        </w:rPr>
        <w:t>2) 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оператор обязан дать в письменной форме мотивированный ответ, содержащий ссылку на пункт 8 настоящих Правил, в соответствии с федеральным законом, являющееся основанием для такого отказа, в срок, не превышающий 30 (тридцати) дней со дня обращения субъекта персональных данных или его представителя либо с даты получения запроса субъекта персональных данных или его представителя.</w:t>
      </w:r>
    </w:p>
    <w:p w:rsidR="00AB1C99" w:rsidRPr="00064507" w:rsidRDefault="00AB1C99" w:rsidP="001041D8">
      <w:pPr>
        <w:ind w:firstLine="720"/>
        <w:jc w:val="both"/>
        <w:rPr>
          <w:rFonts w:ascii="Times New Roman" w:hAnsi="Times New Roman" w:cs="Times New Roman"/>
          <w:sz w:val="28"/>
          <w:szCs w:val="28"/>
        </w:rPr>
      </w:pPr>
      <w:bookmarkStart w:id="6" w:name="sub_2003"/>
      <w:bookmarkEnd w:id="5"/>
      <w:r w:rsidRPr="00064507">
        <w:rPr>
          <w:rFonts w:ascii="Times New Roman" w:hAnsi="Times New Roman" w:cs="Times New Roman"/>
          <w:sz w:val="28"/>
          <w:szCs w:val="28"/>
        </w:rPr>
        <w:t>10. Оператор обязан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срок, не превышающий 7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оператор обязан внести в них необходимые изменения. В срок, не превышающий 7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оператор обязан уничтожить такие персональные данные. Оператор обязан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rsidR="00AB1C99" w:rsidRPr="00064507" w:rsidRDefault="00AB1C99" w:rsidP="001041D8">
      <w:pPr>
        <w:ind w:firstLine="720"/>
        <w:jc w:val="both"/>
        <w:rPr>
          <w:rFonts w:ascii="Times New Roman" w:hAnsi="Times New Roman" w:cs="Times New Roman"/>
          <w:sz w:val="28"/>
          <w:szCs w:val="28"/>
        </w:rPr>
      </w:pPr>
      <w:bookmarkStart w:id="7" w:name="sub_2004"/>
      <w:bookmarkEnd w:id="6"/>
      <w:r w:rsidRPr="00064507">
        <w:rPr>
          <w:rFonts w:ascii="Times New Roman" w:hAnsi="Times New Roman" w:cs="Times New Roman"/>
          <w:sz w:val="28"/>
          <w:szCs w:val="28"/>
        </w:rPr>
        <w:t>11. Оператор обязан сообщить в уполномоченный орган по защите прав субъектов персональных данных по запросу этого органа необходимую информацию в течение 30 (тридцати) дней с даты получения такого запроса.</w:t>
      </w:r>
    </w:p>
    <w:bookmarkEnd w:id="7"/>
    <w:p w:rsidR="00AB1C99" w:rsidRPr="00064507" w:rsidRDefault="00AB1C99" w:rsidP="001041D8">
      <w:pPr>
        <w:jc w:val="both"/>
        <w:rPr>
          <w:rFonts w:ascii="Times New Roman" w:hAnsi="Times New Roman" w:cs="Times New Roman"/>
          <w:sz w:val="28"/>
          <w:szCs w:val="28"/>
        </w:rPr>
      </w:pPr>
    </w:p>
    <w:bookmarkEnd w:id="3"/>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Default="00AB1C99" w:rsidP="001041D8">
      <w:pPr>
        <w:jc w:val="both"/>
        <w:rPr>
          <w:rFonts w:ascii="Times New Roman" w:hAnsi="Times New Roman" w:cs="Times New Roman"/>
          <w:sz w:val="28"/>
          <w:szCs w:val="28"/>
        </w:rPr>
      </w:pPr>
    </w:p>
    <w:p w:rsidR="00AB1C99" w:rsidRDefault="00AB1C99" w:rsidP="001041D8">
      <w:pPr>
        <w:jc w:val="both"/>
        <w:rPr>
          <w:rFonts w:ascii="Times New Roman" w:hAnsi="Times New Roman" w:cs="Times New Roman"/>
          <w:sz w:val="28"/>
          <w:szCs w:val="28"/>
        </w:rPr>
      </w:pPr>
    </w:p>
    <w:p w:rsidR="00AB1C99" w:rsidRDefault="00AB1C99" w:rsidP="001041D8">
      <w:pPr>
        <w:jc w:val="both"/>
        <w:rPr>
          <w:rFonts w:ascii="Times New Roman" w:hAnsi="Times New Roman" w:cs="Times New Roman"/>
          <w:sz w:val="28"/>
          <w:szCs w:val="28"/>
        </w:rPr>
      </w:pPr>
    </w:p>
    <w:p w:rsidR="00AB1C99" w:rsidRDefault="00AB1C99" w:rsidP="001041D8">
      <w:pPr>
        <w:jc w:val="both"/>
        <w:rPr>
          <w:rFonts w:ascii="Times New Roman" w:hAnsi="Times New Roman" w:cs="Times New Roman"/>
          <w:sz w:val="28"/>
          <w:szCs w:val="28"/>
        </w:rPr>
      </w:pPr>
    </w:p>
    <w:p w:rsidR="00AB1C99" w:rsidRDefault="00AB1C99" w:rsidP="001041D8">
      <w:pPr>
        <w:jc w:val="both"/>
        <w:rPr>
          <w:rFonts w:ascii="Times New Roman" w:hAnsi="Times New Roman" w:cs="Times New Roman"/>
          <w:sz w:val="28"/>
          <w:szCs w:val="28"/>
        </w:rPr>
      </w:pPr>
    </w:p>
    <w:p w:rsidR="00AB1C99" w:rsidRDefault="00AB1C99" w:rsidP="001041D8">
      <w:pPr>
        <w:jc w:val="both"/>
        <w:rPr>
          <w:rFonts w:ascii="Times New Roman" w:hAnsi="Times New Roman" w:cs="Times New Roman"/>
          <w:sz w:val="28"/>
          <w:szCs w:val="28"/>
        </w:rPr>
      </w:pPr>
    </w:p>
    <w:p w:rsidR="00AB1C99" w:rsidRDefault="00AB1C99" w:rsidP="001041D8">
      <w:pPr>
        <w:jc w:val="both"/>
        <w:rPr>
          <w:rFonts w:ascii="Times New Roman" w:hAnsi="Times New Roman" w:cs="Times New Roman"/>
          <w:sz w:val="28"/>
          <w:szCs w:val="28"/>
        </w:rPr>
      </w:pPr>
    </w:p>
    <w:p w:rsidR="00AB1C99" w:rsidRDefault="00AB1C99" w:rsidP="001041D8">
      <w:pPr>
        <w:jc w:val="both"/>
        <w:rPr>
          <w:rFonts w:ascii="Times New Roman" w:hAnsi="Times New Roman" w:cs="Times New Roman"/>
          <w:sz w:val="28"/>
          <w:szCs w:val="28"/>
        </w:rPr>
      </w:pPr>
    </w:p>
    <w:p w:rsidR="00AB1C99"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ind w:left="6381"/>
        <w:jc w:val="both"/>
        <w:rPr>
          <w:rFonts w:ascii="Times New Roman" w:hAnsi="Times New Roman" w:cs="Times New Roman"/>
          <w:sz w:val="28"/>
          <w:szCs w:val="28"/>
        </w:rPr>
      </w:pPr>
      <w:r w:rsidRPr="00064507">
        <w:rPr>
          <w:rFonts w:ascii="Times New Roman" w:hAnsi="Times New Roman" w:cs="Times New Roman"/>
          <w:sz w:val="28"/>
          <w:szCs w:val="28"/>
        </w:rPr>
        <w:t xml:space="preserve">Приложение № 3 </w:t>
      </w:r>
    </w:p>
    <w:p w:rsidR="00AB1C99" w:rsidRPr="00064507" w:rsidRDefault="00AB1C99" w:rsidP="001041D8">
      <w:pPr>
        <w:ind w:left="6381"/>
        <w:jc w:val="both"/>
        <w:rPr>
          <w:rFonts w:ascii="Times New Roman" w:hAnsi="Times New Roman" w:cs="Times New Roman"/>
          <w:sz w:val="28"/>
          <w:szCs w:val="28"/>
        </w:rPr>
      </w:pPr>
      <w:r w:rsidRPr="00064507">
        <w:rPr>
          <w:rFonts w:ascii="Times New Roman" w:hAnsi="Times New Roman" w:cs="Times New Roman"/>
          <w:sz w:val="28"/>
          <w:szCs w:val="28"/>
        </w:rPr>
        <w:t xml:space="preserve">утверждено Постановлением </w:t>
      </w:r>
    </w:p>
    <w:p w:rsidR="00AB1C99" w:rsidRPr="00064507" w:rsidRDefault="00AB1C99" w:rsidP="001041D8">
      <w:pPr>
        <w:ind w:left="6381"/>
        <w:jc w:val="both"/>
        <w:rPr>
          <w:rFonts w:ascii="Times New Roman" w:hAnsi="Times New Roman" w:cs="Times New Roman"/>
          <w:sz w:val="28"/>
          <w:szCs w:val="28"/>
        </w:rPr>
      </w:pPr>
      <w:r w:rsidRPr="00064507">
        <w:rPr>
          <w:rFonts w:ascii="Times New Roman" w:hAnsi="Times New Roman" w:cs="Times New Roman"/>
          <w:sz w:val="28"/>
          <w:szCs w:val="28"/>
        </w:rPr>
        <w:t>Главы Савкинского сельсовета</w:t>
      </w:r>
    </w:p>
    <w:p w:rsidR="00AB1C99" w:rsidRPr="00064507" w:rsidRDefault="00AB1C99" w:rsidP="001041D8">
      <w:pPr>
        <w:ind w:left="6381"/>
        <w:jc w:val="both"/>
        <w:rPr>
          <w:rFonts w:ascii="Times New Roman" w:hAnsi="Times New Roman" w:cs="Times New Roman"/>
          <w:sz w:val="28"/>
          <w:szCs w:val="28"/>
        </w:rPr>
      </w:pPr>
      <w:r w:rsidRPr="00064507">
        <w:rPr>
          <w:rFonts w:ascii="Times New Roman" w:hAnsi="Times New Roman" w:cs="Times New Roman"/>
          <w:sz w:val="28"/>
          <w:szCs w:val="28"/>
        </w:rPr>
        <w:t>От</w:t>
      </w:r>
      <w:r>
        <w:rPr>
          <w:rFonts w:ascii="Times New Roman" w:hAnsi="Times New Roman" w:cs="Times New Roman"/>
          <w:sz w:val="28"/>
          <w:szCs w:val="28"/>
        </w:rPr>
        <w:t xml:space="preserve"> 13.08.2012</w:t>
      </w:r>
      <w:r w:rsidRPr="00064507">
        <w:rPr>
          <w:rFonts w:ascii="Times New Roman" w:hAnsi="Times New Roman" w:cs="Times New Roman"/>
          <w:sz w:val="28"/>
          <w:szCs w:val="28"/>
        </w:rPr>
        <w:t xml:space="preserve">  №</w:t>
      </w:r>
      <w:r>
        <w:rPr>
          <w:rFonts w:ascii="Times New Roman" w:hAnsi="Times New Roman" w:cs="Times New Roman"/>
          <w:sz w:val="28"/>
          <w:szCs w:val="28"/>
        </w:rPr>
        <w:t>42</w:t>
      </w:r>
      <w:r w:rsidRPr="00064507">
        <w:rPr>
          <w:rFonts w:ascii="Times New Roman" w:hAnsi="Times New Roman" w:cs="Times New Roman"/>
          <w:sz w:val="28"/>
          <w:szCs w:val="28"/>
        </w:rPr>
        <w:t xml:space="preserve"> </w:t>
      </w: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center"/>
        <w:rPr>
          <w:rFonts w:ascii="Times New Roman" w:hAnsi="Times New Roman" w:cs="Times New Roman"/>
          <w:b/>
          <w:sz w:val="28"/>
          <w:szCs w:val="28"/>
        </w:rPr>
      </w:pPr>
      <w:r w:rsidRPr="00064507">
        <w:rPr>
          <w:rFonts w:ascii="Times New Roman" w:hAnsi="Times New Roman" w:cs="Times New Roman"/>
          <w:b/>
          <w:sz w:val="28"/>
          <w:szCs w:val="28"/>
        </w:rPr>
        <w:t>Правила осуществления внутреннего контроля соответствия обработки персональных данных требованиям к защите персональных данных, установленным Федеральным законом «О персональных данных», принятыми в соответствии с ним нормативными правовыми актами и локальными актами оператора</w:t>
      </w:r>
    </w:p>
    <w:p w:rsidR="00AB1C99" w:rsidRPr="00064507" w:rsidRDefault="00AB1C99" w:rsidP="001041D8">
      <w:pPr>
        <w:jc w:val="center"/>
        <w:rPr>
          <w:rFonts w:ascii="Times New Roman" w:hAnsi="Times New Roman" w:cs="Times New Roman"/>
          <w:color w:val="auto"/>
          <w:sz w:val="28"/>
          <w:szCs w:val="28"/>
        </w:rPr>
      </w:pPr>
    </w:p>
    <w:p w:rsidR="00AB1C99" w:rsidRPr="00064507" w:rsidRDefault="00AB1C99" w:rsidP="001041D8">
      <w:pPr>
        <w:numPr>
          <w:ilvl w:val="0"/>
          <w:numId w:val="1"/>
        </w:numPr>
        <w:ind w:left="0" w:firstLine="360"/>
        <w:jc w:val="both"/>
        <w:rPr>
          <w:rFonts w:ascii="Times New Roman" w:hAnsi="Times New Roman" w:cs="Times New Roman"/>
          <w:sz w:val="28"/>
          <w:szCs w:val="28"/>
        </w:rPr>
      </w:pPr>
      <w:r w:rsidRPr="00064507">
        <w:rPr>
          <w:rFonts w:ascii="Times New Roman" w:hAnsi="Times New Roman" w:cs="Times New Roman"/>
          <w:sz w:val="28"/>
          <w:szCs w:val="28"/>
        </w:rPr>
        <w:t xml:space="preserve">Настоящими  Правилами  осуществления внутреннего контроля соответствия обработки персональных данных требованиям к защите персональных данных в администрации Савкинского сельсовета Баганского района Новосибирской области (далее – администрация) определяются процедуры, направленные на выявление и предотвращение нарушений законодательства Российской Федерации в сфере персональных данных; основания, порядок, формы и методы проведения внутреннего контроля соответствия обработки персональных данных требованиям к защите персональных данных. </w:t>
      </w:r>
    </w:p>
    <w:p w:rsidR="00AB1C99" w:rsidRPr="00064507" w:rsidRDefault="00AB1C99" w:rsidP="001041D8">
      <w:pPr>
        <w:numPr>
          <w:ilvl w:val="0"/>
          <w:numId w:val="1"/>
        </w:numPr>
        <w:ind w:left="0" w:firstLine="360"/>
        <w:jc w:val="both"/>
        <w:rPr>
          <w:rFonts w:ascii="Times New Roman" w:hAnsi="Times New Roman" w:cs="Times New Roman"/>
          <w:sz w:val="28"/>
          <w:szCs w:val="28"/>
        </w:rPr>
      </w:pPr>
      <w:r w:rsidRPr="00064507">
        <w:rPr>
          <w:rFonts w:ascii="Times New Roman" w:hAnsi="Times New Roman" w:cs="Times New Roman"/>
          <w:sz w:val="28"/>
          <w:szCs w:val="28"/>
        </w:rPr>
        <w:t>В целях осуществления внутреннего контроля соответствия обработки персональных данных установленным требованиям в администрации организовывается проведение периодических проверок условий обработки персональных данных.</w:t>
      </w:r>
    </w:p>
    <w:p w:rsidR="00AB1C99" w:rsidRPr="00064507" w:rsidRDefault="00AB1C99" w:rsidP="001041D8">
      <w:pPr>
        <w:numPr>
          <w:ilvl w:val="0"/>
          <w:numId w:val="1"/>
        </w:numPr>
        <w:ind w:left="0" w:firstLine="360"/>
        <w:jc w:val="both"/>
        <w:rPr>
          <w:rFonts w:ascii="Times New Roman" w:hAnsi="Times New Roman" w:cs="Times New Roman"/>
          <w:sz w:val="28"/>
          <w:szCs w:val="28"/>
        </w:rPr>
      </w:pPr>
      <w:r w:rsidRPr="00064507">
        <w:rPr>
          <w:rFonts w:ascii="Times New Roman" w:hAnsi="Times New Roman" w:cs="Times New Roman"/>
          <w:sz w:val="28"/>
          <w:szCs w:val="28"/>
        </w:rPr>
        <w:t xml:space="preserve">Проверки осуществляются ответственным за организацию обработки персональных данных либо комиссией, образуемой Распоряжением Главы Савкинского сельсовета. </w:t>
      </w:r>
    </w:p>
    <w:p w:rsidR="00AB1C99" w:rsidRPr="00064507" w:rsidRDefault="00AB1C99" w:rsidP="001041D8">
      <w:pPr>
        <w:numPr>
          <w:ilvl w:val="0"/>
          <w:numId w:val="1"/>
        </w:numPr>
        <w:ind w:left="0" w:firstLine="360"/>
        <w:jc w:val="both"/>
        <w:rPr>
          <w:rFonts w:ascii="Times New Roman" w:hAnsi="Times New Roman" w:cs="Times New Roman"/>
          <w:sz w:val="28"/>
          <w:szCs w:val="28"/>
        </w:rPr>
      </w:pPr>
      <w:r w:rsidRPr="00064507">
        <w:rPr>
          <w:rFonts w:ascii="Times New Roman" w:hAnsi="Times New Roman" w:cs="Times New Roman"/>
          <w:sz w:val="28"/>
          <w:szCs w:val="28"/>
        </w:rPr>
        <w:t>Проверки соответствия обработки персональных данных установленным требованиям проводятся на основании утвержденного Главой сельсовета ежегодного плана осуществления внутреннего контроля соответствия обработки персональных данных установленным требованиям или на основании поступившего в администрацию письменного заявления о нарушениях правил обработки персональных данных (внеплановые проверки). Проведение внеплановой проверки организуется в течение трех рабочих дней с момента поступления соответствующего заявления.</w:t>
      </w:r>
    </w:p>
    <w:p w:rsidR="00AB1C99" w:rsidRPr="00064507" w:rsidRDefault="00AB1C99" w:rsidP="001041D8">
      <w:pPr>
        <w:numPr>
          <w:ilvl w:val="0"/>
          <w:numId w:val="1"/>
        </w:numPr>
        <w:ind w:left="0" w:firstLine="360"/>
        <w:jc w:val="both"/>
        <w:rPr>
          <w:rFonts w:ascii="Times New Roman" w:hAnsi="Times New Roman" w:cs="Times New Roman"/>
          <w:sz w:val="28"/>
          <w:szCs w:val="28"/>
        </w:rPr>
      </w:pPr>
      <w:r w:rsidRPr="00064507">
        <w:rPr>
          <w:rFonts w:ascii="Times New Roman" w:hAnsi="Times New Roman" w:cs="Times New Roman"/>
          <w:sz w:val="28"/>
          <w:szCs w:val="28"/>
        </w:rPr>
        <w:t>При проведении проверки соответствия обработки персональных данных установленным требованиям должны быть полностью, объективно и всесторонне установлены:</w:t>
      </w:r>
    </w:p>
    <w:p w:rsidR="00AB1C99" w:rsidRPr="00064507" w:rsidRDefault="00AB1C99" w:rsidP="001041D8">
      <w:pPr>
        <w:numPr>
          <w:ilvl w:val="0"/>
          <w:numId w:val="4"/>
        </w:numPr>
        <w:tabs>
          <w:tab w:val="left" w:pos="709"/>
        </w:tabs>
        <w:ind w:left="0" w:firstLine="426"/>
        <w:jc w:val="both"/>
        <w:rPr>
          <w:rFonts w:ascii="Times New Roman" w:hAnsi="Times New Roman" w:cs="Times New Roman"/>
          <w:bCs/>
          <w:sz w:val="28"/>
          <w:szCs w:val="28"/>
        </w:rPr>
      </w:pPr>
      <w:r w:rsidRPr="00064507">
        <w:rPr>
          <w:rFonts w:ascii="Times New Roman" w:hAnsi="Times New Roman" w:cs="Times New Roman"/>
          <w:bCs/>
          <w:sz w:val="28"/>
          <w:szCs w:val="28"/>
        </w:rPr>
        <w:t>порядок и условия применения организационных и технических мер по обеспечению безопасности персональных данных при их обработке, необходимых для выполнения требований к защите персональных данных, исполнение которых обеспечивает установленные уровни защищенности персональных данных;</w:t>
      </w:r>
    </w:p>
    <w:p w:rsidR="00AB1C99" w:rsidRPr="00064507" w:rsidRDefault="00AB1C99" w:rsidP="001041D8">
      <w:pPr>
        <w:numPr>
          <w:ilvl w:val="0"/>
          <w:numId w:val="4"/>
        </w:numPr>
        <w:tabs>
          <w:tab w:val="left" w:pos="709"/>
        </w:tabs>
        <w:ind w:left="0" w:firstLine="426"/>
        <w:jc w:val="both"/>
        <w:rPr>
          <w:rFonts w:ascii="Times New Roman" w:hAnsi="Times New Roman" w:cs="Times New Roman"/>
          <w:bCs/>
          <w:sz w:val="28"/>
          <w:szCs w:val="28"/>
        </w:rPr>
      </w:pPr>
      <w:bookmarkStart w:id="8" w:name="sub_1923"/>
      <w:r w:rsidRPr="00064507">
        <w:rPr>
          <w:rFonts w:ascii="Times New Roman" w:hAnsi="Times New Roman" w:cs="Times New Roman"/>
          <w:bCs/>
          <w:sz w:val="28"/>
          <w:szCs w:val="28"/>
        </w:rPr>
        <w:t>порядок и условия применения средств защиты информации;</w:t>
      </w:r>
    </w:p>
    <w:p w:rsidR="00AB1C99" w:rsidRPr="00064507" w:rsidRDefault="00AB1C99" w:rsidP="001041D8">
      <w:pPr>
        <w:numPr>
          <w:ilvl w:val="0"/>
          <w:numId w:val="4"/>
        </w:numPr>
        <w:tabs>
          <w:tab w:val="left" w:pos="709"/>
        </w:tabs>
        <w:ind w:left="0" w:firstLine="426"/>
        <w:jc w:val="both"/>
        <w:rPr>
          <w:rFonts w:ascii="Times New Roman" w:hAnsi="Times New Roman" w:cs="Times New Roman"/>
          <w:bCs/>
          <w:sz w:val="28"/>
          <w:szCs w:val="28"/>
        </w:rPr>
      </w:pPr>
      <w:bookmarkStart w:id="9" w:name="sub_1924"/>
      <w:bookmarkEnd w:id="8"/>
      <w:r w:rsidRPr="00064507">
        <w:rPr>
          <w:rFonts w:ascii="Times New Roman" w:hAnsi="Times New Roman" w:cs="Times New Roman"/>
          <w:bCs/>
          <w:sz w:val="28"/>
          <w:szCs w:val="28"/>
        </w:rPr>
        <w:t>эффективность принимаемых мер по обеспечению безопасности персональных данных до ввода в эксплуатацию информационной системы персональных данных;</w:t>
      </w:r>
    </w:p>
    <w:p w:rsidR="00AB1C99" w:rsidRPr="00064507" w:rsidRDefault="00AB1C99" w:rsidP="001041D8">
      <w:pPr>
        <w:numPr>
          <w:ilvl w:val="0"/>
          <w:numId w:val="4"/>
        </w:numPr>
        <w:tabs>
          <w:tab w:val="left" w:pos="709"/>
        </w:tabs>
        <w:ind w:left="0" w:firstLine="426"/>
        <w:jc w:val="both"/>
        <w:rPr>
          <w:rFonts w:ascii="Times New Roman" w:hAnsi="Times New Roman" w:cs="Times New Roman"/>
          <w:bCs/>
          <w:sz w:val="28"/>
          <w:szCs w:val="28"/>
        </w:rPr>
      </w:pPr>
      <w:bookmarkStart w:id="10" w:name="sub_1925"/>
      <w:bookmarkEnd w:id="9"/>
      <w:r w:rsidRPr="00064507">
        <w:rPr>
          <w:rFonts w:ascii="Times New Roman" w:hAnsi="Times New Roman" w:cs="Times New Roman"/>
          <w:bCs/>
          <w:sz w:val="28"/>
          <w:szCs w:val="28"/>
        </w:rPr>
        <w:t>состояние учета машинных носителей персональных данных;</w:t>
      </w:r>
    </w:p>
    <w:p w:rsidR="00AB1C99" w:rsidRPr="00064507" w:rsidRDefault="00AB1C99" w:rsidP="001041D8">
      <w:pPr>
        <w:numPr>
          <w:ilvl w:val="0"/>
          <w:numId w:val="4"/>
        </w:numPr>
        <w:tabs>
          <w:tab w:val="left" w:pos="709"/>
        </w:tabs>
        <w:ind w:left="0" w:firstLine="426"/>
        <w:jc w:val="both"/>
        <w:rPr>
          <w:rFonts w:ascii="Times New Roman" w:hAnsi="Times New Roman" w:cs="Times New Roman"/>
          <w:bCs/>
          <w:sz w:val="28"/>
          <w:szCs w:val="28"/>
        </w:rPr>
      </w:pPr>
      <w:bookmarkStart w:id="11" w:name="sub_1926"/>
      <w:bookmarkEnd w:id="10"/>
      <w:r w:rsidRPr="00064507">
        <w:rPr>
          <w:rFonts w:ascii="Times New Roman" w:hAnsi="Times New Roman" w:cs="Times New Roman"/>
          <w:bCs/>
          <w:sz w:val="28"/>
          <w:szCs w:val="28"/>
        </w:rPr>
        <w:t>соблюдение правил доступа к персональным данным;</w:t>
      </w:r>
    </w:p>
    <w:p w:rsidR="00AB1C99" w:rsidRPr="00064507" w:rsidRDefault="00AB1C99" w:rsidP="001041D8">
      <w:pPr>
        <w:numPr>
          <w:ilvl w:val="0"/>
          <w:numId w:val="4"/>
        </w:numPr>
        <w:tabs>
          <w:tab w:val="left" w:pos="709"/>
        </w:tabs>
        <w:ind w:left="0" w:firstLine="426"/>
        <w:jc w:val="both"/>
        <w:rPr>
          <w:rFonts w:ascii="Times New Roman" w:hAnsi="Times New Roman" w:cs="Times New Roman"/>
          <w:bCs/>
          <w:sz w:val="28"/>
          <w:szCs w:val="28"/>
        </w:rPr>
      </w:pPr>
      <w:r w:rsidRPr="00064507">
        <w:rPr>
          <w:rFonts w:ascii="Times New Roman" w:hAnsi="Times New Roman" w:cs="Times New Roman"/>
          <w:bCs/>
          <w:sz w:val="28"/>
          <w:szCs w:val="28"/>
        </w:rPr>
        <w:t>наличие (отсутствие) фактов несанкционированного доступа к персональным данным и принятие необходимых мер;</w:t>
      </w:r>
    </w:p>
    <w:p w:rsidR="00AB1C99" w:rsidRPr="00064507" w:rsidRDefault="00AB1C99" w:rsidP="001041D8">
      <w:pPr>
        <w:numPr>
          <w:ilvl w:val="0"/>
          <w:numId w:val="4"/>
        </w:numPr>
        <w:tabs>
          <w:tab w:val="left" w:pos="709"/>
        </w:tabs>
        <w:ind w:left="0" w:firstLine="426"/>
        <w:jc w:val="both"/>
        <w:rPr>
          <w:rFonts w:ascii="Times New Roman" w:hAnsi="Times New Roman" w:cs="Times New Roman"/>
          <w:bCs/>
          <w:sz w:val="28"/>
          <w:szCs w:val="28"/>
        </w:rPr>
      </w:pPr>
      <w:bookmarkStart w:id="12" w:name="sub_1927"/>
      <w:bookmarkEnd w:id="11"/>
      <w:r w:rsidRPr="00064507">
        <w:rPr>
          <w:rFonts w:ascii="Times New Roman" w:hAnsi="Times New Roman" w:cs="Times New Roman"/>
          <w:bCs/>
          <w:sz w:val="28"/>
          <w:szCs w:val="28"/>
        </w:rPr>
        <w:t>мероприятия по восстановлению персональных данных, модифицированных или уничтоженных вследствие несанкционированного доступа к ним;</w:t>
      </w:r>
    </w:p>
    <w:p w:rsidR="00AB1C99" w:rsidRPr="00064507" w:rsidRDefault="00AB1C99" w:rsidP="001041D8">
      <w:pPr>
        <w:numPr>
          <w:ilvl w:val="0"/>
          <w:numId w:val="3"/>
        </w:numPr>
        <w:tabs>
          <w:tab w:val="left" w:pos="709"/>
        </w:tabs>
        <w:ind w:left="0" w:firstLine="426"/>
        <w:jc w:val="both"/>
        <w:rPr>
          <w:rFonts w:ascii="Times New Roman" w:hAnsi="Times New Roman" w:cs="Times New Roman"/>
          <w:sz w:val="28"/>
          <w:szCs w:val="28"/>
        </w:rPr>
      </w:pPr>
      <w:bookmarkStart w:id="13" w:name="sub_1928"/>
      <w:bookmarkEnd w:id="12"/>
      <w:r w:rsidRPr="00064507">
        <w:rPr>
          <w:rFonts w:ascii="Times New Roman" w:hAnsi="Times New Roman" w:cs="Times New Roman"/>
          <w:bCs/>
          <w:sz w:val="28"/>
          <w:szCs w:val="28"/>
        </w:rPr>
        <w:t>осуществление мероприятий по обеспечению целостности персональных данных.</w:t>
      </w:r>
      <w:bookmarkEnd w:id="13"/>
    </w:p>
    <w:p w:rsidR="00AB1C99" w:rsidRPr="00064507" w:rsidRDefault="00AB1C99" w:rsidP="001041D8">
      <w:pPr>
        <w:numPr>
          <w:ilvl w:val="0"/>
          <w:numId w:val="1"/>
        </w:numPr>
        <w:ind w:left="0" w:firstLine="360"/>
        <w:jc w:val="both"/>
        <w:rPr>
          <w:rFonts w:ascii="Times New Roman" w:hAnsi="Times New Roman" w:cs="Times New Roman"/>
          <w:sz w:val="28"/>
          <w:szCs w:val="28"/>
        </w:rPr>
      </w:pPr>
      <w:bookmarkStart w:id="14" w:name="sub_2303"/>
      <w:r w:rsidRPr="00064507">
        <w:rPr>
          <w:rFonts w:ascii="Times New Roman" w:hAnsi="Times New Roman" w:cs="Times New Roman"/>
          <w:sz w:val="28"/>
          <w:szCs w:val="28"/>
        </w:rPr>
        <w:t>Ответственный за организацию обработки персональных данных в администрации (комиссия) имеет право:</w:t>
      </w:r>
    </w:p>
    <w:p w:rsidR="00AB1C99" w:rsidRPr="00064507" w:rsidRDefault="00AB1C99" w:rsidP="001041D8">
      <w:pPr>
        <w:numPr>
          <w:ilvl w:val="0"/>
          <w:numId w:val="2"/>
        </w:numPr>
        <w:ind w:left="0" w:firstLine="284"/>
        <w:jc w:val="both"/>
        <w:rPr>
          <w:rFonts w:ascii="Times New Roman" w:hAnsi="Times New Roman" w:cs="Times New Roman"/>
          <w:sz w:val="28"/>
          <w:szCs w:val="28"/>
        </w:rPr>
      </w:pPr>
      <w:bookmarkStart w:id="15" w:name="sub_23031"/>
      <w:bookmarkEnd w:id="14"/>
      <w:r w:rsidRPr="00064507">
        <w:rPr>
          <w:rFonts w:ascii="Times New Roman" w:hAnsi="Times New Roman" w:cs="Times New Roman"/>
          <w:sz w:val="28"/>
          <w:szCs w:val="28"/>
        </w:rPr>
        <w:t>запрашивать у сотрудников администрации информацию, необходимую для реализации полномочий;</w:t>
      </w:r>
    </w:p>
    <w:p w:rsidR="00AB1C99" w:rsidRPr="00064507" w:rsidRDefault="00AB1C99" w:rsidP="001041D8">
      <w:pPr>
        <w:numPr>
          <w:ilvl w:val="0"/>
          <w:numId w:val="2"/>
        </w:numPr>
        <w:ind w:left="0" w:firstLine="284"/>
        <w:jc w:val="both"/>
        <w:rPr>
          <w:rFonts w:ascii="Times New Roman" w:hAnsi="Times New Roman" w:cs="Times New Roman"/>
          <w:sz w:val="28"/>
          <w:szCs w:val="28"/>
        </w:rPr>
      </w:pPr>
      <w:bookmarkStart w:id="16" w:name="sub_23033"/>
      <w:bookmarkEnd w:id="15"/>
      <w:r w:rsidRPr="00064507">
        <w:rPr>
          <w:rFonts w:ascii="Times New Roman" w:hAnsi="Times New Roman" w:cs="Times New Roman"/>
          <w:sz w:val="28"/>
          <w:szCs w:val="28"/>
        </w:rPr>
        <w:t>требовать от уполномоченных на обработку персональных данных должностных лиц уточнения, блокирования или уничтожения недостоверных или полученных незаконным путем персональных данных;</w:t>
      </w:r>
    </w:p>
    <w:p w:rsidR="00AB1C99" w:rsidRPr="00064507" w:rsidRDefault="00AB1C99" w:rsidP="001041D8">
      <w:pPr>
        <w:numPr>
          <w:ilvl w:val="0"/>
          <w:numId w:val="2"/>
        </w:numPr>
        <w:ind w:left="0" w:firstLine="284"/>
        <w:jc w:val="both"/>
        <w:rPr>
          <w:rFonts w:ascii="Times New Roman" w:hAnsi="Times New Roman" w:cs="Times New Roman"/>
          <w:sz w:val="28"/>
          <w:szCs w:val="28"/>
        </w:rPr>
      </w:pPr>
      <w:bookmarkStart w:id="17" w:name="sub_23034"/>
      <w:bookmarkEnd w:id="16"/>
      <w:r w:rsidRPr="00064507">
        <w:rPr>
          <w:rFonts w:ascii="Times New Roman" w:hAnsi="Times New Roman" w:cs="Times New Roman"/>
          <w:sz w:val="28"/>
          <w:szCs w:val="28"/>
        </w:rPr>
        <w:t>принимать меры по приостановлению или прекращению обработки персональных данных, осуществляемой с нарушением требований законодательства Российской Федерации;</w:t>
      </w:r>
    </w:p>
    <w:p w:rsidR="00AB1C99" w:rsidRPr="00064507" w:rsidRDefault="00AB1C99" w:rsidP="001041D8">
      <w:pPr>
        <w:numPr>
          <w:ilvl w:val="0"/>
          <w:numId w:val="2"/>
        </w:numPr>
        <w:ind w:left="0" w:firstLine="284"/>
        <w:jc w:val="both"/>
        <w:rPr>
          <w:rFonts w:ascii="Times New Roman" w:hAnsi="Times New Roman" w:cs="Times New Roman"/>
          <w:sz w:val="28"/>
          <w:szCs w:val="28"/>
        </w:rPr>
      </w:pPr>
      <w:bookmarkStart w:id="18" w:name="sub_23038"/>
      <w:bookmarkEnd w:id="17"/>
      <w:r w:rsidRPr="00064507">
        <w:rPr>
          <w:rFonts w:ascii="Times New Roman" w:hAnsi="Times New Roman" w:cs="Times New Roman"/>
          <w:sz w:val="28"/>
          <w:szCs w:val="28"/>
        </w:rPr>
        <w:t>вносить Главе сельсовета предложения о совершенствовании правового, технического и организационного регулирования обеспечения безопасности персональных данных при их обработке;</w:t>
      </w:r>
      <w:bookmarkStart w:id="19" w:name="sub_23039"/>
      <w:bookmarkEnd w:id="18"/>
    </w:p>
    <w:p w:rsidR="00AB1C99" w:rsidRPr="00064507" w:rsidRDefault="00AB1C99" w:rsidP="001041D8">
      <w:pPr>
        <w:numPr>
          <w:ilvl w:val="0"/>
          <w:numId w:val="2"/>
        </w:numPr>
        <w:ind w:left="0" w:firstLine="284"/>
        <w:jc w:val="both"/>
        <w:rPr>
          <w:rFonts w:ascii="Times New Roman" w:hAnsi="Times New Roman" w:cs="Times New Roman"/>
          <w:sz w:val="28"/>
          <w:szCs w:val="28"/>
        </w:rPr>
      </w:pPr>
      <w:r w:rsidRPr="00064507">
        <w:rPr>
          <w:rFonts w:ascii="Times New Roman" w:hAnsi="Times New Roman" w:cs="Times New Roman"/>
          <w:sz w:val="28"/>
          <w:szCs w:val="28"/>
        </w:rPr>
        <w:t>вносить Главе сельсовета предложения о привлечении к дисциплинарной ответственности лиц, виновных в нарушении законодательства Российской Федерации в отношении обработки персональных данных.</w:t>
      </w:r>
    </w:p>
    <w:p w:rsidR="00AB1C99" w:rsidRPr="00064507" w:rsidRDefault="00AB1C99" w:rsidP="001041D8">
      <w:pPr>
        <w:numPr>
          <w:ilvl w:val="0"/>
          <w:numId w:val="1"/>
        </w:numPr>
        <w:ind w:left="0" w:firstLine="360"/>
        <w:jc w:val="both"/>
        <w:rPr>
          <w:rFonts w:ascii="Times New Roman" w:hAnsi="Times New Roman" w:cs="Times New Roman"/>
          <w:sz w:val="28"/>
          <w:szCs w:val="28"/>
        </w:rPr>
      </w:pPr>
      <w:bookmarkStart w:id="20" w:name="sub_2304"/>
      <w:bookmarkEnd w:id="19"/>
      <w:r w:rsidRPr="00064507">
        <w:rPr>
          <w:rFonts w:ascii="Times New Roman" w:hAnsi="Times New Roman" w:cs="Times New Roman"/>
          <w:sz w:val="28"/>
          <w:szCs w:val="28"/>
        </w:rPr>
        <w:t xml:space="preserve"> В отношении персональных данных, ставших известными ответственному за организацию обработки персональных данных в администрации (комиссии) в ходе проведения мероприятий внутреннего контроля, должна обеспечиваться конфиденциальность персональных данных.</w:t>
      </w:r>
    </w:p>
    <w:bookmarkEnd w:id="20"/>
    <w:p w:rsidR="00AB1C99" w:rsidRPr="00064507" w:rsidRDefault="00AB1C99" w:rsidP="001041D8">
      <w:pPr>
        <w:numPr>
          <w:ilvl w:val="0"/>
          <w:numId w:val="1"/>
        </w:numPr>
        <w:ind w:left="0" w:firstLine="360"/>
        <w:jc w:val="both"/>
        <w:rPr>
          <w:rFonts w:ascii="Times New Roman" w:hAnsi="Times New Roman" w:cs="Times New Roman"/>
          <w:sz w:val="28"/>
          <w:szCs w:val="28"/>
        </w:rPr>
      </w:pPr>
      <w:r w:rsidRPr="00064507">
        <w:rPr>
          <w:rFonts w:ascii="Times New Roman" w:hAnsi="Times New Roman" w:cs="Times New Roman"/>
          <w:sz w:val="28"/>
          <w:szCs w:val="28"/>
        </w:rPr>
        <w:t xml:space="preserve"> Проверка должна быть завершена не позднее чем через месяц со дня принятия решения о её проведении. О результатах проведенной проверки и мерах, необходимых для устранения выявленных нарушений, Главе сельсовета докладывает ответственный за организацию обработки персональных данных либо председатель комиссии, в форме письменного заключения.</w:t>
      </w:r>
    </w:p>
    <w:p w:rsidR="00AB1C99" w:rsidRPr="00064507" w:rsidRDefault="00AB1C99" w:rsidP="001041D8">
      <w:pPr>
        <w:numPr>
          <w:ilvl w:val="0"/>
          <w:numId w:val="1"/>
        </w:numPr>
        <w:ind w:left="0" w:firstLine="360"/>
        <w:jc w:val="both"/>
        <w:rPr>
          <w:rFonts w:ascii="Times New Roman" w:hAnsi="Times New Roman" w:cs="Times New Roman"/>
          <w:sz w:val="28"/>
          <w:szCs w:val="28"/>
        </w:rPr>
      </w:pPr>
      <w:r w:rsidRPr="00064507">
        <w:rPr>
          <w:rFonts w:ascii="Times New Roman" w:hAnsi="Times New Roman" w:cs="Times New Roman"/>
          <w:sz w:val="28"/>
          <w:szCs w:val="28"/>
        </w:rPr>
        <w:t xml:space="preserve"> Глава сельсовета, назначивший внеплановую проверку, обязан контролировать своевременность и правильность её проведения.</w:t>
      </w: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Default="00AB1C99" w:rsidP="001041D8">
      <w:pPr>
        <w:ind w:left="6381"/>
        <w:jc w:val="both"/>
        <w:rPr>
          <w:rFonts w:ascii="Times New Roman" w:hAnsi="Times New Roman" w:cs="Times New Roman"/>
          <w:color w:val="auto"/>
          <w:sz w:val="28"/>
          <w:szCs w:val="28"/>
        </w:rPr>
      </w:pPr>
    </w:p>
    <w:p w:rsidR="00AB1C99" w:rsidRPr="00064507" w:rsidRDefault="00AB1C99" w:rsidP="001041D8">
      <w:pPr>
        <w:ind w:left="6381"/>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 xml:space="preserve">Приложение № 4 </w:t>
      </w:r>
    </w:p>
    <w:p w:rsidR="00AB1C99" w:rsidRPr="00064507" w:rsidRDefault="00AB1C99" w:rsidP="001041D8">
      <w:pPr>
        <w:ind w:left="6381"/>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 xml:space="preserve">утверждено Постановлением </w:t>
      </w:r>
    </w:p>
    <w:p w:rsidR="00AB1C99" w:rsidRPr="00064507" w:rsidRDefault="00AB1C99" w:rsidP="001041D8">
      <w:pPr>
        <w:ind w:left="6381"/>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 xml:space="preserve">Главы Савкинского сельсовета </w:t>
      </w:r>
    </w:p>
    <w:p w:rsidR="00AB1C99" w:rsidRPr="00064507" w:rsidRDefault="00AB1C99" w:rsidP="001041D8">
      <w:pPr>
        <w:ind w:left="6381"/>
        <w:jc w:val="both"/>
        <w:rPr>
          <w:rFonts w:ascii="Times New Roman" w:hAnsi="Times New Roman" w:cs="Times New Roman"/>
          <w:sz w:val="28"/>
          <w:szCs w:val="28"/>
        </w:rPr>
      </w:pPr>
      <w:r w:rsidRPr="00064507">
        <w:rPr>
          <w:rFonts w:ascii="Times New Roman" w:hAnsi="Times New Roman" w:cs="Times New Roman"/>
          <w:sz w:val="28"/>
          <w:szCs w:val="28"/>
        </w:rPr>
        <w:t xml:space="preserve">от </w:t>
      </w:r>
      <w:r>
        <w:rPr>
          <w:rFonts w:ascii="Times New Roman" w:hAnsi="Times New Roman" w:cs="Times New Roman"/>
          <w:sz w:val="28"/>
          <w:szCs w:val="28"/>
        </w:rPr>
        <w:t>13.08.2012</w:t>
      </w:r>
      <w:r w:rsidRPr="00064507">
        <w:rPr>
          <w:rFonts w:ascii="Times New Roman" w:hAnsi="Times New Roman" w:cs="Times New Roman"/>
          <w:sz w:val="28"/>
          <w:szCs w:val="28"/>
        </w:rPr>
        <w:t xml:space="preserve"> №</w:t>
      </w:r>
      <w:r>
        <w:rPr>
          <w:rFonts w:ascii="Times New Roman" w:hAnsi="Times New Roman" w:cs="Times New Roman"/>
          <w:sz w:val="28"/>
          <w:szCs w:val="28"/>
        </w:rPr>
        <w:t>42</w:t>
      </w:r>
      <w:r w:rsidRPr="00064507">
        <w:rPr>
          <w:rFonts w:ascii="Times New Roman" w:hAnsi="Times New Roman" w:cs="Times New Roman"/>
          <w:sz w:val="28"/>
          <w:szCs w:val="28"/>
        </w:rPr>
        <w:t xml:space="preserve"> </w:t>
      </w:r>
    </w:p>
    <w:p w:rsidR="00AB1C99" w:rsidRPr="00064507" w:rsidRDefault="00AB1C99" w:rsidP="001041D8">
      <w:pPr>
        <w:jc w:val="both"/>
        <w:rPr>
          <w:rFonts w:ascii="Times New Roman" w:hAnsi="Times New Roman" w:cs="Times New Roman"/>
          <w:color w:val="auto"/>
          <w:sz w:val="28"/>
          <w:szCs w:val="28"/>
        </w:rPr>
      </w:pPr>
    </w:p>
    <w:p w:rsidR="00AB1C99" w:rsidRPr="00064507" w:rsidRDefault="00AB1C99" w:rsidP="001041D8">
      <w:pPr>
        <w:jc w:val="both"/>
        <w:rPr>
          <w:rFonts w:ascii="Times New Roman" w:hAnsi="Times New Roman" w:cs="Times New Roman"/>
          <w:color w:val="auto"/>
          <w:sz w:val="28"/>
          <w:szCs w:val="28"/>
        </w:rPr>
      </w:pPr>
    </w:p>
    <w:p w:rsidR="00AB1C99" w:rsidRPr="00064507" w:rsidRDefault="00AB1C99" w:rsidP="001041D8">
      <w:pPr>
        <w:jc w:val="both"/>
        <w:rPr>
          <w:rFonts w:ascii="Times New Roman" w:hAnsi="Times New Roman" w:cs="Times New Roman"/>
          <w:color w:val="auto"/>
          <w:sz w:val="28"/>
          <w:szCs w:val="28"/>
        </w:rPr>
      </w:pPr>
    </w:p>
    <w:p w:rsidR="00AB1C99" w:rsidRPr="00064507" w:rsidRDefault="00AB1C99" w:rsidP="001041D8">
      <w:pPr>
        <w:jc w:val="center"/>
        <w:rPr>
          <w:rFonts w:ascii="Times New Roman" w:hAnsi="Times New Roman" w:cs="Times New Roman"/>
          <w:b/>
          <w:color w:val="auto"/>
          <w:sz w:val="28"/>
          <w:szCs w:val="28"/>
        </w:rPr>
      </w:pPr>
      <w:r w:rsidRPr="00064507">
        <w:rPr>
          <w:rFonts w:ascii="Times New Roman" w:hAnsi="Times New Roman" w:cs="Times New Roman"/>
          <w:b/>
          <w:color w:val="auto"/>
          <w:sz w:val="28"/>
          <w:szCs w:val="28"/>
        </w:rPr>
        <w:t>Правила работы с обезличенными данными</w:t>
      </w:r>
    </w:p>
    <w:p w:rsidR="00AB1C99" w:rsidRPr="00064507" w:rsidRDefault="00AB1C99" w:rsidP="001041D8">
      <w:pPr>
        <w:jc w:val="center"/>
        <w:rPr>
          <w:rFonts w:ascii="Times New Roman" w:hAnsi="Times New Roman" w:cs="Times New Roman"/>
          <w:color w:val="auto"/>
          <w:sz w:val="28"/>
          <w:szCs w:val="28"/>
        </w:rPr>
      </w:pPr>
    </w:p>
    <w:p w:rsidR="00AB1C99" w:rsidRPr="00064507" w:rsidRDefault="00AB1C99" w:rsidP="001041D8">
      <w:pPr>
        <w:ind w:firstLine="708"/>
        <w:jc w:val="both"/>
        <w:rPr>
          <w:rFonts w:ascii="Times New Roman" w:hAnsi="Times New Roman" w:cs="Times New Roman"/>
          <w:i/>
          <w:color w:val="auto"/>
          <w:sz w:val="28"/>
          <w:szCs w:val="28"/>
        </w:rPr>
      </w:pPr>
      <w:r w:rsidRPr="00064507">
        <w:rPr>
          <w:rStyle w:val="Strong"/>
          <w:rFonts w:ascii="Times New Roman" w:hAnsi="Times New Roman"/>
          <w:b w:val="0"/>
          <w:bCs/>
          <w:iCs/>
          <w:color w:val="auto"/>
          <w:sz w:val="28"/>
          <w:szCs w:val="28"/>
        </w:rPr>
        <w:t>1. Обезличивание персональных данных</w:t>
      </w:r>
      <w:r w:rsidRPr="00064507">
        <w:rPr>
          <w:rStyle w:val="Emphasis"/>
          <w:rFonts w:ascii="Times New Roman" w:hAnsi="Times New Roman"/>
          <w:i w:val="0"/>
          <w:iCs/>
          <w:color w:val="auto"/>
          <w:sz w:val="28"/>
          <w:szCs w:val="28"/>
        </w:rPr>
        <w:t xml:space="preserve"> – действия, в результате которых невозможно определить принадлежность персональных данных конкретному субъекту персональных данных.</w:t>
      </w:r>
    </w:p>
    <w:p w:rsidR="00AB1C99" w:rsidRPr="00064507" w:rsidRDefault="00AB1C99" w:rsidP="001041D8">
      <w:pPr>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ab/>
        <w:t>2. Способы обезличивания при условии дальнейшей обработки персональных данных:</w:t>
      </w:r>
    </w:p>
    <w:p w:rsidR="00AB1C99" w:rsidRPr="00064507" w:rsidRDefault="00AB1C99" w:rsidP="001041D8">
      <w:pPr>
        <w:numPr>
          <w:ilvl w:val="1"/>
          <w:numId w:val="5"/>
        </w:numPr>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 xml:space="preserve">уменьшение перечня обрабатываемых сведений; </w:t>
      </w:r>
    </w:p>
    <w:p w:rsidR="00AB1C99" w:rsidRPr="00064507" w:rsidRDefault="00AB1C99" w:rsidP="001041D8">
      <w:pPr>
        <w:numPr>
          <w:ilvl w:val="1"/>
          <w:numId w:val="5"/>
        </w:numPr>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 xml:space="preserve">замена части сведений идентификаторами; </w:t>
      </w:r>
    </w:p>
    <w:p w:rsidR="00AB1C99" w:rsidRPr="00064507" w:rsidRDefault="00AB1C99" w:rsidP="001041D8">
      <w:pPr>
        <w:numPr>
          <w:ilvl w:val="1"/>
          <w:numId w:val="5"/>
        </w:numPr>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обобщение – понижение точности некоторых сведений;</w:t>
      </w:r>
    </w:p>
    <w:p w:rsidR="00AB1C99" w:rsidRPr="00064507" w:rsidRDefault="00AB1C99" w:rsidP="001041D8">
      <w:pPr>
        <w:numPr>
          <w:ilvl w:val="1"/>
          <w:numId w:val="5"/>
        </w:numPr>
        <w:ind w:left="0" w:firstLine="709"/>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понижение точности некоторых сведений (например, «Место жительства» может состоять из страны, индекса, города, улицы, дома и квартиры, а может быть указан только город);</w:t>
      </w:r>
    </w:p>
    <w:p w:rsidR="00AB1C99" w:rsidRPr="00064507" w:rsidRDefault="00AB1C99" w:rsidP="001041D8">
      <w:pPr>
        <w:ind w:firstLine="709"/>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2.5. деление сведений на части и обработка в разных информационных системах;</w:t>
      </w:r>
    </w:p>
    <w:p w:rsidR="00AB1C99" w:rsidRPr="00064507" w:rsidRDefault="00AB1C99" w:rsidP="001041D8">
      <w:pPr>
        <w:ind w:firstLine="709"/>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2.6. другие способы.</w:t>
      </w:r>
    </w:p>
    <w:p w:rsidR="00AB1C99" w:rsidRPr="00064507" w:rsidRDefault="00AB1C99" w:rsidP="001041D8">
      <w:pPr>
        <w:ind w:firstLine="709"/>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3. Способом обезличивания в случае достижения целей обработки или в случае утраты необходимости в достижении этих целей является сокращение перечня персональных данных.</w:t>
      </w:r>
    </w:p>
    <w:p w:rsidR="00AB1C99" w:rsidRPr="00064507" w:rsidRDefault="00AB1C99" w:rsidP="001041D8">
      <w:pPr>
        <w:ind w:firstLine="709"/>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4. Для обезличивания персональных данных годятся любые способы явно не запрещенные законодательно.</w:t>
      </w:r>
    </w:p>
    <w:p w:rsidR="00AB1C99" w:rsidRPr="00064507" w:rsidRDefault="00AB1C99" w:rsidP="001041D8">
      <w:pPr>
        <w:ind w:firstLine="709"/>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5. Глава сельсовета принимает решение о необходимости обезличивания персональных данных.</w:t>
      </w:r>
    </w:p>
    <w:p w:rsidR="00AB1C99" w:rsidRPr="00064507" w:rsidRDefault="00AB1C99" w:rsidP="001041D8">
      <w:pPr>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6. Специалист</w:t>
      </w:r>
      <w:r w:rsidRPr="00064507">
        <w:rPr>
          <w:rFonts w:ascii="Times New Roman" w:hAnsi="Times New Roman" w:cs="Times New Roman"/>
          <w:color w:val="auto"/>
          <w:sz w:val="28"/>
          <w:szCs w:val="28"/>
        </w:rPr>
        <w:t>, непосредственно осуществляющий обработку персональных данных, готовит предложения по обезличиванию персональных данных, обоснование такой необходимости и способ обезличивания.</w:t>
      </w:r>
    </w:p>
    <w:p w:rsidR="00AB1C99" w:rsidRPr="00064507" w:rsidRDefault="00AB1C99" w:rsidP="001041D8">
      <w:pPr>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7. Специалисты</w:t>
      </w:r>
      <w:r w:rsidRPr="00064507">
        <w:rPr>
          <w:rFonts w:ascii="Times New Roman" w:hAnsi="Times New Roman" w:cs="Times New Roman"/>
          <w:color w:val="auto"/>
          <w:sz w:val="28"/>
          <w:szCs w:val="28"/>
        </w:rPr>
        <w:t>, обслуживающие базы с персональными данными, совместно с ответственным за организацию обработки персональных данных, осуществляют непосредственное обезличивание выбранным способом.</w:t>
      </w:r>
    </w:p>
    <w:p w:rsidR="00AB1C99" w:rsidRPr="00064507" w:rsidRDefault="00AB1C99" w:rsidP="001041D8">
      <w:pPr>
        <w:ind w:firstLine="709"/>
        <w:jc w:val="both"/>
        <w:rPr>
          <w:rStyle w:val="Strong"/>
          <w:rFonts w:ascii="Times New Roman" w:hAnsi="Times New Roman"/>
          <w:b w:val="0"/>
          <w:color w:val="auto"/>
          <w:sz w:val="28"/>
          <w:szCs w:val="28"/>
        </w:rPr>
      </w:pPr>
      <w:r w:rsidRPr="00064507">
        <w:rPr>
          <w:rStyle w:val="Strong"/>
          <w:rFonts w:ascii="Times New Roman" w:hAnsi="Times New Roman"/>
          <w:b w:val="0"/>
          <w:color w:val="auto"/>
          <w:sz w:val="28"/>
          <w:szCs w:val="28"/>
        </w:rPr>
        <w:t>8. Обезличенные персональные данные не подлежат разглашению и нарушению конфиденциальности.</w:t>
      </w:r>
    </w:p>
    <w:p w:rsidR="00AB1C99" w:rsidRPr="00064507" w:rsidRDefault="00AB1C99" w:rsidP="001041D8">
      <w:pPr>
        <w:ind w:firstLine="709"/>
        <w:jc w:val="both"/>
        <w:rPr>
          <w:rStyle w:val="Strong"/>
          <w:rFonts w:ascii="Times New Roman" w:hAnsi="Times New Roman"/>
          <w:b w:val="0"/>
          <w:color w:val="auto"/>
          <w:sz w:val="28"/>
          <w:szCs w:val="28"/>
        </w:rPr>
      </w:pPr>
      <w:r w:rsidRPr="00064507">
        <w:rPr>
          <w:rStyle w:val="Strong"/>
          <w:rFonts w:ascii="Times New Roman" w:hAnsi="Times New Roman"/>
          <w:b w:val="0"/>
          <w:color w:val="auto"/>
          <w:sz w:val="28"/>
          <w:szCs w:val="28"/>
        </w:rPr>
        <w:t>9. Обезличенные персональные данные могут обрабатываться с использованием и без использования средств автоматизации.</w:t>
      </w:r>
    </w:p>
    <w:p w:rsidR="00AB1C99" w:rsidRPr="00064507" w:rsidRDefault="00AB1C99" w:rsidP="001041D8">
      <w:pPr>
        <w:ind w:firstLine="709"/>
        <w:jc w:val="both"/>
        <w:rPr>
          <w:rStyle w:val="Strong"/>
          <w:rFonts w:ascii="Times New Roman" w:hAnsi="Times New Roman"/>
          <w:b w:val="0"/>
          <w:color w:val="auto"/>
          <w:sz w:val="28"/>
          <w:szCs w:val="28"/>
        </w:rPr>
      </w:pPr>
      <w:r w:rsidRPr="00064507">
        <w:rPr>
          <w:rStyle w:val="Strong"/>
          <w:rFonts w:ascii="Times New Roman" w:hAnsi="Times New Roman"/>
          <w:b w:val="0"/>
          <w:color w:val="auto"/>
          <w:sz w:val="28"/>
          <w:szCs w:val="28"/>
        </w:rPr>
        <w:t>10. При обработке обезличенных персональных данных с использованием средств автоматизации необходимо соблюдение:</w:t>
      </w:r>
    </w:p>
    <w:p w:rsidR="00AB1C99" w:rsidRPr="00064507" w:rsidRDefault="00AB1C99" w:rsidP="001041D8">
      <w:pPr>
        <w:ind w:firstLine="709"/>
        <w:jc w:val="both"/>
        <w:rPr>
          <w:rStyle w:val="Strong"/>
          <w:rFonts w:ascii="Times New Roman" w:hAnsi="Times New Roman"/>
          <w:b w:val="0"/>
          <w:color w:val="auto"/>
          <w:sz w:val="28"/>
          <w:szCs w:val="28"/>
        </w:rPr>
      </w:pPr>
      <w:r w:rsidRPr="00064507">
        <w:rPr>
          <w:rStyle w:val="Strong"/>
          <w:rFonts w:ascii="Times New Roman" w:hAnsi="Times New Roman"/>
          <w:b w:val="0"/>
          <w:color w:val="auto"/>
          <w:sz w:val="28"/>
          <w:szCs w:val="28"/>
        </w:rPr>
        <w:t>10.1. парольной политики;</w:t>
      </w:r>
    </w:p>
    <w:p w:rsidR="00AB1C99" w:rsidRPr="00064507" w:rsidRDefault="00AB1C99" w:rsidP="001041D8">
      <w:pPr>
        <w:ind w:firstLine="709"/>
        <w:jc w:val="both"/>
        <w:rPr>
          <w:rStyle w:val="Strong"/>
          <w:rFonts w:ascii="Times New Roman" w:hAnsi="Times New Roman"/>
          <w:b w:val="0"/>
          <w:color w:val="auto"/>
          <w:sz w:val="28"/>
          <w:szCs w:val="28"/>
        </w:rPr>
      </w:pPr>
      <w:r w:rsidRPr="00064507">
        <w:rPr>
          <w:rStyle w:val="Strong"/>
          <w:rFonts w:ascii="Times New Roman" w:hAnsi="Times New Roman"/>
          <w:b w:val="0"/>
          <w:color w:val="auto"/>
          <w:sz w:val="28"/>
          <w:szCs w:val="28"/>
        </w:rPr>
        <w:t xml:space="preserve">10.2. антивирусной политики; </w:t>
      </w:r>
    </w:p>
    <w:p w:rsidR="00AB1C99" w:rsidRPr="00064507" w:rsidRDefault="00AB1C99" w:rsidP="001041D8">
      <w:pPr>
        <w:ind w:firstLine="709"/>
        <w:jc w:val="both"/>
        <w:rPr>
          <w:rStyle w:val="Strong"/>
          <w:rFonts w:ascii="Times New Roman" w:hAnsi="Times New Roman"/>
          <w:b w:val="0"/>
          <w:color w:val="auto"/>
          <w:sz w:val="28"/>
          <w:szCs w:val="28"/>
        </w:rPr>
      </w:pPr>
      <w:r w:rsidRPr="00064507">
        <w:rPr>
          <w:rStyle w:val="Strong"/>
          <w:rFonts w:ascii="Times New Roman" w:hAnsi="Times New Roman"/>
          <w:b w:val="0"/>
          <w:color w:val="auto"/>
          <w:sz w:val="28"/>
          <w:szCs w:val="28"/>
        </w:rPr>
        <w:t xml:space="preserve">10.3. правил работы со съемными носителями (если они используются); </w:t>
      </w:r>
    </w:p>
    <w:p w:rsidR="00AB1C99" w:rsidRPr="00064507" w:rsidRDefault="00AB1C99" w:rsidP="001041D8">
      <w:pPr>
        <w:ind w:firstLine="709"/>
        <w:jc w:val="both"/>
        <w:rPr>
          <w:rStyle w:val="Strong"/>
          <w:rFonts w:ascii="Times New Roman" w:hAnsi="Times New Roman"/>
          <w:b w:val="0"/>
          <w:color w:val="auto"/>
          <w:sz w:val="28"/>
          <w:szCs w:val="28"/>
        </w:rPr>
      </w:pPr>
      <w:r w:rsidRPr="00064507">
        <w:rPr>
          <w:rStyle w:val="Strong"/>
          <w:rFonts w:ascii="Times New Roman" w:hAnsi="Times New Roman"/>
          <w:b w:val="0"/>
          <w:color w:val="auto"/>
          <w:sz w:val="28"/>
          <w:szCs w:val="28"/>
        </w:rPr>
        <w:t xml:space="preserve">10.4. правил резервного копирования; </w:t>
      </w:r>
    </w:p>
    <w:p w:rsidR="00AB1C99" w:rsidRPr="00064507" w:rsidRDefault="00AB1C99" w:rsidP="001041D8">
      <w:pPr>
        <w:ind w:firstLine="709"/>
        <w:jc w:val="both"/>
        <w:rPr>
          <w:rStyle w:val="Strong"/>
          <w:rFonts w:ascii="Times New Roman" w:hAnsi="Times New Roman"/>
          <w:b w:val="0"/>
          <w:color w:val="auto"/>
          <w:sz w:val="28"/>
          <w:szCs w:val="28"/>
        </w:rPr>
      </w:pPr>
      <w:r w:rsidRPr="00064507">
        <w:rPr>
          <w:rStyle w:val="Strong"/>
          <w:rFonts w:ascii="Times New Roman" w:hAnsi="Times New Roman"/>
          <w:b w:val="0"/>
          <w:color w:val="auto"/>
          <w:sz w:val="28"/>
          <w:szCs w:val="28"/>
        </w:rPr>
        <w:t>10.5. правил доступа в помещения, где расположены элементы информационных систем;</w:t>
      </w:r>
    </w:p>
    <w:p w:rsidR="00AB1C99" w:rsidRPr="00064507" w:rsidRDefault="00AB1C99" w:rsidP="001041D8">
      <w:pPr>
        <w:ind w:firstLine="709"/>
        <w:jc w:val="both"/>
        <w:rPr>
          <w:rStyle w:val="Strong"/>
          <w:rFonts w:ascii="Times New Roman" w:hAnsi="Times New Roman"/>
          <w:b w:val="0"/>
          <w:color w:val="auto"/>
          <w:sz w:val="28"/>
          <w:szCs w:val="28"/>
        </w:rPr>
      </w:pPr>
      <w:r w:rsidRPr="00064507">
        <w:rPr>
          <w:rStyle w:val="Strong"/>
          <w:rFonts w:ascii="Times New Roman" w:hAnsi="Times New Roman"/>
          <w:b w:val="0"/>
          <w:color w:val="auto"/>
          <w:sz w:val="28"/>
          <w:szCs w:val="28"/>
        </w:rPr>
        <w:t xml:space="preserve">11. При обработке обезличенных персональных данных без использования средств автоматизации необходимо соблюдение: </w:t>
      </w:r>
    </w:p>
    <w:p w:rsidR="00AB1C99" w:rsidRPr="00064507" w:rsidRDefault="00AB1C99" w:rsidP="001041D8">
      <w:pPr>
        <w:ind w:firstLine="709"/>
        <w:jc w:val="both"/>
        <w:rPr>
          <w:rStyle w:val="Strong"/>
          <w:rFonts w:ascii="Times New Roman" w:hAnsi="Times New Roman"/>
          <w:b w:val="0"/>
          <w:color w:val="auto"/>
          <w:sz w:val="28"/>
          <w:szCs w:val="28"/>
        </w:rPr>
      </w:pPr>
      <w:r w:rsidRPr="00064507">
        <w:rPr>
          <w:rStyle w:val="Strong"/>
          <w:rFonts w:ascii="Times New Roman" w:hAnsi="Times New Roman"/>
          <w:b w:val="0"/>
          <w:color w:val="auto"/>
          <w:sz w:val="28"/>
          <w:szCs w:val="28"/>
        </w:rPr>
        <w:t xml:space="preserve">11.1. правил хранения бумажных носителей; </w:t>
      </w:r>
    </w:p>
    <w:p w:rsidR="00AB1C99" w:rsidRPr="00064507" w:rsidRDefault="00AB1C99" w:rsidP="001041D8">
      <w:pPr>
        <w:ind w:firstLine="709"/>
        <w:jc w:val="both"/>
        <w:rPr>
          <w:rStyle w:val="Strong"/>
          <w:rFonts w:ascii="Times New Roman" w:hAnsi="Times New Roman"/>
          <w:b w:val="0"/>
          <w:color w:val="auto"/>
          <w:sz w:val="28"/>
          <w:szCs w:val="28"/>
        </w:rPr>
      </w:pPr>
      <w:r w:rsidRPr="00064507">
        <w:rPr>
          <w:rStyle w:val="Strong"/>
          <w:rFonts w:ascii="Times New Roman" w:hAnsi="Times New Roman"/>
          <w:b w:val="0"/>
          <w:color w:val="auto"/>
          <w:sz w:val="28"/>
          <w:szCs w:val="28"/>
        </w:rPr>
        <w:t>11.2. правил доступа к ним и в помещения, где они хранятся.</w:t>
      </w:r>
    </w:p>
    <w:p w:rsidR="00AB1C99" w:rsidRPr="00064507" w:rsidRDefault="00AB1C99" w:rsidP="001041D8">
      <w:pPr>
        <w:jc w:val="both"/>
        <w:rPr>
          <w:rStyle w:val="Strong"/>
          <w:rFonts w:ascii="Times New Roman" w:hAnsi="Times New Roman"/>
          <w:b w:val="0"/>
          <w:color w:val="auto"/>
          <w:sz w:val="28"/>
          <w:szCs w:val="28"/>
        </w:rPr>
      </w:pPr>
    </w:p>
    <w:p w:rsidR="00AB1C99" w:rsidRPr="00064507" w:rsidRDefault="00AB1C99" w:rsidP="001041D8">
      <w:pPr>
        <w:jc w:val="both"/>
        <w:rPr>
          <w:rFonts w:ascii="Times New Roman" w:hAnsi="Times New Roman" w:cs="Times New Roman"/>
          <w:sz w:val="28"/>
          <w:szCs w:val="28"/>
        </w:rPr>
        <w:sectPr w:rsidR="00AB1C99" w:rsidRPr="00064507" w:rsidSect="00906267">
          <w:pgSz w:w="11907" w:h="16839" w:code="9"/>
          <w:pgMar w:top="1134" w:right="567" w:bottom="1134" w:left="1134" w:header="0" w:footer="6" w:gutter="0"/>
          <w:cols w:space="720"/>
          <w:noEndnote/>
          <w:docGrid w:linePitch="360"/>
        </w:sectPr>
      </w:pPr>
    </w:p>
    <w:p w:rsidR="00AB1C99" w:rsidRPr="00064507" w:rsidRDefault="00AB1C99" w:rsidP="001041D8">
      <w:pPr>
        <w:ind w:left="10635"/>
        <w:jc w:val="both"/>
        <w:rPr>
          <w:rFonts w:ascii="Times New Roman" w:hAnsi="Times New Roman" w:cs="Times New Roman"/>
          <w:color w:val="auto"/>
        </w:rPr>
      </w:pPr>
      <w:r w:rsidRPr="00064507">
        <w:rPr>
          <w:rFonts w:ascii="Times New Roman" w:hAnsi="Times New Roman" w:cs="Times New Roman"/>
          <w:color w:val="auto"/>
        </w:rPr>
        <w:t xml:space="preserve">Приложение № 5 </w:t>
      </w:r>
    </w:p>
    <w:p w:rsidR="00AB1C99" w:rsidRPr="00064507" w:rsidRDefault="00AB1C99" w:rsidP="001041D8">
      <w:pPr>
        <w:ind w:left="10635"/>
        <w:jc w:val="both"/>
        <w:rPr>
          <w:rFonts w:ascii="Times New Roman" w:hAnsi="Times New Roman" w:cs="Times New Roman"/>
          <w:color w:val="auto"/>
        </w:rPr>
      </w:pPr>
      <w:r w:rsidRPr="00064507">
        <w:rPr>
          <w:rFonts w:ascii="Times New Roman" w:hAnsi="Times New Roman" w:cs="Times New Roman"/>
          <w:color w:val="auto"/>
        </w:rPr>
        <w:t xml:space="preserve">утверждено Постановлением </w:t>
      </w:r>
    </w:p>
    <w:p w:rsidR="00AB1C99" w:rsidRPr="00064507" w:rsidRDefault="00AB1C99" w:rsidP="001041D8">
      <w:pPr>
        <w:ind w:left="10635"/>
        <w:jc w:val="both"/>
        <w:rPr>
          <w:rFonts w:ascii="Times New Roman" w:hAnsi="Times New Roman" w:cs="Times New Roman"/>
          <w:color w:val="auto"/>
        </w:rPr>
      </w:pPr>
      <w:r w:rsidRPr="00064507">
        <w:rPr>
          <w:rFonts w:ascii="Times New Roman" w:hAnsi="Times New Roman" w:cs="Times New Roman"/>
          <w:color w:val="auto"/>
        </w:rPr>
        <w:t xml:space="preserve">Главы Савкинского сельсовета </w:t>
      </w:r>
    </w:p>
    <w:p w:rsidR="00AB1C99" w:rsidRPr="00064507" w:rsidRDefault="00AB1C99" w:rsidP="001041D8">
      <w:pPr>
        <w:ind w:left="10635"/>
        <w:jc w:val="both"/>
        <w:rPr>
          <w:rFonts w:ascii="Times New Roman" w:hAnsi="Times New Roman" w:cs="Times New Roman"/>
        </w:rPr>
      </w:pPr>
      <w:r w:rsidRPr="00064507">
        <w:rPr>
          <w:rFonts w:ascii="Times New Roman" w:hAnsi="Times New Roman" w:cs="Times New Roman"/>
        </w:rPr>
        <w:t xml:space="preserve">от </w:t>
      </w:r>
      <w:r>
        <w:rPr>
          <w:rFonts w:ascii="Times New Roman" w:hAnsi="Times New Roman" w:cs="Times New Roman"/>
        </w:rPr>
        <w:t>13.08.2012</w:t>
      </w:r>
      <w:r w:rsidRPr="00064507">
        <w:rPr>
          <w:rFonts w:ascii="Times New Roman" w:hAnsi="Times New Roman" w:cs="Times New Roman"/>
        </w:rPr>
        <w:t xml:space="preserve"> № </w:t>
      </w:r>
      <w:r>
        <w:rPr>
          <w:rFonts w:ascii="Times New Roman" w:hAnsi="Times New Roman" w:cs="Times New Roman"/>
        </w:rPr>
        <w:t>42</w:t>
      </w:r>
    </w:p>
    <w:p w:rsidR="00AB1C99" w:rsidRPr="00064507" w:rsidRDefault="00AB1C99" w:rsidP="001041D8">
      <w:pPr>
        <w:jc w:val="both"/>
        <w:rPr>
          <w:rFonts w:ascii="Times New Roman" w:hAnsi="Times New Roman" w:cs="Times New Roman"/>
          <w:color w:val="auto"/>
        </w:rPr>
      </w:pPr>
    </w:p>
    <w:p w:rsidR="00AB1C99" w:rsidRPr="00064507" w:rsidRDefault="00AB1C99" w:rsidP="001041D8">
      <w:pPr>
        <w:jc w:val="center"/>
        <w:rPr>
          <w:rFonts w:ascii="Times New Roman" w:hAnsi="Times New Roman" w:cs="Times New Roman"/>
          <w:b/>
        </w:rPr>
      </w:pPr>
      <w:r w:rsidRPr="00064507">
        <w:rPr>
          <w:rFonts w:ascii="Times New Roman" w:hAnsi="Times New Roman" w:cs="Times New Roman"/>
          <w:b/>
        </w:rPr>
        <w:t xml:space="preserve">Перечень информационных систем персональных данных (ИСПДн)  </w:t>
      </w:r>
    </w:p>
    <w:p w:rsidR="00AB1C99" w:rsidRPr="00064507" w:rsidRDefault="00AB1C99" w:rsidP="00F05BCC">
      <w:pPr>
        <w:jc w:val="center"/>
        <w:rPr>
          <w:rFonts w:ascii="Times New Roman" w:hAnsi="Times New Roman" w:cs="Times New Roman"/>
          <w:b/>
        </w:rPr>
      </w:pPr>
      <w:r w:rsidRPr="00064507">
        <w:rPr>
          <w:rFonts w:ascii="Times New Roman" w:hAnsi="Times New Roman" w:cs="Times New Roman"/>
          <w:b/>
        </w:rPr>
        <w:t>в администрации Савкинского сельсовета</w:t>
      </w:r>
    </w:p>
    <w:p w:rsidR="00AB1C99" w:rsidRPr="00064507" w:rsidRDefault="00AB1C99" w:rsidP="00F05BCC">
      <w:pPr>
        <w:jc w:val="center"/>
        <w:rPr>
          <w:rFonts w:ascii="Times New Roman" w:hAnsi="Times New Roman" w:cs="Times New Roman"/>
          <w:color w:val="auto"/>
        </w:rPr>
      </w:pPr>
      <w:r w:rsidRPr="00064507">
        <w:rPr>
          <w:rFonts w:ascii="Times New Roman" w:hAnsi="Times New Roman" w:cs="Times New Roman"/>
          <w:color w:val="auto"/>
        </w:rPr>
        <w:t xml:space="preserve">Информационная система персональных данных – это совокупность персональных данных, содержащихся в базах данных, а также информационных технологий и технических средств, позволяющих осуществлять обработку таких персональных данных с использованием средств автоматизации. </w:t>
      </w:r>
    </w:p>
    <w:tbl>
      <w:tblPr>
        <w:tblpPr w:leftFromText="180" w:rightFromText="180" w:vertAnchor="text" w:horzAnchor="margin" w:tblpY="30"/>
        <w:tblW w:w="0" w:type="auto"/>
        <w:tblBorders>
          <w:top w:val="single" w:sz="4" w:space="0" w:color="auto"/>
          <w:left w:val="single" w:sz="4" w:space="0" w:color="auto"/>
          <w:bottom w:val="single" w:sz="4" w:space="0" w:color="auto"/>
          <w:right w:val="single" w:sz="4" w:space="0" w:color="auto"/>
        </w:tblBorders>
        <w:tblLayout w:type="fixed"/>
        <w:tblLook w:val="0000"/>
      </w:tblPr>
      <w:tblGrid>
        <w:gridCol w:w="534"/>
        <w:gridCol w:w="1701"/>
        <w:gridCol w:w="3402"/>
        <w:gridCol w:w="1275"/>
        <w:gridCol w:w="1418"/>
        <w:gridCol w:w="1134"/>
        <w:gridCol w:w="1276"/>
        <w:gridCol w:w="1417"/>
        <w:gridCol w:w="992"/>
        <w:gridCol w:w="1560"/>
      </w:tblGrid>
      <w:tr w:rsidR="00AB1C99" w:rsidRPr="00064507" w:rsidTr="00313962">
        <w:tc>
          <w:tcPr>
            <w:tcW w:w="534" w:type="dxa"/>
            <w:vMerge w:val="restart"/>
            <w:tcBorders>
              <w:top w:val="single" w:sz="4" w:space="0" w:color="auto"/>
              <w:bottom w:val="single" w:sz="4" w:space="0" w:color="auto"/>
              <w:right w:val="single" w:sz="4" w:space="0" w:color="auto"/>
            </w:tcBorders>
          </w:tcPr>
          <w:p w:rsidR="00AB1C99" w:rsidRPr="00064507" w:rsidRDefault="00AB1C99" w:rsidP="00313962">
            <w:pPr>
              <w:pStyle w:val="a2"/>
              <w:jc w:val="center"/>
              <w:rPr>
                <w:rFonts w:ascii="Times New Roman" w:hAnsi="Times New Roman" w:cs="Times New Roman"/>
                <w:b/>
              </w:rPr>
            </w:pPr>
            <w:r w:rsidRPr="00064507">
              <w:rPr>
                <w:rFonts w:ascii="Times New Roman" w:hAnsi="Times New Roman" w:cs="Times New Roman"/>
                <w:b/>
              </w:rPr>
              <w:t>N п/п</w:t>
            </w:r>
          </w:p>
        </w:tc>
        <w:tc>
          <w:tcPr>
            <w:tcW w:w="1701" w:type="dxa"/>
            <w:vMerge w:val="restart"/>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jc w:val="center"/>
              <w:rPr>
                <w:rFonts w:ascii="Times New Roman" w:hAnsi="Times New Roman" w:cs="Times New Roman"/>
                <w:b/>
              </w:rPr>
            </w:pPr>
            <w:r w:rsidRPr="00064507">
              <w:rPr>
                <w:rFonts w:ascii="Times New Roman" w:hAnsi="Times New Roman" w:cs="Times New Roman"/>
                <w:b/>
              </w:rPr>
              <w:t>Наименование ИСПДн (ее составной части)</w:t>
            </w:r>
          </w:p>
        </w:tc>
        <w:tc>
          <w:tcPr>
            <w:tcW w:w="3402" w:type="dxa"/>
            <w:vMerge w:val="restart"/>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jc w:val="center"/>
              <w:rPr>
                <w:rFonts w:ascii="Times New Roman" w:hAnsi="Times New Roman" w:cs="Times New Roman"/>
                <w:b/>
              </w:rPr>
            </w:pPr>
            <w:r w:rsidRPr="00064507">
              <w:rPr>
                <w:rFonts w:ascii="Times New Roman" w:hAnsi="Times New Roman" w:cs="Times New Roman"/>
                <w:b/>
              </w:rPr>
              <w:t>Наименование объекта (полное и сокращенное)</w:t>
            </w:r>
          </w:p>
          <w:p w:rsidR="00AB1C99" w:rsidRPr="00064507" w:rsidRDefault="00AB1C99" w:rsidP="00313962">
            <w:pPr>
              <w:pStyle w:val="a2"/>
              <w:jc w:val="center"/>
              <w:rPr>
                <w:rFonts w:ascii="Times New Roman" w:hAnsi="Times New Roman" w:cs="Times New Roman"/>
                <w:b/>
              </w:rPr>
            </w:pPr>
            <w:r w:rsidRPr="00064507">
              <w:rPr>
                <w:rFonts w:ascii="Times New Roman" w:hAnsi="Times New Roman" w:cs="Times New Roman"/>
                <w:b/>
              </w:rPr>
              <w:t>Отраслевая (ведомственная) принадлежность</w:t>
            </w:r>
          </w:p>
          <w:p w:rsidR="00AB1C99" w:rsidRPr="00064507" w:rsidRDefault="00AB1C99" w:rsidP="00313962">
            <w:pPr>
              <w:pStyle w:val="a2"/>
              <w:jc w:val="center"/>
              <w:rPr>
                <w:rFonts w:ascii="Times New Roman" w:hAnsi="Times New Roman" w:cs="Times New Roman"/>
                <w:b/>
              </w:rPr>
            </w:pPr>
            <w:r w:rsidRPr="00064507">
              <w:rPr>
                <w:rFonts w:ascii="Times New Roman" w:hAnsi="Times New Roman" w:cs="Times New Roman"/>
                <w:b/>
              </w:rPr>
              <w:t>Адрес объекта</w:t>
            </w:r>
          </w:p>
        </w:tc>
        <w:tc>
          <w:tcPr>
            <w:tcW w:w="6520" w:type="dxa"/>
            <w:gridSpan w:val="5"/>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jc w:val="center"/>
              <w:rPr>
                <w:rFonts w:ascii="Times New Roman" w:hAnsi="Times New Roman" w:cs="Times New Roman"/>
                <w:b/>
              </w:rPr>
            </w:pPr>
            <w:r w:rsidRPr="00064507">
              <w:rPr>
                <w:rFonts w:ascii="Times New Roman" w:hAnsi="Times New Roman" w:cs="Times New Roman"/>
                <w:b/>
              </w:rPr>
              <w:t>Исходные данные классификации ИСПДн</w:t>
            </w:r>
          </w:p>
        </w:tc>
        <w:tc>
          <w:tcPr>
            <w:tcW w:w="992" w:type="dxa"/>
            <w:vMerge w:val="restart"/>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jc w:val="center"/>
              <w:rPr>
                <w:rFonts w:ascii="Times New Roman" w:hAnsi="Times New Roman" w:cs="Times New Roman"/>
                <w:b/>
                <w:sz w:val="28"/>
                <w:szCs w:val="28"/>
              </w:rPr>
            </w:pPr>
            <w:r w:rsidRPr="00064507">
              <w:rPr>
                <w:rFonts w:ascii="Times New Roman" w:hAnsi="Times New Roman" w:cs="Times New Roman"/>
                <w:b/>
                <w:sz w:val="28"/>
                <w:szCs w:val="28"/>
              </w:rPr>
              <w:t>Класс ИСПДн</w:t>
            </w:r>
            <w:r w:rsidRPr="00064507">
              <w:rPr>
                <w:rFonts w:ascii="Times New Roman" w:hAnsi="Times New Roman" w:cs="Times New Roman"/>
                <w:b/>
                <w:sz w:val="28"/>
                <w:szCs w:val="28"/>
              </w:rPr>
              <w:br/>
            </w:r>
          </w:p>
        </w:tc>
        <w:tc>
          <w:tcPr>
            <w:tcW w:w="1560" w:type="dxa"/>
            <w:vMerge w:val="restart"/>
            <w:tcBorders>
              <w:top w:val="single" w:sz="4" w:space="0" w:color="auto"/>
              <w:left w:val="single" w:sz="4" w:space="0" w:color="auto"/>
              <w:bottom w:val="single" w:sz="4" w:space="0" w:color="auto"/>
            </w:tcBorders>
          </w:tcPr>
          <w:p w:rsidR="00AB1C99" w:rsidRPr="00064507" w:rsidRDefault="00AB1C99" w:rsidP="00313962">
            <w:pPr>
              <w:pStyle w:val="a2"/>
              <w:jc w:val="center"/>
              <w:rPr>
                <w:rFonts w:ascii="Times New Roman" w:hAnsi="Times New Roman" w:cs="Times New Roman"/>
                <w:b/>
                <w:sz w:val="28"/>
                <w:szCs w:val="28"/>
              </w:rPr>
            </w:pPr>
            <w:r w:rsidRPr="00064507">
              <w:rPr>
                <w:rFonts w:ascii="Times New Roman" w:hAnsi="Times New Roman" w:cs="Times New Roman"/>
                <w:b/>
                <w:sz w:val="28"/>
                <w:szCs w:val="28"/>
              </w:rPr>
              <w:t>Примечание</w:t>
            </w:r>
            <w:r w:rsidRPr="00064507">
              <w:rPr>
                <w:rFonts w:ascii="Times New Roman" w:hAnsi="Times New Roman" w:cs="Times New Roman"/>
                <w:b/>
                <w:sz w:val="28"/>
                <w:szCs w:val="28"/>
              </w:rPr>
              <w:br/>
            </w:r>
          </w:p>
        </w:tc>
      </w:tr>
      <w:tr w:rsidR="00AB1C99" w:rsidRPr="00064507" w:rsidTr="00313962">
        <w:tc>
          <w:tcPr>
            <w:tcW w:w="534" w:type="dxa"/>
            <w:vMerge/>
            <w:tcBorders>
              <w:top w:val="single" w:sz="4" w:space="0" w:color="auto"/>
              <w:bottom w:val="single" w:sz="4" w:space="0" w:color="auto"/>
              <w:right w:val="single" w:sz="4" w:space="0" w:color="auto"/>
            </w:tcBorders>
          </w:tcPr>
          <w:p w:rsidR="00AB1C99" w:rsidRPr="00064507" w:rsidRDefault="00AB1C99" w:rsidP="00313962">
            <w:pPr>
              <w:pStyle w:val="a2"/>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rPr>
                <w:rFonts w:ascii="Times New Roman" w:hAnsi="Times New Roman" w:cs="Times New Roman"/>
              </w:rPr>
            </w:pPr>
          </w:p>
        </w:tc>
        <w:tc>
          <w:tcPr>
            <w:tcW w:w="3402" w:type="dxa"/>
            <w:vMerge/>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ind w:left="-108" w:right="-108"/>
              <w:jc w:val="center"/>
              <w:rPr>
                <w:rFonts w:ascii="Times New Roman" w:hAnsi="Times New Roman" w:cs="Times New Roman"/>
                <w:b/>
              </w:rPr>
            </w:pPr>
            <w:r w:rsidRPr="00064507">
              <w:rPr>
                <w:rFonts w:ascii="Times New Roman" w:hAnsi="Times New Roman" w:cs="Times New Roman"/>
                <w:b/>
              </w:rPr>
              <w:t>Структура по ИСПДн</w:t>
            </w:r>
            <w:r w:rsidRPr="00064507">
              <w:rPr>
                <w:rFonts w:ascii="Times New Roman" w:hAnsi="Times New Roman" w:cs="Times New Roman"/>
                <w:b/>
              </w:rPr>
              <w:br/>
            </w:r>
          </w:p>
        </w:tc>
        <w:tc>
          <w:tcPr>
            <w:tcW w:w="1418" w:type="dxa"/>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ind w:left="-108" w:right="-119"/>
              <w:jc w:val="center"/>
              <w:rPr>
                <w:rFonts w:ascii="Times New Roman" w:hAnsi="Times New Roman" w:cs="Times New Roman"/>
                <w:b/>
              </w:rPr>
            </w:pPr>
            <w:r w:rsidRPr="00064507">
              <w:rPr>
                <w:rFonts w:ascii="Times New Roman" w:hAnsi="Times New Roman" w:cs="Times New Roman"/>
                <w:b/>
              </w:rPr>
              <w:t xml:space="preserve">Наличие подключений к ССОП и сетям МИО (Интернет) </w:t>
            </w:r>
          </w:p>
        </w:tc>
        <w:tc>
          <w:tcPr>
            <w:tcW w:w="1134" w:type="dxa"/>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ind w:left="-97" w:right="-149"/>
              <w:jc w:val="center"/>
              <w:rPr>
                <w:rFonts w:ascii="Times New Roman" w:hAnsi="Times New Roman" w:cs="Times New Roman"/>
                <w:b/>
              </w:rPr>
            </w:pPr>
            <w:r w:rsidRPr="00064507">
              <w:rPr>
                <w:rFonts w:ascii="Times New Roman" w:hAnsi="Times New Roman" w:cs="Times New Roman"/>
                <w:b/>
              </w:rPr>
              <w:t>Режим обработки ПДн</w:t>
            </w:r>
            <w:r w:rsidRPr="00064507">
              <w:rPr>
                <w:rFonts w:ascii="Times New Roman" w:hAnsi="Times New Roman" w:cs="Times New Roman"/>
                <w:b/>
              </w:rPr>
              <w:br/>
            </w:r>
          </w:p>
        </w:tc>
        <w:tc>
          <w:tcPr>
            <w:tcW w:w="1276" w:type="dxa"/>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ind w:left="-67" w:right="-108"/>
              <w:jc w:val="center"/>
              <w:rPr>
                <w:rFonts w:ascii="Times New Roman" w:hAnsi="Times New Roman" w:cs="Times New Roman"/>
                <w:b/>
              </w:rPr>
            </w:pPr>
            <w:r w:rsidRPr="00064507">
              <w:rPr>
                <w:rFonts w:ascii="Times New Roman" w:hAnsi="Times New Roman" w:cs="Times New Roman"/>
                <w:b/>
              </w:rPr>
              <w:t>Разграничение доступа пользователей</w:t>
            </w:r>
            <w:r w:rsidRPr="00064507">
              <w:rPr>
                <w:rFonts w:ascii="Times New Roman" w:hAnsi="Times New Roman" w:cs="Times New Roman"/>
                <w:b/>
              </w:rPr>
              <w:br/>
            </w:r>
          </w:p>
        </w:tc>
        <w:tc>
          <w:tcPr>
            <w:tcW w:w="1417" w:type="dxa"/>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ind w:left="-108" w:right="-142"/>
              <w:jc w:val="center"/>
              <w:rPr>
                <w:rFonts w:ascii="Times New Roman" w:hAnsi="Times New Roman" w:cs="Times New Roman"/>
                <w:b/>
              </w:rPr>
            </w:pPr>
            <w:r w:rsidRPr="00064507">
              <w:rPr>
                <w:rFonts w:ascii="Times New Roman" w:hAnsi="Times New Roman" w:cs="Times New Roman"/>
                <w:b/>
              </w:rPr>
              <w:t>Нахождение ИСПДн (ее составных частей) в пределах России</w:t>
            </w:r>
            <w:r w:rsidRPr="00064507">
              <w:rPr>
                <w:rFonts w:ascii="Times New Roman" w:hAnsi="Times New Roman" w:cs="Times New Roman"/>
                <w:b/>
              </w:rPr>
              <w:br/>
            </w:r>
          </w:p>
        </w:tc>
        <w:tc>
          <w:tcPr>
            <w:tcW w:w="992" w:type="dxa"/>
            <w:vMerge/>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rPr>
                <w:rFonts w:ascii="Times New Roman" w:hAnsi="Times New Roman" w:cs="Times New Roman"/>
                <w:sz w:val="28"/>
                <w:szCs w:val="28"/>
              </w:rPr>
            </w:pPr>
          </w:p>
        </w:tc>
        <w:tc>
          <w:tcPr>
            <w:tcW w:w="1560" w:type="dxa"/>
            <w:vMerge/>
            <w:tcBorders>
              <w:top w:val="single" w:sz="4" w:space="0" w:color="auto"/>
              <w:left w:val="single" w:sz="4" w:space="0" w:color="auto"/>
              <w:bottom w:val="single" w:sz="4" w:space="0" w:color="auto"/>
            </w:tcBorders>
          </w:tcPr>
          <w:p w:rsidR="00AB1C99" w:rsidRPr="00064507" w:rsidRDefault="00AB1C99" w:rsidP="00313962">
            <w:pPr>
              <w:pStyle w:val="a2"/>
              <w:rPr>
                <w:rFonts w:ascii="Times New Roman" w:hAnsi="Times New Roman" w:cs="Times New Roman"/>
                <w:sz w:val="28"/>
                <w:szCs w:val="28"/>
              </w:rPr>
            </w:pPr>
          </w:p>
        </w:tc>
      </w:tr>
      <w:tr w:rsidR="00AB1C99" w:rsidRPr="00064507" w:rsidTr="00313962">
        <w:tc>
          <w:tcPr>
            <w:tcW w:w="534" w:type="dxa"/>
            <w:tcBorders>
              <w:top w:val="single" w:sz="4" w:space="0" w:color="auto"/>
              <w:bottom w:val="single" w:sz="4" w:space="0" w:color="auto"/>
              <w:right w:val="single" w:sz="4" w:space="0" w:color="auto"/>
            </w:tcBorders>
          </w:tcPr>
          <w:p w:rsidR="00AB1C99" w:rsidRPr="00064507" w:rsidRDefault="00AB1C99" w:rsidP="00313962">
            <w:pPr>
              <w:pStyle w:val="a2"/>
              <w:jc w:val="center"/>
              <w:rPr>
                <w:rFonts w:ascii="Times New Roman" w:hAnsi="Times New Roman" w:cs="Times New Roman"/>
                <w:b/>
              </w:rPr>
            </w:pPr>
            <w:r w:rsidRPr="00064507">
              <w:rPr>
                <w:rFonts w:ascii="Times New Roman" w:hAnsi="Times New Roman" w:cs="Times New Roman"/>
                <w:b/>
              </w:rPr>
              <w:t>1</w:t>
            </w:r>
          </w:p>
        </w:tc>
        <w:tc>
          <w:tcPr>
            <w:tcW w:w="1701" w:type="dxa"/>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jc w:val="center"/>
              <w:rPr>
                <w:rFonts w:ascii="Times New Roman" w:hAnsi="Times New Roman" w:cs="Times New Roman"/>
                <w:b/>
              </w:rPr>
            </w:pPr>
            <w:r w:rsidRPr="00064507">
              <w:rPr>
                <w:rFonts w:ascii="Times New Roman" w:hAnsi="Times New Roman" w:cs="Times New Roman"/>
                <w:b/>
              </w:rPr>
              <w:t>2</w:t>
            </w:r>
          </w:p>
        </w:tc>
        <w:tc>
          <w:tcPr>
            <w:tcW w:w="3402" w:type="dxa"/>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jc w:val="center"/>
              <w:rPr>
                <w:rFonts w:ascii="Times New Roman" w:hAnsi="Times New Roman" w:cs="Times New Roman"/>
                <w:b/>
              </w:rPr>
            </w:pPr>
            <w:r w:rsidRPr="00064507">
              <w:rPr>
                <w:rFonts w:ascii="Times New Roman" w:hAnsi="Times New Roman" w:cs="Times New Roman"/>
                <w:b/>
              </w:rPr>
              <w:t>3</w:t>
            </w:r>
          </w:p>
        </w:tc>
        <w:tc>
          <w:tcPr>
            <w:tcW w:w="1275" w:type="dxa"/>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jc w:val="center"/>
              <w:rPr>
                <w:rFonts w:ascii="Times New Roman" w:hAnsi="Times New Roman" w:cs="Times New Roman"/>
                <w:b/>
              </w:rPr>
            </w:pPr>
            <w:r w:rsidRPr="00064507">
              <w:rPr>
                <w:rFonts w:ascii="Times New Roman" w:hAnsi="Times New Roman" w:cs="Times New Roman"/>
                <w:b/>
              </w:rPr>
              <w:t>4</w:t>
            </w:r>
          </w:p>
        </w:tc>
        <w:tc>
          <w:tcPr>
            <w:tcW w:w="1418" w:type="dxa"/>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jc w:val="center"/>
              <w:rPr>
                <w:rFonts w:ascii="Times New Roman" w:hAnsi="Times New Roman" w:cs="Times New Roman"/>
                <w:b/>
              </w:rPr>
            </w:pPr>
            <w:r w:rsidRPr="00064507">
              <w:rPr>
                <w:rFonts w:ascii="Times New Roman" w:hAnsi="Times New Roman" w:cs="Times New Roman"/>
                <w:b/>
              </w:rPr>
              <w:t>5</w:t>
            </w:r>
          </w:p>
        </w:tc>
        <w:tc>
          <w:tcPr>
            <w:tcW w:w="1134" w:type="dxa"/>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jc w:val="center"/>
              <w:rPr>
                <w:rFonts w:ascii="Times New Roman" w:hAnsi="Times New Roman" w:cs="Times New Roman"/>
                <w:b/>
              </w:rPr>
            </w:pPr>
            <w:r w:rsidRPr="00064507">
              <w:rPr>
                <w:rFonts w:ascii="Times New Roman" w:hAnsi="Times New Roman" w:cs="Times New Roman"/>
                <w:b/>
              </w:rPr>
              <w:t>6</w:t>
            </w:r>
          </w:p>
        </w:tc>
        <w:tc>
          <w:tcPr>
            <w:tcW w:w="1276" w:type="dxa"/>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jc w:val="center"/>
              <w:rPr>
                <w:rFonts w:ascii="Times New Roman" w:hAnsi="Times New Roman" w:cs="Times New Roman"/>
                <w:b/>
              </w:rPr>
            </w:pPr>
            <w:r w:rsidRPr="00064507">
              <w:rPr>
                <w:rFonts w:ascii="Times New Roman" w:hAnsi="Times New Roman" w:cs="Times New Roman"/>
                <w:b/>
              </w:rPr>
              <w:t>7</w:t>
            </w:r>
          </w:p>
        </w:tc>
        <w:tc>
          <w:tcPr>
            <w:tcW w:w="1417" w:type="dxa"/>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jc w:val="center"/>
              <w:rPr>
                <w:rFonts w:ascii="Times New Roman" w:hAnsi="Times New Roman" w:cs="Times New Roman"/>
                <w:b/>
              </w:rPr>
            </w:pPr>
            <w:r w:rsidRPr="00064507">
              <w:rPr>
                <w:rFonts w:ascii="Times New Roman" w:hAnsi="Times New Roman" w:cs="Times New Roman"/>
                <w:b/>
              </w:rPr>
              <w:t>8</w:t>
            </w:r>
          </w:p>
        </w:tc>
        <w:tc>
          <w:tcPr>
            <w:tcW w:w="992" w:type="dxa"/>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jc w:val="center"/>
              <w:rPr>
                <w:rFonts w:ascii="Times New Roman" w:hAnsi="Times New Roman" w:cs="Times New Roman"/>
                <w:b/>
                <w:sz w:val="28"/>
                <w:szCs w:val="28"/>
              </w:rPr>
            </w:pPr>
            <w:r w:rsidRPr="00064507">
              <w:rPr>
                <w:rFonts w:ascii="Times New Roman" w:hAnsi="Times New Roman" w:cs="Times New Roman"/>
                <w:b/>
                <w:sz w:val="28"/>
                <w:szCs w:val="28"/>
              </w:rPr>
              <w:t>9</w:t>
            </w:r>
          </w:p>
        </w:tc>
        <w:tc>
          <w:tcPr>
            <w:tcW w:w="1560" w:type="dxa"/>
            <w:tcBorders>
              <w:top w:val="single" w:sz="4" w:space="0" w:color="auto"/>
              <w:left w:val="single" w:sz="4" w:space="0" w:color="auto"/>
              <w:bottom w:val="single" w:sz="4" w:space="0" w:color="auto"/>
            </w:tcBorders>
          </w:tcPr>
          <w:p w:rsidR="00AB1C99" w:rsidRPr="00064507" w:rsidRDefault="00AB1C99" w:rsidP="00313962">
            <w:pPr>
              <w:pStyle w:val="a2"/>
              <w:jc w:val="center"/>
              <w:rPr>
                <w:rFonts w:ascii="Times New Roman" w:hAnsi="Times New Roman" w:cs="Times New Roman"/>
                <w:b/>
                <w:sz w:val="28"/>
                <w:szCs w:val="28"/>
              </w:rPr>
            </w:pPr>
            <w:r w:rsidRPr="00064507">
              <w:rPr>
                <w:rFonts w:ascii="Times New Roman" w:hAnsi="Times New Roman" w:cs="Times New Roman"/>
                <w:b/>
                <w:sz w:val="28"/>
                <w:szCs w:val="28"/>
              </w:rPr>
              <w:t>10</w:t>
            </w:r>
          </w:p>
        </w:tc>
      </w:tr>
      <w:tr w:rsidR="00AB1C99" w:rsidRPr="00064507" w:rsidTr="00313962">
        <w:tc>
          <w:tcPr>
            <w:tcW w:w="534" w:type="dxa"/>
            <w:tcBorders>
              <w:top w:val="single" w:sz="4" w:space="0" w:color="auto"/>
              <w:bottom w:val="single" w:sz="4" w:space="0" w:color="auto"/>
              <w:right w:val="single" w:sz="4" w:space="0" w:color="auto"/>
            </w:tcBorders>
          </w:tcPr>
          <w:p w:rsidR="00AB1C99" w:rsidRPr="00064507" w:rsidRDefault="00AB1C99" w:rsidP="00313962">
            <w:pPr>
              <w:pStyle w:val="a2"/>
              <w:jc w:val="center"/>
              <w:rPr>
                <w:rFonts w:ascii="Times New Roman" w:hAnsi="Times New Roman" w:cs="Times New Roman"/>
              </w:rPr>
            </w:pPr>
            <w:r w:rsidRPr="00064507">
              <w:rPr>
                <w:rFonts w:ascii="Times New Roman" w:hAnsi="Times New Roman" w:cs="Times New Roman"/>
              </w:rPr>
              <w:t>1</w:t>
            </w:r>
          </w:p>
        </w:tc>
        <w:tc>
          <w:tcPr>
            <w:tcW w:w="1701" w:type="dxa"/>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jc w:val="center"/>
              <w:rPr>
                <w:rFonts w:ascii="Times New Roman" w:hAnsi="Times New Roman" w:cs="Times New Roman"/>
              </w:rPr>
            </w:pPr>
            <w:r w:rsidRPr="00064507">
              <w:rPr>
                <w:rFonts w:ascii="Times New Roman" w:hAnsi="Times New Roman" w:cs="Times New Roman"/>
              </w:rPr>
              <w:t>Программа «</w:t>
            </w:r>
            <w:r>
              <w:rPr>
                <w:rFonts w:ascii="Times New Roman" w:hAnsi="Times New Roman" w:cs="Times New Roman"/>
              </w:rPr>
              <w:t>БухС</w:t>
            </w:r>
            <w:r w:rsidRPr="00064507">
              <w:rPr>
                <w:rFonts w:ascii="Times New Roman" w:hAnsi="Times New Roman" w:cs="Times New Roman"/>
              </w:rPr>
              <w:t>мета»</w:t>
            </w:r>
          </w:p>
        </w:tc>
        <w:tc>
          <w:tcPr>
            <w:tcW w:w="3402" w:type="dxa"/>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jc w:val="center"/>
              <w:rPr>
                <w:rFonts w:ascii="Times New Roman" w:hAnsi="Times New Roman" w:cs="Times New Roman"/>
              </w:rPr>
            </w:pPr>
            <w:r w:rsidRPr="00064507">
              <w:rPr>
                <w:rFonts w:ascii="Times New Roman" w:hAnsi="Times New Roman" w:cs="Times New Roman"/>
              </w:rPr>
              <w:t>Администрация Савкинского сельсовета Баганского района Новосибирской области области</w:t>
            </w:r>
          </w:p>
          <w:p w:rsidR="00AB1C99" w:rsidRPr="00064507" w:rsidRDefault="00AB1C99" w:rsidP="00313962">
            <w:pPr>
              <w:jc w:val="center"/>
              <w:rPr>
                <w:rFonts w:ascii="Times New Roman" w:hAnsi="Times New Roman" w:cs="Times New Roman"/>
              </w:rPr>
            </w:pPr>
            <w:r w:rsidRPr="00064507">
              <w:rPr>
                <w:rFonts w:ascii="Times New Roman" w:hAnsi="Times New Roman" w:cs="Times New Roman"/>
              </w:rPr>
              <w:t>Органы местного самоуправления</w:t>
            </w:r>
          </w:p>
          <w:p w:rsidR="00AB1C99" w:rsidRPr="00064507" w:rsidRDefault="00AB1C99" w:rsidP="00254FDA">
            <w:pPr>
              <w:ind w:left="-108" w:right="-108"/>
              <w:jc w:val="center"/>
              <w:rPr>
                <w:rFonts w:ascii="Times New Roman" w:hAnsi="Times New Roman" w:cs="Times New Roman"/>
              </w:rPr>
            </w:pPr>
            <w:r w:rsidRPr="00064507">
              <w:rPr>
                <w:rFonts w:ascii="Times New Roman" w:hAnsi="Times New Roman" w:cs="Times New Roman"/>
              </w:rPr>
              <w:t>632780 Новосибирская обл.,Баганский район, село Савкино, ул.Лескова д.57</w:t>
            </w:r>
          </w:p>
        </w:tc>
        <w:tc>
          <w:tcPr>
            <w:tcW w:w="1275" w:type="dxa"/>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jc w:val="center"/>
              <w:rPr>
                <w:rFonts w:ascii="Times New Roman" w:hAnsi="Times New Roman" w:cs="Times New Roman"/>
              </w:rPr>
            </w:pPr>
            <w:r w:rsidRPr="00064507">
              <w:rPr>
                <w:rFonts w:ascii="Times New Roman" w:hAnsi="Times New Roman" w:cs="Times New Roman"/>
              </w:rPr>
              <w:t>локальная</w:t>
            </w:r>
          </w:p>
        </w:tc>
        <w:tc>
          <w:tcPr>
            <w:tcW w:w="1418" w:type="dxa"/>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jc w:val="center"/>
              <w:rPr>
                <w:rFonts w:ascii="Times New Roman" w:hAnsi="Times New Roman" w:cs="Times New Roman"/>
              </w:rPr>
            </w:pPr>
            <w:r w:rsidRPr="00064507">
              <w:rPr>
                <w:rFonts w:ascii="Times New Roman" w:hAnsi="Times New Roman" w:cs="Times New Roman"/>
              </w:rPr>
              <w:t>Не подключена</w:t>
            </w:r>
          </w:p>
        </w:tc>
        <w:tc>
          <w:tcPr>
            <w:tcW w:w="1134" w:type="dxa"/>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jc w:val="center"/>
              <w:rPr>
                <w:rFonts w:ascii="Times New Roman" w:hAnsi="Times New Roman" w:cs="Times New Roman"/>
              </w:rPr>
            </w:pPr>
            <w:r w:rsidRPr="00064507">
              <w:rPr>
                <w:rFonts w:ascii="Times New Roman" w:hAnsi="Times New Roman" w:cs="Times New Roman"/>
              </w:rPr>
              <w:t xml:space="preserve">Многопользовательский </w:t>
            </w:r>
          </w:p>
        </w:tc>
        <w:tc>
          <w:tcPr>
            <w:tcW w:w="1276" w:type="dxa"/>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jc w:val="center"/>
              <w:rPr>
                <w:rFonts w:ascii="Times New Roman" w:hAnsi="Times New Roman" w:cs="Times New Roman"/>
              </w:rPr>
            </w:pPr>
            <w:r w:rsidRPr="00064507">
              <w:rPr>
                <w:rFonts w:ascii="Times New Roman" w:hAnsi="Times New Roman" w:cs="Times New Roman"/>
              </w:rPr>
              <w:t>Без разграничения права доступа</w:t>
            </w:r>
          </w:p>
        </w:tc>
        <w:tc>
          <w:tcPr>
            <w:tcW w:w="1417" w:type="dxa"/>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jc w:val="center"/>
              <w:rPr>
                <w:rFonts w:ascii="Times New Roman" w:hAnsi="Times New Roman" w:cs="Times New Roman"/>
              </w:rPr>
            </w:pPr>
            <w:r w:rsidRPr="00064507">
              <w:rPr>
                <w:rFonts w:ascii="Times New Roman" w:hAnsi="Times New Roman" w:cs="Times New Roman"/>
              </w:rPr>
              <w:t>Система полностью находится в пределах РФ</w:t>
            </w:r>
          </w:p>
        </w:tc>
        <w:tc>
          <w:tcPr>
            <w:tcW w:w="992" w:type="dxa"/>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jc w:val="center"/>
              <w:rPr>
                <w:rFonts w:ascii="Times New Roman" w:hAnsi="Times New Roman" w:cs="Times New Roman"/>
                <w:sz w:val="28"/>
                <w:szCs w:val="28"/>
              </w:rPr>
            </w:pPr>
            <w:r w:rsidRPr="00064507">
              <w:rPr>
                <w:rFonts w:ascii="Times New Roman" w:hAnsi="Times New Roman" w:cs="Times New Roman"/>
                <w:sz w:val="28"/>
                <w:szCs w:val="28"/>
              </w:rPr>
              <w:t>К4</w:t>
            </w:r>
          </w:p>
        </w:tc>
        <w:tc>
          <w:tcPr>
            <w:tcW w:w="1560" w:type="dxa"/>
            <w:tcBorders>
              <w:top w:val="single" w:sz="4" w:space="0" w:color="auto"/>
              <w:left w:val="single" w:sz="4" w:space="0" w:color="auto"/>
              <w:bottom w:val="single" w:sz="4" w:space="0" w:color="auto"/>
            </w:tcBorders>
          </w:tcPr>
          <w:p w:rsidR="00AB1C99" w:rsidRPr="00064507" w:rsidRDefault="00AB1C99" w:rsidP="00313962">
            <w:pPr>
              <w:pStyle w:val="a2"/>
              <w:jc w:val="center"/>
              <w:rPr>
                <w:rFonts w:ascii="Times New Roman" w:hAnsi="Times New Roman" w:cs="Times New Roman"/>
                <w:sz w:val="28"/>
                <w:szCs w:val="28"/>
              </w:rPr>
            </w:pPr>
          </w:p>
        </w:tc>
      </w:tr>
      <w:tr w:rsidR="00AB1C99" w:rsidRPr="00064507" w:rsidTr="00313962">
        <w:tc>
          <w:tcPr>
            <w:tcW w:w="534" w:type="dxa"/>
            <w:tcBorders>
              <w:top w:val="single" w:sz="4" w:space="0" w:color="auto"/>
              <w:bottom w:val="single" w:sz="4" w:space="0" w:color="auto"/>
              <w:right w:val="single" w:sz="4" w:space="0" w:color="auto"/>
            </w:tcBorders>
          </w:tcPr>
          <w:p w:rsidR="00AB1C99" w:rsidRPr="00064507" w:rsidRDefault="00AB1C99" w:rsidP="00313962">
            <w:pPr>
              <w:pStyle w:val="a2"/>
              <w:jc w:val="center"/>
              <w:rPr>
                <w:rFonts w:ascii="Times New Roman" w:hAnsi="Times New Roman" w:cs="Times New Roman"/>
              </w:rPr>
            </w:pPr>
            <w:r w:rsidRPr="00064507">
              <w:rPr>
                <w:rFonts w:ascii="Times New Roman" w:hAnsi="Times New Roman" w:cs="Times New Roman"/>
              </w:rPr>
              <w:t>2</w:t>
            </w:r>
          </w:p>
        </w:tc>
        <w:tc>
          <w:tcPr>
            <w:tcW w:w="1701" w:type="dxa"/>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jc w:val="center"/>
              <w:rPr>
                <w:rFonts w:ascii="Times New Roman" w:hAnsi="Times New Roman" w:cs="Times New Roman"/>
              </w:rPr>
            </w:pPr>
            <w:r w:rsidRPr="00064507">
              <w:rPr>
                <w:rFonts w:ascii="Times New Roman" w:hAnsi="Times New Roman" w:cs="Times New Roman"/>
              </w:rPr>
              <w:t xml:space="preserve">Программа </w:t>
            </w:r>
          </w:p>
          <w:p w:rsidR="00AB1C99" w:rsidRPr="00064507" w:rsidRDefault="00AB1C99" w:rsidP="00254FDA">
            <w:pPr>
              <w:pStyle w:val="a2"/>
              <w:rPr>
                <w:rFonts w:ascii="Times New Roman" w:hAnsi="Times New Roman" w:cs="Times New Roman"/>
              </w:rPr>
            </w:pPr>
            <w:r w:rsidRPr="00064507">
              <w:rPr>
                <w:rFonts w:ascii="Times New Roman" w:hAnsi="Times New Roman" w:cs="Times New Roman"/>
              </w:rPr>
              <w:t>ПХУ Пульс-Про</w:t>
            </w:r>
          </w:p>
        </w:tc>
        <w:tc>
          <w:tcPr>
            <w:tcW w:w="3402" w:type="dxa"/>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ind w:left="-108" w:right="-108"/>
              <w:jc w:val="center"/>
              <w:rPr>
                <w:rFonts w:ascii="Times New Roman" w:hAnsi="Times New Roman" w:cs="Times New Roman"/>
              </w:rPr>
            </w:pPr>
            <w:r w:rsidRPr="00064507">
              <w:rPr>
                <w:rFonts w:ascii="Times New Roman" w:hAnsi="Times New Roman" w:cs="Times New Roman"/>
              </w:rPr>
              <w:t>Администрация Савкинского сельсовета Баганского района Новосибирской области</w:t>
            </w:r>
          </w:p>
          <w:p w:rsidR="00AB1C99" w:rsidRPr="00064507" w:rsidRDefault="00AB1C99" w:rsidP="00313962">
            <w:pPr>
              <w:jc w:val="center"/>
              <w:rPr>
                <w:rFonts w:ascii="Times New Roman" w:hAnsi="Times New Roman" w:cs="Times New Roman"/>
              </w:rPr>
            </w:pPr>
            <w:r w:rsidRPr="00064507">
              <w:rPr>
                <w:rFonts w:ascii="Times New Roman" w:hAnsi="Times New Roman" w:cs="Times New Roman"/>
              </w:rPr>
              <w:t>Органы местного самоуправления</w:t>
            </w:r>
          </w:p>
          <w:p w:rsidR="00AB1C99" w:rsidRPr="00064507" w:rsidRDefault="00AB1C99" w:rsidP="00313962">
            <w:pPr>
              <w:pStyle w:val="a2"/>
              <w:jc w:val="center"/>
              <w:rPr>
                <w:rFonts w:ascii="Times New Roman" w:hAnsi="Times New Roman" w:cs="Times New Roman"/>
              </w:rPr>
            </w:pPr>
            <w:r w:rsidRPr="00064507">
              <w:rPr>
                <w:rFonts w:ascii="Times New Roman" w:hAnsi="Times New Roman" w:cs="Times New Roman"/>
              </w:rPr>
              <w:t>632780 Новосибирская обл., Баганский район, село Савкино, ул.Лескова,57</w:t>
            </w:r>
          </w:p>
        </w:tc>
        <w:tc>
          <w:tcPr>
            <w:tcW w:w="1275" w:type="dxa"/>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jc w:val="center"/>
              <w:rPr>
                <w:rFonts w:ascii="Times New Roman" w:hAnsi="Times New Roman" w:cs="Times New Roman"/>
              </w:rPr>
            </w:pPr>
            <w:r w:rsidRPr="00064507">
              <w:rPr>
                <w:rFonts w:ascii="Times New Roman" w:hAnsi="Times New Roman" w:cs="Times New Roman"/>
              </w:rPr>
              <w:t>Локальная система</w:t>
            </w:r>
          </w:p>
        </w:tc>
        <w:tc>
          <w:tcPr>
            <w:tcW w:w="1418" w:type="dxa"/>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jc w:val="center"/>
              <w:rPr>
                <w:rFonts w:ascii="Times New Roman" w:hAnsi="Times New Roman" w:cs="Times New Roman"/>
              </w:rPr>
            </w:pPr>
            <w:r w:rsidRPr="00064507">
              <w:rPr>
                <w:rFonts w:ascii="Times New Roman" w:hAnsi="Times New Roman" w:cs="Times New Roman"/>
              </w:rPr>
              <w:t>Не подключена</w:t>
            </w:r>
          </w:p>
        </w:tc>
        <w:tc>
          <w:tcPr>
            <w:tcW w:w="1134" w:type="dxa"/>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jc w:val="center"/>
              <w:rPr>
                <w:rFonts w:ascii="Times New Roman" w:hAnsi="Times New Roman" w:cs="Times New Roman"/>
              </w:rPr>
            </w:pPr>
            <w:r w:rsidRPr="00064507">
              <w:rPr>
                <w:rFonts w:ascii="Times New Roman" w:hAnsi="Times New Roman" w:cs="Times New Roman"/>
              </w:rPr>
              <w:t xml:space="preserve">Многопользовательский </w:t>
            </w:r>
          </w:p>
        </w:tc>
        <w:tc>
          <w:tcPr>
            <w:tcW w:w="1276" w:type="dxa"/>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jc w:val="center"/>
              <w:rPr>
                <w:rFonts w:ascii="Times New Roman" w:hAnsi="Times New Roman" w:cs="Times New Roman"/>
              </w:rPr>
            </w:pPr>
            <w:r w:rsidRPr="00064507">
              <w:rPr>
                <w:rFonts w:ascii="Times New Roman" w:hAnsi="Times New Roman" w:cs="Times New Roman"/>
              </w:rPr>
              <w:t>Без разграничения права доступа</w:t>
            </w:r>
          </w:p>
        </w:tc>
        <w:tc>
          <w:tcPr>
            <w:tcW w:w="1417" w:type="dxa"/>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jc w:val="center"/>
              <w:rPr>
                <w:rFonts w:ascii="Times New Roman" w:hAnsi="Times New Roman" w:cs="Times New Roman"/>
              </w:rPr>
            </w:pPr>
            <w:r w:rsidRPr="00064507">
              <w:rPr>
                <w:rFonts w:ascii="Times New Roman" w:hAnsi="Times New Roman" w:cs="Times New Roman"/>
              </w:rPr>
              <w:t>Система полностью находится в пределах РФ</w:t>
            </w:r>
          </w:p>
        </w:tc>
        <w:tc>
          <w:tcPr>
            <w:tcW w:w="992" w:type="dxa"/>
            <w:tcBorders>
              <w:top w:val="single" w:sz="4" w:space="0" w:color="auto"/>
              <w:left w:val="single" w:sz="4" w:space="0" w:color="auto"/>
              <w:bottom w:val="single" w:sz="4" w:space="0" w:color="auto"/>
              <w:right w:val="single" w:sz="4" w:space="0" w:color="auto"/>
            </w:tcBorders>
          </w:tcPr>
          <w:p w:rsidR="00AB1C99" w:rsidRPr="00064507" w:rsidRDefault="00AB1C99" w:rsidP="00313962">
            <w:pPr>
              <w:pStyle w:val="a2"/>
              <w:jc w:val="center"/>
              <w:rPr>
                <w:rFonts w:ascii="Times New Roman" w:hAnsi="Times New Roman" w:cs="Times New Roman"/>
                <w:sz w:val="28"/>
                <w:szCs w:val="28"/>
              </w:rPr>
            </w:pPr>
            <w:r w:rsidRPr="00064507">
              <w:rPr>
                <w:rFonts w:ascii="Times New Roman" w:hAnsi="Times New Roman" w:cs="Times New Roman"/>
                <w:sz w:val="28"/>
                <w:szCs w:val="28"/>
              </w:rPr>
              <w:t>К4</w:t>
            </w:r>
          </w:p>
        </w:tc>
        <w:tc>
          <w:tcPr>
            <w:tcW w:w="1560" w:type="dxa"/>
            <w:tcBorders>
              <w:top w:val="single" w:sz="4" w:space="0" w:color="auto"/>
              <w:left w:val="single" w:sz="4" w:space="0" w:color="auto"/>
              <w:bottom w:val="single" w:sz="4" w:space="0" w:color="auto"/>
            </w:tcBorders>
          </w:tcPr>
          <w:p w:rsidR="00AB1C99" w:rsidRPr="00064507" w:rsidRDefault="00AB1C99" w:rsidP="00313962">
            <w:pPr>
              <w:pStyle w:val="a2"/>
              <w:jc w:val="center"/>
              <w:rPr>
                <w:rFonts w:ascii="Times New Roman" w:hAnsi="Times New Roman" w:cs="Times New Roman"/>
                <w:sz w:val="28"/>
                <w:szCs w:val="28"/>
              </w:rPr>
            </w:pPr>
          </w:p>
        </w:tc>
      </w:tr>
    </w:tbl>
    <w:p w:rsidR="00AB1C99" w:rsidRPr="00064507" w:rsidRDefault="00AB1C99" w:rsidP="001041D8">
      <w:pPr>
        <w:rPr>
          <w:rFonts w:ascii="Times New Roman" w:hAnsi="Times New Roman" w:cs="Times New Roman"/>
          <w:sz w:val="28"/>
          <w:szCs w:val="28"/>
        </w:rPr>
        <w:sectPr w:rsidR="00AB1C99" w:rsidRPr="00064507" w:rsidSect="00906267">
          <w:pgSz w:w="16839" w:h="11907" w:orient="landscape" w:code="9"/>
          <w:pgMar w:top="567" w:right="1134" w:bottom="1134" w:left="1134" w:header="0" w:footer="6" w:gutter="0"/>
          <w:cols w:space="720"/>
          <w:noEndnote/>
          <w:docGrid w:linePitch="360"/>
        </w:sectPr>
      </w:pPr>
    </w:p>
    <w:p w:rsidR="00AB1C99" w:rsidRPr="00064507" w:rsidRDefault="00AB1C99" w:rsidP="001041D8">
      <w:pPr>
        <w:ind w:left="6381"/>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 xml:space="preserve">Приложение № 6 </w:t>
      </w:r>
    </w:p>
    <w:p w:rsidR="00AB1C99" w:rsidRPr="00064507" w:rsidRDefault="00AB1C99" w:rsidP="001041D8">
      <w:pPr>
        <w:ind w:left="6381"/>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 xml:space="preserve">утверждено Постановлением </w:t>
      </w:r>
    </w:p>
    <w:p w:rsidR="00AB1C99" w:rsidRPr="00064507" w:rsidRDefault="00AB1C99" w:rsidP="001041D8">
      <w:pPr>
        <w:ind w:left="6381"/>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 xml:space="preserve">Главы Савкинского сельсовета </w:t>
      </w:r>
    </w:p>
    <w:p w:rsidR="00AB1C99" w:rsidRPr="00064507" w:rsidRDefault="00AB1C99" w:rsidP="001041D8">
      <w:pPr>
        <w:ind w:left="6381"/>
        <w:jc w:val="both"/>
        <w:rPr>
          <w:rFonts w:ascii="Times New Roman" w:hAnsi="Times New Roman" w:cs="Times New Roman"/>
          <w:sz w:val="28"/>
          <w:szCs w:val="28"/>
        </w:rPr>
      </w:pPr>
      <w:r w:rsidRPr="00064507">
        <w:rPr>
          <w:rFonts w:ascii="Times New Roman" w:hAnsi="Times New Roman" w:cs="Times New Roman"/>
          <w:sz w:val="28"/>
          <w:szCs w:val="28"/>
        </w:rPr>
        <w:t xml:space="preserve">от </w:t>
      </w:r>
      <w:r>
        <w:rPr>
          <w:rFonts w:ascii="Times New Roman" w:hAnsi="Times New Roman" w:cs="Times New Roman"/>
          <w:sz w:val="28"/>
          <w:szCs w:val="28"/>
        </w:rPr>
        <w:t>13.08.2012</w:t>
      </w:r>
      <w:r w:rsidRPr="00064507">
        <w:rPr>
          <w:rFonts w:ascii="Times New Roman" w:hAnsi="Times New Roman" w:cs="Times New Roman"/>
          <w:sz w:val="28"/>
          <w:szCs w:val="28"/>
        </w:rPr>
        <w:t xml:space="preserve"> №</w:t>
      </w:r>
      <w:r>
        <w:rPr>
          <w:rFonts w:ascii="Times New Roman" w:hAnsi="Times New Roman" w:cs="Times New Roman"/>
          <w:sz w:val="28"/>
          <w:szCs w:val="28"/>
        </w:rPr>
        <w:t>42</w:t>
      </w:r>
    </w:p>
    <w:p w:rsidR="00AB1C99" w:rsidRPr="00064507" w:rsidRDefault="00AB1C99" w:rsidP="001041D8">
      <w:pPr>
        <w:jc w:val="both"/>
        <w:rPr>
          <w:rFonts w:ascii="Times New Roman" w:hAnsi="Times New Roman" w:cs="Times New Roman"/>
          <w:color w:val="auto"/>
          <w:sz w:val="28"/>
          <w:szCs w:val="28"/>
        </w:rPr>
      </w:pPr>
    </w:p>
    <w:p w:rsidR="00AB1C99" w:rsidRPr="00064507" w:rsidRDefault="00AB1C99" w:rsidP="001041D8">
      <w:pPr>
        <w:jc w:val="both"/>
        <w:rPr>
          <w:rFonts w:ascii="Times New Roman" w:hAnsi="Times New Roman" w:cs="Times New Roman"/>
          <w:color w:val="auto"/>
          <w:sz w:val="28"/>
          <w:szCs w:val="28"/>
        </w:rPr>
      </w:pPr>
    </w:p>
    <w:p w:rsidR="00AB1C99" w:rsidRPr="00064507" w:rsidRDefault="00AB1C99" w:rsidP="001041D8">
      <w:pPr>
        <w:jc w:val="both"/>
        <w:rPr>
          <w:rFonts w:ascii="Times New Roman" w:hAnsi="Times New Roman" w:cs="Times New Roman"/>
          <w:color w:val="auto"/>
          <w:sz w:val="28"/>
          <w:szCs w:val="28"/>
        </w:rPr>
      </w:pPr>
    </w:p>
    <w:p w:rsidR="00AB1C99" w:rsidRPr="00064507" w:rsidRDefault="00AB1C99" w:rsidP="001041D8">
      <w:pPr>
        <w:jc w:val="center"/>
        <w:rPr>
          <w:rFonts w:ascii="Times New Roman" w:hAnsi="Times New Roman" w:cs="Times New Roman"/>
          <w:b/>
          <w:color w:val="auto"/>
          <w:sz w:val="28"/>
          <w:szCs w:val="28"/>
        </w:rPr>
      </w:pPr>
      <w:r w:rsidRPr="00064507">
        <w:rPr>
          <w:rFonts w:ascii="Times New Roman" w:hAnsi="Times New Roman" w:cs="Times New Roman"/>
          <w:b/>
          <w:color w:val="auto"/>
          <w:sz w:val="28"/>
          <w:szCs w:val="28"/>
        </w:rPr>
        <w:t xml:space="preserve">Перечни персональных данных, обрабатываемых в муниципальном органе </w:t>
      </w:r>
    </w:p>
    <w:p w:rsidR="00AB1C99" w:rsidRPr="00064507" w:rsidRDefault="00AB1C99" w:rsidP="001041D8">
      <w:pPr>
        <w:jc w:val="center"/>
        <w:rPr>
          <w:rFonts w:ascii="Times New Roman" w:hAnsi="Times New Roman" w:cs="Times New Roman"/>
          <w:b/>
          <w:color w:val="auto"/>
          <w:sz w:val="28"/>
          <w:szCs w:val="28"/>
        </w:rPr>
      </w:pPr>
      <w:r w:rsidRPr="00064507">
        <w:rPr>
          <w:rFonts w:ascii="Times New Roman" w:hAnsi="Times New Roman" w:cs="Times New Roman"/>
          <w:b/>
          <w:color w:val="auto"/>
          <w:sz w:val="28"/>
          <w:szCs w:val="28"/>
        </w:rPr>
        <w:t xml:space="preserve">в связи с реализацией трудовых отношений, а также в связи </w:t>
      </w:r>
    </w:p>
    <w:p w:rsidR="00AB1C99" w:rsidRPr="00064507" w:rsidRDefault="00AB1C99" w:rsidP="001041D8">
      <w:pPr>
        <w:jc w:val="center"/>
        <w:rPr>
          <w:rFonts w:ascii="Times New Roman" w:hAnsi="Times New Roman" w:cs="Times New Roman"/>
          <w:b/>
          <w:color w:val="auto"/>
          <w:sz w:val="28"/>
          <w:szCs w:val="28"/>
        </w:rPr>
      </w:pPr>
      <w:r w:rsidRPr="00064507">
        <w:rPr>
          <w:rFonts w:ascii="Times New Roman" w:hAnsi="Times New Roman" w:cs="Times New Roman"/>
          <w:b/>
          <w:color w:val="auto"/>
          <w:sz w:val="28"/>
          <w:szCs w:val="28"/>
        </w:rPr>
        <w:t>с оказанием муниципальных услуг и осуществлением муниципальных функций</w:t>
      </w:r>
    </w:p>
    <w:p w:rsidR="00AB1C99" w:rsidRPr="00064507" w:rsidRDefault="00AB1C99" w:rsidP="001041D8">
      <w:pPr>
        <w:rPr>
          <w:rFonts w:ascii="Times New Roman" w:hAnsi="Times New Roman" w:cs="Times New Roman"/>
          <w:b/>
          <w:color w:val="auto"/>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ind w:firstLine="360"/>
        <w:jc w:val="both"/>
        <w:rPr>
          <w:rFonts w:ascii="Times New Roman" w:hAnsi="Times New Roman" w:cs="Times New Roman"/>
          <w:sz w:val="28"/>
          <w:szCs w:val="28"/>
        </w:rPr>
      </w:pPr>
      <w:r w:rsidRPr="00064507">
        <w:rPr>
          <w:rFonts w:ascii="Times New Roman" w:hAnsi="Times New Roman" w:cs="Times New Roman"/>
          <w:sz w:val="28"/>
          <w:szCs w:val="28"/>
        </w:rPr>
        <w:t>1. Администрация Савкинского сельсовета Баганского района Новосибирской области (далее – администрация Савкинского сельсовета) обрабатывает следующие категории персональных данных в связи с реализацией трудовых отношений:</w:t>
      </w:r>
    </w:p>
    <w:p w:rsidR="00AB1C99" w:rsidRPr="00064507" w:rsidRDefault="00AB1C99" w:rsidP="001041D8">
      <w:pPr>
        <w:numPr>
          <w:ilvl w:val="0"/>
          <w:numId w:val="7"/>
        </w:numPr>
        <w:jc w:val="both"/>
        <w:rPr>
          <w:rFonts w:ascii="Times New Roman" w:hAnsi="Times New Roman" w:cs="Times New Roman"/>
          <w:sz w:val="28"/>
          <w:szCs w:val="28"/>
        </w:rPr>
      </w:pPr>
      <w:r w:rsidRPr="00064507">
        <w:rPr>
          <w:rFonts w:ascii="Times New Roman" w:hAnsi="Times New Roman" w:cs="Times New Roman"/>
          <w:sz w:val="28"/>
          <w:szCs w:val="28"/>
        </w:rPr>
        <w:t>фамилия, имя, отчество;</w:t>
      </w:r>
    </w:p>
    <w:p w:rsidR="00AB1C99" w:rsidRPr="00064507" w:rsidRDefault="00AB1C99" w:rsidP="001041D8">
      <w:pPr>
        <w:numPr>
          <w:ilvl w:val="0"/>
          <w:numId w:val="7"/>
        </w:numPr>
        <w:jc w:val="both"/>
        <w:rPr>
          <w:rFonts w:ascii="Times New Roman" w:hAnsi="Times New Roman" w:cs="Times New Roman"/>
          <w:sz w:val="28"/>
          <w:szCs w:val="28"/>
        </w:rPr>
      </w:pPr>
      <w:r w:rsidRPr="00064507">
        <w:rPr>
          <w:rFonts w:ascii="Times New Roman" w:hAnsi="Times New Roman" w:cs="Times New Roman"/>
          <w:sz w:val="28"/>
          <w:szCs w:val="28"/>
        </w:rPr>
        <w:t>адрес проживания и прописки;</w:t>
      </w:r>
    </w:p>
    <w:p w:rsidR="00AB1C99" w:rsidRPr="00064507" w:rsidRDefault="00AB1C99" w:rsidP="001041D8">
      <w:pPr>
        <w:numPr>
          <w:ilvl w:val="0"/>
          <w:numId w:val="7"/>
        </w:numPr>
        <w:jc w:val="both"/>
        <w:rPr>
          <w:rFonts w:ascii="Times New Roman" w:hAnsi="Times New Roman" w:cs="Times New Roman"/>
          <w:sz w:val="28"/>
          <w:szCs w:val="28"/>
        </w:rPr>
      </w:pPr>
      <w:r w:rsidRPr="00064507">
        <w:rPr>
          <w:rFonts w:ascii="Times New Roman" w:hAnsi="Times New Roman" w:cs="Times New Roman"/>
          <w:sz w:val="28"/>
          <w:szCs w:val="28"/>
        </w:rPr>
        <w:t>телефон;</w:t>
      </w:r>
    </w:p>
    <w:p w:rsidR="00AB1C99" w:rsidRPr="00064507" w:rsidRDefault="00AB1C99" w:rsidP="001041D8">
      <w:pPr>
        <w:numPr>
          <w:ilvl w:val="0"/>
          <w:numId w:val="7"/>
        </w:numPr>
        <w:jc w:val="both"/>
        <w:rPr>
          <w:rFonts w:ascii="Times New Roman" w:hAnsi="Times New Roman" w:cs="Times New Roman"/>
          <w:sz w:val="28"/>
          <w:szCs w:val="28"/>
        </w:rPr>
      </w:pPr>
      <w:r w:rsidRPr="00064507">
        <w:rPr>
          <w:rFonts w:ascii="Times New Roman" w:hAnsi="Times New Roman" w:cs="Times New Roman"/>
          <w:sz w:val="28"/>
          <w:szCs w:val="28"/>
        </w:rPr>
        <w:t>семейное положение;</w:t>
      </w:r>
    </w:p>
    <w:p w:rsidR="00AB1C99" w:rsidRPr="00064507" w:rsidRDefault="00AB1C99" w:rsidP="001041D8">
      <w:pPr>
        <w:numPr>
          <w:ilvl w:val="0"/>
          <w:numId w:val="7"/>
        </w:numPr>
        <w:jc w:val="both"/>
        <w:rPr>
          <w:rFonts w:ascii="Times New Roman" w:hAnsi="Times New Roman" w:cs="Times New Roman"/>
          <w:sz w:val="28"/>
          <w:szCs w:val="28"/>
        </w:rPr>
      </w:pPr>
      <w:r w:rsidRPr="00064507">
        <w:rPr>
          <w:rFonts w:ascii="Times New Roman" w:hAnsi="Times New Roman" w:cs="Times New Roman"/>
          <w:sz w:val="28"/>
          <w:szCs w:val="28"/>
        </w:rPr>
        <w:t>иные паспортные данные;</w:t>
      </w:r>
    </w:p>
    <w:p w:rsidR="00AB1C99" w:rsidRPr="00064507" w:rsidRDefault="00AB1C99" w:rsidP="001041D8">
      <w:pPr>
        <w:numPr>
          <w:ilvl w:val="0"/>
          <w:numId w:val="7"/>
        </w:numPr>
        <w:jc w:val="both"/>
        <w:rPr>
          <w:rFonts w:ascii="Times New Roman" w:hAnsi="Times New Roman" w:cs="Times New Roman"/>
          <w:sz w:val="28"/>
          <w:szCs w:val="28"/>
        </w:rPr>
      </w:pPr>
      <w:r w:rsidRPr="00064507">
        <w:rPr>
          <w:rFonts w:ascii="Times New Roman" w:hAnsi="Times New Roman" w:cs="Times New Roman"/>
          <w:sz w:val="28"/>
          <w:szCs w:val="28"/>
        </w:rPr>
        <w:t>ИНН.</w:t>
      </w:r>
    </w:p>
    <w:p w:rsidR="00AB1C99" w:rsidRPr="00064507" w:rsidRDefault="00AB1C99" w:rsidP="001041D8">
      <w:pPr>
        <w:jc w:val="both"/>
        <w:rPr>
          <w:rFonts w:ascii="Times New Roman" w:hAnsi="Times New Roman" w:cs="Times New Roman"/>
          <w:sz w:val="28"/>
          <w:szCs w:val="28"/>
        </w:rPr>
      </w:pPr>
      <w:r w:rsidRPr="00064507">
        <w:rPr>
          <w:rFonts w:ascii="Times New Roman" w:hAnsi="Times New Roman" w:cs="Times New Roman"/>
          <w:sz w:val="28"/>
          <w:szCs w:val="28"/>
        </w:rPr>
        <w:t>а также персональные данные, содержащиеся в:</w:t>
      </w:r>
    </w:p>
    <w:p w:rsidR="00AB1C99" w:rsidRPr="00064507" w:rsidRDefault="00AB1C99" w:rsidP="001041D8">
      <w:pPr>
        <w:numPr>
          <w:ilvl w:val="0"/>
          <w:numId w:val="8"/>
        </w:numPr>
        <w:jc w:val="both"/>
        <w:rPr>
          <w:rFonts w:ascii="Times New Roman" w:hAnsi="Times New Roman" w:cs="Times New Roman"/>
          <w:sz w:val="28"/>
          <w:szCs w:val="28"/>
        </w:rPr>
      </w:pPr>
      <w:r w:rsidRPr="00064507">
        <w:rPr>
          <w:rFonts w:ascii="Times New Roman" w:hAnsi="Times New Roman" w:cs="Times New Roman"/>
          <w:sz w:val="28"/>
          <w:szCs w:val="28"/>
        </w:rPr>
        <w:t>письменном заявлении с просьбой о поступлении на муниципальную службу и замещении должности муниципальной службы  (далее - должность муниципальной службы);</w:t>
      </w:r>
    </w:p>
    <w:p w:rsidR="00AB1C99" w:rsidRPr="00064507" w:rsidRDefault="00AB1C99" w:rsidP="001041D8">
      <w:pPr>
        <w:numPr>
          <w:ilvl w:val="0"/>
          <w:numId w:val="8"/>
        </w:numPr>
        <w:jc w:val="both"/>
        <w:rPr>
          <w:rFonts w:ascii="Times New Roman" w:hAnsi="Times New Roman" w:cs="Times New Roman"/>
          <w:sz w:val="28"/>
          <w:szCs w:val="28"/>
        </w:rPr>
      </w:pPr>
      <w:r w:rsidRPr="00064507">
        <w:rPr>
          <w:rFonts w:ascii="Times New Roman" w:hAnsi="Times New Roman" w:cs="Times New Roman"/>
          <w:sz w:val="28"/>
          <w:szCs w:val="28"/>
        </w:rPr>
        <w:t>собственноручно заполненной и подписанной гражданином Российской Федерации анкета;</w:t>
      </w:r>
    </w:p>
    <w:p w:rsidR="00AB1C99" w:rsidRPr="00064507" w:rsidRDefault="00AB1C99" w:rsidP="00A379C3">
      <w:pPr>
        <w:jc w:val="both"/>
        <w:rPr>
          <w:rFonts w:ascii="Times New Roman" w:hAnsi="Times New Roman" w:cs="Times New Roman"/>
          <w:sz w:val="28"/>
          <w:szCs w:val="28"/>
        </w:rPr>
      </w:pPr>
    </w:p>
    <w:p w:rsidR="00AB1C99" w:rsidRPr="00064507" w:rsidRDefault="00AB1C99" w:rsidP="001041D8">
      <w:pPr>
        <w:numPr>
          <w:ilvl w:val="0"/>
          <w:numId w:val="8"/>
        </w:numPr>
        <w:jc w:val="both"/>
        <w:rPr>
          <w:rFonts w:ascii="Times New Roman" w:hAnsi="Times New Roman" w:cs="Times New Roman"/>
          <w:sz w:val="28"/>
          <w:szCs w:val="28"/>
        </w:rPr>
      </w:pPr>
      <w:r w:rsidRPr="00064507">
        <w:rPr>
          <w:rFonts w:ascii="Times New Roman" w:hAnsi="Times New Roman" w:cs="Times New Roman"/>
          <w:sz w:val="28"/>
          <w:szCs w:val="28"/>
        </w:rPr>
        <w:t>копиях паспорта и свидетельства о государственной регистрации актов гражданского состояния;</w:t>
      </w:r>
    </w:p>
    <w:p w:rsidR="00AB1C99" w:rsidRPr="00064507" w:rsidRDefault="00AB1C99" w:rsidP="001041D8">
      <w:pPr>
        <w:numPr>
          <w:ilvl w:val="0"/>
          <w:numId w:val="8"/>
        </w:numPr>
        <w:jc w:val="both"/>
        <w:rPr>
          <w:rFonts w:ascii="Times New Roman" w:hAnsi="Times New Roman" w:cs="Times New Roman"/>
          <w:sz w:val="28"/>
          <w:szCs w:val="28"/>
        </w:rPr>
      </w:pPr>
      <w:r w:rsidRPr="00064507">
        <w:rPr>
          <w:rFonts w:ascii="Times New Roman" w:hAnsi="Times New Roman" w:cs="Times New Roman"/>
          <w:sz w:val="28"/>
          <w:szCs w:val="28"/>
        </w:rPr>
        <w:t>копии трудовой книжки или документе, подтверждающего прохождение военной или иной службы;</w:t>
      </w:r>
    </w:p>
    <w:p w:rsidR="00AB1C99" w:rsidRPr="00064507" w:rsidRDefault="00AB1C99" w:rsidP="00A379C3">
      <w:pPr>
        <w:ind w:left="720"/>
        <w:jc w:val="both"/>
        <w:rPr>
          <w:rFonts w:ascii="Times New Roman" w:hAnsi="Times New Roman" w:cs="Times New Roman"/>
          <w:sz w:val="28"/>
          <w:szCs w:val="28"/>
        </w:rPr>
      </w:pPr>
    </w:p>
    <w:p w:rsidR="00AB1C99" w:rsidRPr="00064507" w:rsidRDefault="00AB1C99" w:rsidP="001041D8">
      <w:pPr>
        <w:numPr>
          <w:ilvl w:val="0"/>
          <w:numId w:val="8"/>
        </w:numPr>
        <w:jc w:val="both"/>
        <w:rPr>
          <w:rFonts w:ascii="Times New Roman" w:hAnsi="Times New Roman" w:cs="Times New Roman"/>
          <w:sz w:val="28"/>
          <w:szCs w:val="28"/>
        </w:rPr>
      </w:pPr>
      <w:r w:rsidRPr="00064507">
        <w:rPr>
          <w:rFonts w:ascii="Times New Roman" w:hAnsi="Times New Roman" w:cs="Times New Roman"/>
          <w:sz w:val="28"/>
          <w:szCs w:val="28"/>
        </w:rPr>
        <w:t>копии Распоряжения Главы сельсовета о назначении на должность муниципальной службы;</w:t>
      </w:r>
    </w:p>
    <w:p w:rsidR="00AB1C99" w:rsidRPr="00064507" w:rsidRDefault="00AB1C99" w:rsidP="001041D8">
      <w:pPr>
        <w:numPr>
          <w:ilvl w:val="0"/>
          <w:numId w:val="8"/>
        </w:numPr>
        <w:jc w:val="both"/>
        <w:rPr>
          <w:rFonts w:ascii="Times New Roman" w:hAnsi="Times New Roman" w:cs="Times New Roman"/>
          <w:sz w:val="28"/>
          <w:szCs w:val="28"/>
        </w:rPr>
      </w:pPr>
      <w:r w:rsidRPr="00064507">
        <w:rPr>
          <w:rFonts w:ascii="Times New Roman" w:hAnsi="Times New Roman" w:cs="Times New Roman"/>
          <w:sz w:val="28"/>
          <w:szCs w:val="28"/>
        </w:rPr>
        <w:t>экземпляре трудового договора, а также экземплярах письменных дополнительных соглашений, которыми оформляются изменения и дополнения, внесенные в трудовой договор;</w:t>
      </w:r>
    </w:p>
    <w:p w:rsidR="00AB1C99" w:rsidRPr="00064507" w:rsidRDefault="00AB1C99" w:rsidP="001041D8">
      <w:pPr>
        <w:numPr>
          <w:ilvl w:val="0"/>
          <w:numId w:val="8"/>
        </w:numPr>
        <w:jc w:val="both"/>
        <w:rPr>
          <w:rFonts w:ascii="Times New Roman" w:hAnsi="Times New Roman" w:cs="Times New Roman"/>
          <w:sz w:val="28"/>
          <w:szCs w:val="28"/>
        </w:rPr>
      </w:pPr>
      <w:r w:rsidRPr="00064507">
        <w:rPr>
          <w:rFonts w:ascii="Times New Roman" w:hAnsi="Times New Roman" w:cs="Times New Roman"/>
          <w:sz w:val="28"/>
          <w:szCs w:val="28"/>
        </w:rPr>
        <w:t>копии Распоряжения Главы сельсовета о переводе муниципального служащего на иную должность муниципальной службы, о временном замещении им иной должности муниципальной службы;</w:t>
      </w:r>
    </w:p>
    <w:p w:rsidR="00AB1C99" w:rsidRPr="00064507" w:rsidRDefault="00AB1C99" w:rsidP="001041D8">
      <w:pPr>
        <w:numPr>
          <w:ilvl w:val="0"/>
          <w:numId w:val="8"/>
        </w:numPr>
        <w:jc w:val="both"/>
        <w:rPr>
          <w:rFonts w:ascii="Times New Roman" w:hAnsi="Times New Roman" w:cs="Times New Roman"/>
          <w:sz w:val="28"/>
          <w:szCs w:val="28"/>
        </w:rPr>
      </w:pPr>
      <w:r w:rsidRPr="00064507">
        <w:rPr>
          <w:rFonts w:ascii="Times New Roman" w:hAnsi="Times New Roman" w:cs="Times New Roman"/>
          <w:sz w:val="28"/>
          <w:szCs w:val="28"/>
        </w:rPr>
        <w:t>копии документов воинского учета (для военнообязанных и лиц, подлежащих призыву на военную службу);</w:t>
      </w:r>
    </w:p>
    <w:p w:rsidR="00AB1C99" w:rsidRPr="00064507" w:rsidRDefault="00AB1C99" w:rsidP="001041D8">
      <w:pPr>
        <w:numPr>
          <w:ilvl w:val="0"/>
          <w:numId w:val="8"/>
        </w:numPr>
        <w:jc w:val="both"/>
        <w:rPr>
          <w:rFonts w:ascii="Times New Roman" w:hAnsi="Times New Roman" w:cs="Times New Roman"/>
          <w:sz w:val="28"/>
          <w:szCs w:val="28"/>
        </w:rPr>
      </w:pPr>
      <w:r w:rsidRPr="00064507">
        <w:rPr>
          <w:rFonts w:ascii="Times New Roman" w:hAnsi="Times New Roman" w:cs="Times New Roman"/>
          <w:sz w:val="28"/>
          <w:szCs w:val="28"/>
        </w:rPr>
        <w:t>копии Распоряжения Главы сельсовета об освобождении муниципального служащего от замещаемой должности муниципальной службы, о прекращении трудового договора или его приостановлении;</w:t>
      </w:r>
    </w:p>
    <w:p w:rsidR="00AB1C99" w:rsidRPr="00064507" w:rsidRDefault="00AB1C99" w:rsidP="001041D8">
      <w:pPr>
        <w:numPr>
          <w:ilvl w:val="0"/>
          <w:numId w:val="8"/>
        </w:numPr>
        <w:jc w:val="both"/>
        <w:rPr>
          <w:rFonts w:ascii="Times New Roman" w:hAnsi="Times New Roman" w:cs="Times New Roman"/>
          <w:sz w:val="28"/>
          <w:szCs w:val="28"/>
        </w:rPr>
      </w:pPr>
      <w:r w:rsidRPr="00064507">
        <w:rPr>
          <w:rFonts w:ascii="Times New Roman" w:hAnsi="Times New Roman" w:cs="Times New Roman"/>
          <w:sz w:val="28"/>
          <w:szCs w:val="28"/>
        </w:rPr>
        <w:t>аттестационном листе муниципального служащего, прошедшего аттестацию, и отзыве об исполнении им должностных обязанностей за аттестационный период;</w:t>
      </w:r>
    </w:p>
    <w:p w:rsidR="00AB1C99" w:rsidRPr="00064507" w:rsidRDefault="00AB1C99" w:rsidP="001041D8">
      <w:pPr>
        <w:numPr>
          <w:ilvl w:val="0"/>
          <w:numId w:val="8"/>
        </w:numPr>
        <w:jc w:val="both"/>
        <w:rPr>
          <w:rFonts w:ascii="Times New Roman" w:hAnsi="Times New Roman" w:cs="Times New Roman"/>
          <w:sz w:val="28"/>
          <w:szCs w:val="28"/>
        </w:rPr>
      </w:pPr>
      <w:r w:rsidRPr="00064507">
        <w:rPr>
          <w:rFonts w:ascii="Times New Roman" w:hAnsi="Times New Roman" w:cs="Times New Roman"/>
          <w:sz w:val="28"/>
          <w:szCs w:val="28"/>
        </w:rPr>
        <w:t>экзаменационном листе муниципального служащего и отзыве об уровне его знаний, навыков и умений (профессиональном уровне) и о возможности присвоения ему классного чина муниципальной службы ;</w:t>
      </w:r>
    </w:p>
    <w:p w:rsidR="00AB1C99" w:rsidRPr="00064507" w:rsidRDefault="00AB1C99" w:rsidP="001041D8">
      <w:pPr>
        <w:numPr>
          <w:ilvl w:val="0"/>
          <w:numId w:val="8"/>
        </w:numPr>
        <w:jc w:val="both"/>
        <w:rPr>
          <w:rFonts w:ascii="Times New Roman" w:hAnsi="Times New Roman" w:cs="Times New Roman"/>
          <w:sz w:val="28"/>
          <w:szCs w:val="28"/>
        </w:rPr>
      </w:pPr>
      <w:r w:rsidRPr="00064507">
        <w:rPr>
          <w:rFonts w:ascii="Times New Roman" w:hAnsi="Times New Roman" w:cs="Times New Roman"/>
          <w:sz w:val="28"/>
          <w:szCs w:val="28"/>
        </w:rPr>
        <w:t>копии документов о присвоении муниципальному служащему классного чина муниципальной службы ;</w:t>
      </w:r>
    </w:p>
    <w:p w:rsidR="00AB1C99" w:rsidRPr="00064507" w:rsidRDefault="00AB1C99" w:rsidP="001041D8">
      <w:pPr>
        <w:numPr>
          <w:ilvl w:val="0"/>
          <w:numId w:val="8"/>
        </w:numPr>
        <w:jc w:val="both"/>
        <w:rPr>
          <w:rFonts w:ascii="Times New Roman" w:hAnsi="Times New Roman" w:cs="Times New Roman"/>
          <w:sz w:val="28"/>
          <w:szCs w:val="28"/>
        </w:rPr>
      </w:pPr>
      <w:r w:rsidRPr="00064507">
        <w:rPr>
          <w:rFonts w:ascii="Times New Roman" w:hAnsi="Times New Roman" w:cs="Times New Roman"/>
          <w:sz w:val="28"/>
          <w:szCs w:val="28"/>
        </w:rPr>
        <w:t>копии документов о включении муниципального служащего в кадровый резерв, а также об исключении его из кадрового резерва;</w:t>
      </w:r>
    </w:p>
    <w:p w:rsidR="00AB1C99" w:rsidRPr="00064507" w:rsidRDefault="00AB1C99" w:rsidP="001041D8">
      <w:pPr>
        <w:numPr>
          <w:ilvl w:val="0"/>
          <w:numId w:val="8"/>
        </w:numPr>
        <w:jc w:val="both"/>
        <w:rPr>
          <w:rFonts w:ascii="Times New Roman" w:hAnsi="Times New Roman" w:cs="Times New Roman"/>
          <w:sz w:val="28"/>
          <w:szCs w:val="28"/>
        </w:rPr>
      </w:pPr>
      <w:r w:rsidRPr="00064507">
        <w:rPr>
          <w:rFonts w:ascii="Times New Roman" w:hAnsi="Times New Roman" w:cs="Times New Roman"/>
          <w:sz w:val="28"/>
          <w:szCs w:val="28"/>
        </w:rPr>
        <w:t>копии Распоряжения Главы сельсовета о поощрении муниципального служащего, а также о наложении на него дисциплинарного взыскания до его снятия или отмены;</w:t>
      </w:r>
    </w:p>
    <w:p w:rsidR="00AB1C99" w:rsidRPr="00064507" w:rsidRDefault="00AB1C99" w:rsidP="001041D8">
      <w:pPr>
        <w:numPr>
          <w:ilvl w:val="0"/>
          <w:numId w:val="8"/>
        </w:numPr>
        <w:jc w:val="both"/>
        <w:rPr>
          <w:rFonts w:ascii="Times New Roman" w:hAnsi="Times New Roman" w:cs="Times New Roman"/>
          <w:sz w:val="28"/>
          <w:szCs w:val="28"/>
        </w:rPr>
      </w:pPr>
      <w:r w:rsidRPr="00064507">
        <w:rPr>
          <w:rFonts w:ascii="Times New Roman" w:hAnsi="Times New Roman" w:cs="Times New Roman"/>
          <w:sz w:val="28"/>
          <w:szCs w:val="28"/>
        </w:rPr>
        <w:t>копии документов о начале служебной проверки, ее результатах, об отстранении муниципального служащего от замещаемой должности муниципальной службы;</w:t>
      </w:r>
    </w:p>
    <w:p w:rsidR="00AB1C99" w:rsidRPr="00064507" w:rsidRDefault="00AB1C99" w:rsidP="001041D8">
      <w:pPr>
        <w:numPr>
          <w:ilvl w:val="0"/>
          <w:numId w:val="8"/>
        </w:numPr>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документах, связанных с оформлением допуска к сведениям, составляющим государственную или иную охраняемую законом тайну, если исполнение обязанностей по замещаемой должности муниципальной службы связано с использованием таких сведений;</w:t>
      </w:r>
    </w:p>
    <w:p w:rsidR="00AB1C99" w:rsidRPr="00064507" w:rsidRDefault="00AB1C99" w:rsidP="001041D8">
      <w:pPr>
        <w:numPr>
          <w:ilvl w:val="0"/>
          <w:numId w:val="8"/>
        </w:numPr>
        <w:jc w:val="both"/>
        <w:rPr>
          <w:rFonts w:ascii="Times New Roman" w:hAnsi="Times New Roman" w:cs="Times New Roman"/>
          <w:sz w:val="28"/>
          <w:szCs w:val="28"/>
        </w:rPr>
      </w:pPr>
      <w:r w:rsidRPr="00064507">
        <w:rPr>
          <w:rFonts w:ascii="Times New Roman" w:hAnsi="Times New Roman" w:cs="Times New Roman"/>
          <w:sz w:val="28"/>
          <w:szCs w:val="28"/>
        </w:rPr>
        <w:t>сведениях о доходах, имуществе и обязательствах имущественного характера муниципального служащего;</w:t>
      </w:r>
    </w:p>
    <w:p w:rsidR="00AB1C99" w:rsidRPr="00064507" w:rsidRDefault="00AB1C99" w:rsidP="001041D8">
      <w:pPr>
        <w:numPr>
          <w:ilvl w:val="0"/>
          <w:numId w:val="8"/>
        </w:numPr>
        <w:jc w:val="both"/>
        <w:rPr>
          <w:rFonts w:ascii="Times New Roman" w:hAnsi="Times New Roman" w:cs="Times New Roman"/>
          <w:sz w:val="28"/>
          <w:szCs w:val="28"/>
        </w:rPr>
      </w:pPr>
      <w:r w:rsidRPr="00064507">
        <w:rPr>
          <w:rFonts w:ascii="Times New Roman" w:hAnsi="Times New Roman" w:cs="Times New Roman"/>
          <w:sz w:val="28"/>
          <w:szCs w:val="28"/>
        </w:rPr>
        <w:t>копии страхового свидетельства обязательного пенсионного страхования;</w:t>
      </w:r>
    </w:p>
    <w:p w:rsidR="00AB1C99" w:rsidRPr="00064507" w:rsidRDefault="00AB1C99" w:rsidP="001041D8">
      <w:pPr>
        <w:numPr>
          <w:ilvl w:val="0"/>
          <w:numId w:val="8"/>
        </w:numPr>
        <w:jc w:val="both"/>
        <w:rPr>
          <w:rFonts w:ascii="Times New Roman" w:hAnsi="Times New Roman" w:cs="Times New Roman"/>
          <w:sz w:val="28"/>
          <w:szCs w:val="28"/>
        </w:rPr>
      </w:pPr>
      <w:r w:rsidRPr="00064507">
        <w:rPr>
          <w:rFonts w:ascii="Times New Roman" w:hAnsi="Times New Roman" w:cs="Times New Roman"/>
          <w:sz w:val="28"/>
          <w:szCs w:val="28"/>
        </w:rPr>
        <w:t>копии свидетельства о постановке на учет в налоговом органе физического лица по месту жительства на территории Российской Федерации;</w:t>
      </w:r>
    </w:p>
    <w:p w:rsidR="00AB1C99" w:rsidRPr="00064507" w:rsidRDefault="00AB1C99" w:rsidP="001041D8">
      <w:pPr>
        <w:numPr>
          <w:ilvl w:val="0"/>
          <w:numId w:val="8"/>
        </w:numPr>
        <w:jc w:val="both"/>
        <w:rPr>
          <w:rFonts w:ascii="Times New Roman" w:hAnsi="Times New Roman" w:cs="Times New Roman"/>
          <w:sz w:val="28"/>
          <w:szCs w:val="28"/>
        </w:rPr>
      </w:pPr>
      <w:r w:rsidRPr="00064507">
        <w:rPr>
          <w:rFonts w:ascii="Times New Roman" w:hAnsi="Times New Roman" w:cs="Times New Roman"/>
          <w:sz w:val="28"/>
          <w:szCs w:val="28"/>
        </w:rPr>
        <w:t>копии страхового медицинского полиса обязательного медицинского страхования граждан;</w:t>
      </w:r>
    </w:p>
    <w:p w:rsidR="00AB1C99" w:rsidRPr="00064507" w:rsidRDefault="00AB1C99" w:rsidP="001041D8">
      <w:pPr>
        <w:numPr>
          <w:ilvl w:val="0"/>
          <w:numId w:val="8"/>
        </w:numPr>
        <w:jc w:val="both"/>
        <w:rPr>
          <w:rFonts w:ascii="Times New Roman" w:hAnsi="Times New Roman" w:cs="Times New Roman"/>
          <w:sz w:val="28"/>
          <w:szCs w:val="28"/>
        </w:rPr>
      </w:pPr>
      <w:r w:rsidRPr="00064507">
        <w:rPr>
          <w:rFonts w:ascii="Times New Roman" w:hAnsi="Times New Roman" w:cs="Times New Roman"/>
          <w:sz w:val="28"/>
          <w:szCs w:val="28"/>
        </w:rPr>
        <w:t>медицинском заключении установленной формы об отсутствии у гражданина заболевания, препятствующего поступлению на муниципальную службу или ее прохождению;</w:t>
      </w:r>
    </w:p>
    <w:p w:rsidR="00AB1C99" w:rsidRPr="00064507" w:rsidRDefault="00AB1C99" w:rsidP="001041D8">
      <w:pPr>
        <w:numPr>
          <w:ilvl w:val="0"/>
          <w:numId w:val="8"/>
        </w:numPr>
        <w:jc w:val="both"/>
        <w:rPr>
          <w:rFonts w:ascii="Times New Roman" w:hAnsi="Times New Roman" w:cs="Times New Roman"/>
          <w:sz w:val="28"/>
          <w:szCs w:val="28"/>
        </w:rPr>
      </w:pPr>
      <w:r w:rsidRPr="00064507">
        <w:rPr>
          <w:rFonts w:ascii="Times New Roman" w:hAnsi="Times New Roman" w:cs="Times New Roman"/>
          <w:sz w:val="28"/>
          <w:szCs w:val="28"/>
        </w:rPr>
        <w:t>справке о результатах проверки достоверности и полноты представленных муниципальным служащим сведений о доходах, имуществе и обязательствах имущественного характера.</w:t>
      </w:r>
    </w:p>
    <w:p w:rsidR="00AB1C99" w:rsidRPr="00064507" w:rsidRDefault="00AB1C99" w:rsidP="001041D8">
      <w:pPr>
        <w:jc w:val="both"/>
        <w:rPr>
          <w:rFonts w:ascii="Times New Roman" w:hAnsi="Times New Roman" w:cs="Times New Roman"/>
          <w:sz w:val="28"/>
          <w:szCs w:val="28"/>
        </w:rPr>
      </w:pPr>
      <w:r w:rsidRPr="00064507">
        <w:rPr>
          <w:rFonts w:ascii="Times New Roman" w:hAnsi="Times New Roman" w:cs="Times New Roman"/>
          <w:sz w:val="28"/>
          <w:szCs w:val="28"/>
        </w:rPr>
        <w:t> </w:t>
      </w:r>
    </w:p>
    <w:p w:rsidR="00AB1C99" w:rsidRPr="00064507" w:rsidRDefault="00AB1C99" w:rsidP="001041D8">
      <w:pPr>
        <w:jc w:val="both"/>
        <w:rPr>
          <w:rFonts w:ascii="Times New Roman" w:hAnsi="Times New Roman" w:cs="Times New Roman"/>
          <w:sz w:val="28"/>
          <w:szCs w:val="28"/>
        </w:rPr>
      </w:pPr>
      <w:r w:rsidRPr="00064507">
        <w:rPr>
          <w:rFonts w:ascii="Times New Roman" w:hAnsi="Times New Roman" w:cs="Times New Roman"/>
          <w:sz w:val="28"/>
          <w:szCs w:val="28"/>
        </w:rPr>
        <w:t> </w:t>
      </w:r>
      <w:r w:rsidRPr="00064507">
        <w:rPr>
          <w:rFonts w:ascii="Times New Roman" w:hAnsi="Times New Roman" w:cs="Times New Roman"/>
          <w:sz w:val="28"/>
          <w:szCs w:val="28"/>
        </w:rPr>
        <w:tab/>
        <w:t>2. Для целей оказания муниципальных услуг и осуществления муниципальных функций (полномочий, обязанностей) в администрации Савкинского сельсовета обрабатываются следующие категории персональных данных:</w:t>
      </w:r>
    </w:p>
    <w:p w:rsidR="00AB1C99" w:rsidRPr="00064507" w:rsidRDefault="00AB1C99" w:rsidP="001041D8">
      <w:pPr>
        <w:jc w:val="both"/>
        <w:rPr>
          <w:rFonts w:ascii="Times New Roman" w:hAnsi="Times New Roman" w:cs="Times New Roman"/>
          <w:sz w:val="28"/>
          <w:szCs w:val="28"/>
        </w:rPr>
      </w:pPr>
      <w:r w:rsidRPr="00064507">
        <w:rPr>
          <w:rFonts w:ascii="Times New Roman" w:hAnsi="Times New Roman" w:cs="Times New Roman"/>
          <w:sz w:val="28"/>
          <w:szCs w:val="28"/>
        </w:rPr>
        <w:t>       - фамилия, имя, отчество;</w:t>
      </w:r>
    </w:p>
    <w:p w:rsidR="00AB1C99" w:rsidRPr="00064507" w:rsidRDefault="00AB1C99" w:rsidP="001041D8">
      <w:pPr>
        <w:jc w:val="both"/>
        <w:rPr>
          <w:rFonts w:ascii="Times New Roman" w:hAnsi="Times New Roman" w:cs="Times New Roman"/>
          <w:sz w:val="28"/>
          <w:szCs w:val="28"/>
        </w:rPr>
      </w:pPr>
      <w:r w:rsidRPr="00064507">
        <w:rPr>
          <w:rFonts w:ascii="Times New Roman" w:hAnsi="Times New Roman" w:cs="Times New Roman"/>
          <w:sz w:val="28"/>
          <w:szCs w:val="28"/>
        </w:rPr>
        <w:t>       - адрес проживания и прописки;</w:t>
      </w:r>
    </w:p>
    <w:p w:rsidR="00AB1C99" w:rsidRPr="00064507" w:rsidRDefault="00AB1C99" w:rsidP="001041D8">
      <w:pPr>
        <w:jc w:val="both"/>
        <w:rPr>
          <w:rFonts w:ascii="Times New Roman" w:hAnsi="Times New Roman" w:cs="Times New Roman"/>
          <w:sz w:val="28"/>
          <w:szCs w:val="28"/>
        </w:rPr>
      </w:pPr>
      <w:r w:rsidRPr="00064507">
        <w:rPr>
          <w:rFonts w:ascii="Times New Roman" w:hAnsi="Times New Roman" w:cs="Times New Roman"/>
          <w:sz w:val="28"/>
          <w:szCs w:val="28"/>
        </w:rPr>
        <w:t>       - телефон;</w:t>
      </w:r>
    </w:p>
    <w:p w:rsidR="00AB1C99" w:rsidRPr="00064507" w:rsidRDefault="00AB1C99" w:rsidP="001041D8">
      <w:pPr>
        <w:jc w:val="both"/>
        <w:rPr>
          <w:rFonts w:ascii="Times New Roman" w:hAnsi="Times New Roman" w:cs="Times New Roman"/>
          <w:sz w:val="28"/>
          <w:szCs w:val="28"/>
        </w:rPr>
      </w:pPr>
      <w:r w:rsidRPr="00064507">
        <w:rPr>
          <w:rFonts w:ascii="Times New Roman" w:hAnsi="Times New Roman" w:cs="Times New Roman"/>
          <w:sz w:val="28"/>
          <w:szCs w:val="28"/>
        </w:rPr>
        <w:t>       - иные паспортные данные;</w:t>
      </w:r>
    </w:p>
    <w:p w:rsidR="00AB1C99" w:rsidRPr="00064507" w:rsidRDefault="00AB1C99" w:rsidP="001041D8">
      <w:pPr>
        <w:jc w:val="both"/>
        <w:rPr>
          <w:rFonts w:ascii="Times New Roman" w:hAnsi="Times New Roman" w:cs="Times New Roman"/>
          <w:sz w:val="28"/>
          <w:szCs w:val="28"/>
        </w:rPr>
      </w:pPr>
      <w:r w:rsidRPr="00064507">
        <w:rPr>
          <w:rFonts w:ascii="Times New Roman" w:hAnsi="Times New Roman" w:cs="Times New Roman"/>
          <w:sz w:val="28"/>
          <w:szCs w:val="28"/>
        </w:rPr>
        <w:t>       - адрес электронной почты;</w:t>
      </w:r>
    </w:p>
    <w:p w:rsidR="00AB1C99" w:rsidRPr="00064507" w:rsidRDefault="00AB1C99" w:rsidP="001041D8">
      <w:pPr>
        <w:jc w:val="both"/>
        <w:rPr>
          <w:rFonts w:ascii="Times New Roman" w:hAnsi="Times New Roman" w:cs="Times New Roman"/>
          <w:sz w:val="28"/>
          <w:szCs w:val="28"/>
        </w:rPr>
      </w:pPr>
      <w:r w:rsidRPr="00064507">
        <w:rPr>
          <w:rFonts w:ascii="Times New Roman" w:hAnsi="Times New Roman" w:cs="Times New Roman"/>
          <w:sz w:val="28"/>
          <w:szCs w:val="28"/>
        </w:rPr>
        <w:t>       - ИНН;</w:t>
      </w:r>
    </w:p>
    <w:p w:rsidR="00AB1C99" w:rsidRPr="00064507" w:rsidRDefault="00AB1C99" w:rsidP="001041D8">
      <w:pPr>
        <w:jc w:val="both"/>
        <w:rPr>
          <w:rFonts w:ascii="Times New Roman" w:hAnsi="Times New Roman" w:cs="Times New Roman"/>
          <w:sz w:val="28"/>
          <w:szCs w:val="28"/>
        </w:rPr>
      </w:pPr>
      <w:r w:rsidRPr="00064507">
        <w:rPr>
          <w:rFonts w:ascii="Times New Roman" w:hAnsi="Times New Roman" w:cs="Times New Roman"/>
          <w:sz w:val="28"/>
          <w:szCs w:val="28"/>
        </w:rPr>
        <w:t>       - СНИЛС;</w:t>
      </w:r>
    </w:p>
    <w:p w:rsidR="00AB1C99" w:rsidRPr="00064507" w:rsidRDefault="00AB1C99" w:rsidP="001041D8">
      <w:pPr>
        <w:jc w:val="both"/>
        <w:rPr>
          <w:rFonts w:ascii="Times New Roman" w:hAnsi="Times New Roman" w:cs="Times New Roman"/>
          <w:sz w:val="28"/>
          <w:szCs w:val="28"/>
        </w:rPr>
      </w:pPr>
      <w:r w:rsidRPr="00064507">
        <w:rPr>
          <w:rFonts w:ascii="Times New Roman" w:hAnsi="Times New Roman" w:cs="Times New Roman"/>
          <w:sz w:val="28"/>
          <w:szCs w:val="28"/>
        </w:rPr>
        <w:t>       - иные сведения указанные заявителем.</w:t>
      </w: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Default="00AB1C99" w:rsidP="001041D8">
      <w:pPr>
        <w:rPr>
          <w:rFonts w:ascii="Times New Roman" w:hAnsi="Times New Roman" w:cs="Times New Roman"/>
          <w:sz w:val="28"/>
          <w:szCs w:val="28"/>
        </w:rPr>
      </w:pPr>
    </w:p>
    <w:p w:rsidR="00AB1C99" w:rsidRDefault="00AB1C99" w:rsidP="001041D8">
      <w:pPr>
        <w:rPr>
          <w:rFonts w:ascii="Times New Roman" w:hAnsi="Times New Roman" w:cs="Times New Roman"/>
          <w:sz w:val="28"/>
          <w:szCs w:val="28"/>
        </w:rPr>
      </w:pPr>
    </w:p>
    <w:p w:rsidR="00AB1C99" w:rsidRDefault="00AB1C99" w:rsidP="001041D8">
      <w:pPr>
        <w:rPr>
          <w:rFonts w:ascii="Times New Roman" w:hAnsi="Times New Roman" w:cs="Times New Roman"/>
          <w:sz w:val="28"/>
          <w:szCs w:val="28"/>
        </w:rPr>
      </w:pPr>
    </w:p>
    <w:p w:rsidR="00AB1C99" w:rsidRDefault="00AB1C99" w:rsidP="001041D8">
      <w:pPr>
        <w:rPr>
          <w:rFonts w:ascii="Times New Roman" w:hAnsi="Times New Roman" w:cs="Times New Roman"/>
          <w:sz w:val="28"/>
          <w:szCs w:val="28"/>
        </w:rPr>
      </w:pPr>
    </w:p>
    <w:p w:rsidR="00AB1C99" w:rsidRDefault="00AB1C99" w:rsidP="001041D8">
      <w:pPr>
        <w:rPr>
          <w:rFonts w:ascii="Times New Roman" w:hAnsi="Times New Roman" w:cs="Times New Roman"/>
          <w:sz w:val="28"/>
          <w:szCs w:val="28"/>
        </w:rPr>
      </w:pPr>
    </w:p>
    <w:p w:rsidR="00AB1C99" w:rsidRDefault="00AB1C99" w:rsidP="001041D8">
      <w:pPr>
        <w:rPr>
          <w:rFonts w:ascii="Times New Roman" w:hAnsi="Times New Roman" w:cs="Times New Roman"/>
          <w:sz w:val="28"/>
          <w:szCs w:val="28"/>
        </w:rPr>
      </w:pPr>
    </w:p>
    <w:p w:rsidR="00AB1C99" w:rsidRDefault="00AB1C99" w:rsidP="001041D8">
      <w:pPr>
        <w:rPr>
          <w:rFonts w:ascii="Times New Roman" w:hAnsi="Times New Roman" w:cs="Times New Roman"/>
          <w:sz w:val="28"/>
          <w:szCs w:val="28"/>
        </w:rPr>
      </w:pPr>
    </w:p>
    <w:p w:rsidR="00AB1C99" w:rsidRDefault="00AB1C99" w:rsidP="001041D8">
      <w:pPr>
        <w:rPr>
          <w:rFonts w:ascii="Times New Roman" w:hAnsi="Times New Roman" w:cs="Times New Roman"/>
          <w:sz w:val="28"/>
          <w:szCs w:val="28"/>
        </w:rPr>
      </w:pPr>
    </w:p>
    <w:p w:rsidR="00AB1C99" w:rsidRDefault="00AB1C99" w:rsidP="001041D8">
      <w:pPr>
        <w:rPr>
          <w:rFonts w:ascii="Times New Roman" w:hAnsi="Times New Roman" w:cs="Times New Roman"/>
          <w:sz w:val="28"/>
          <w:szCs w:val="28"/>
        </w:rPr>
      </w:pPr>
    </w:p>
    <w:p w:rsidR="00AB1C99" w:rsidRDefault="00AB1C99" w:rsidP="001041D8">
      <w:pPr>
        <w:rPr>
          <w:rFonts w:ascii="Times New Roman" w:hAnsi="Times New Roman" w:cs="Times New Roman"/>
          <w:sz w:val="28"/>
          <w:szCs w:val="28"/>
        </w:rPr>
      </w:pPr>
    </w:p>
    <w:p w:rsidR="00AB1C99" w:rsidRDefault="00AB1C99" w:rsidP="001041D8">
      <w:pPr>
        <w:rPr>
          <w:rFonts w:ascii="Times New Roman" w:hAnsi="Times New Roman" w:cs="Times New Roman"/>
          <w:sz w:val="28"/>
          <w:szCs w:val="28"/>
        </w:rPr>
      </w:pPr>
    </w:p>
    <w:p w:rsidR="00AB1C99" w:rsidRDefault="00AB1C99" w:rsidP="001041D8">
      <w:pPr>
        <w:rPr>
          <w:rFonts w:ascii="Times New Roman" w:hAnsi="Times New Roman" w:cs="Times New Roman"/>
          <w:sz w:val="28"/>
          <w:szCs w:val="28"/>
        </w:rPr>
      </w:pPr>
    </w:p>
    <w:p w:rsidR="00AB1C99" w:rsidRDefault="00AB1C99" w:rsidP="001041D8">
      <w:pPr>
        <w:rPr>
          <w:rFonts w:ascii="Times New Roman" w:hAnsi="Times New Roman" w:cs="Times New Roman"/>
          <w:sz w:val="28"/>
          <w:szCs w:val="28"/>
        </w:rPr>
      </w:pPr>
    </w:p>
    <w:p w:rsidR="00AB1C99" w:rsidRDefault="00AB1C99" w:rsidP="001041D8">
      <w:pPr>
        <w:rPr>
          <w:rFonts w:ascii="Times New Roman" w:hAnsi="Times New Roman" w:cs="Times New Roman"/>
          <w:sz w:val="28"/>
          <w:szCs w:val="28"/>
        </w:rPr>
      </w:pPr>
    </w:p>
    <w:p w:rsidR="00AB1C99" w:rsidRDefault="00AB1C99" w:rsidP="001041D8">
      <w:pPr>
        <w:rPr>
          <w:rFonts w:ascii="Times New Roman" w:hAnsi="Times New Roman" w:cs="Times New Roman"/>
          <w:sz w:val="28"/>
          <w:szCs w:val="28"/>
        </w:rPr>
      </w:pPr>
    </w:p>
    <w:p w:rsidR="00AB1C99" w:rsidRDefault="00AB1C99" w:rsidP="001041D8">
      <w:pPr>
        <w:rPr>
          <w:rFonts w:ascii="Times New Roman" w:hAnsi="Times New Roman" w:cs="Times New Roman"/>
          <w:sz w:val="28"/>
          <w:szCs w:val="28"/>
        </w:rPr>
      </w:pPr>
    </w:p>
    <w:p w:rsidR="00AB1C99" w:rsidRDefault="00AB1C99" w:rsidP="001041D8">
      <w:pPr>
        <w:rPr>
          <w:rFonts w:ascii="Times New Roman" w:hAnsi="Times New Roman" w:cs="Times New Roman"/>
          <w:sz w:val="28"/>
          <w:szCs w:val="28"/>
        </w:rPr>
      </w:pPr>
    </w:p>
    <w:p w:rsidR="00AB1C99"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ind w:left="6381"/>
        <w:jc w:val="both"/>
        <w:rPr>
          <w:rFonts w:ascii="Times New Roman" w:hAnsi="Times New Roman" w:cs="Times New Roman"/>
          <w:color w:val="auto"/>
          <w:sz w:val="28"/>
          <w:szCs w:val="28"/>
        </w:rPr>
      </w:pPr>
    </w:p>
    <w:p w:rsidR="00AB1C99" w:rsidRPr="00064507" w:rsidRDefault="00AB1C99" w:rsidP="001041D8">
      <w:pPr>
        <w:ind w:left="6381"/>
        <w:jc w:val="both"/>
        <w:rPr>
          <w:rFonts w:ascii="Times New Roman" w:hAnsi="Times New Roman" w:cs="Times New Roman"/>
          <w:color w:val="auto"/>
          <w:sz w:val="28"/>
          <w:szCs w:val="28"/>
        </w:rPr>
      </w:pPr>
    </w:p>
    <w:p w:rsidR="00AB1C99" w:rsidRPr="00064507" w:rsidRDefault="00AB1C99" w:rsidP="001041D8">
      <w:pPr>
        <w:ind w:left="6381"/>
        <w:jc w:val="both"/>
        <w:rPr>
          <w:rFonts w:ascii="Times New Roman" w:hAnsi="Times New Roman" w:cs="Times New Roman"/>
          <w:color w:val="auto"/>
          <w:sz w:val="28"/>
          <w:szCs w:val="28"/>
        </w:rPr>
      </w:pPr>
    </w:p>
    <w:p w:rsidR="00AB1C99" w:rsidRDefault="00AB1C99" w:rsidP="001041D8">
      <w:pPr>
        <w:ind w:left="6381"/>
        <w:jc w:val="both"/>
        <w:rPr>
          <w:rFonts w:ascii="Times New Roman" w:hAnsi="Times New Roman" w:cs="Times New Roman"/>
          <w:color w:val="auto"/>
          <w:sz w:val="28"/>
          <w:szCs w:val="28"/>
        </w:rPr>
      </w:pPr>
    </w:p>
    <w:p w:rsidR="00AB1C99" w:rsidRDefault="00AB1C99" w:rsidP="001041D8">
      <w:pPr>
        <w:ind w:left="6381"/>
        <w:jc w:val="both"/>
        <w:rPr>
          <w:rFonts w:ascii="Times New Roman" w:hAnsi="Times New Roman" w:cs="Times New Roman"/>
          <w:color w:val="auto"/>
          <w:sz w:val="28"/>
          <w:szCs w:val="28"/>
        </w:rPr>
      </w:pPr>
    </w:p>
    <w:p w:rsidR="00AB1C99" w:rsidRDefault="00AB1C99" w:rsidP="001041D8">
      <w:pPr>
        <w:ind w:left="6381"/>
        <w:jc w:val="both"/>
        <w:rPr>
          <w:rFonts w:ascii="Times New Roman" w:hAnsi="Times New Roman" w:cs="Times New Roman"/>
          <w:color w:val="auto"/>
          <w:sz w:val="28"/>
          <w:szCs w:val="28"/>
        </w:rPr>
      </w:pPr>
    </w:p>
    <w:p w:rsidR="00AB1C99" w:rsidRDefault="00AB1C99" w:rsidP="001041D8">
      <w:pPr>
        <w:ind w:left="6381"/>
        <w:jc w:val="both"/>
        <w:rPr>
          <w:rFonts w:ascii="Times New Roman" w:hAnsi="Times New Roman" w:cs="Times New Roman"/>
          <w:color w:val="auto"/>
          <w:sz w:val="28"/>
          <w:szCs w:val="28"/>
        </w:rPr>
      </w:pPr>
    </w:p>
    <w:p w:rsidR="00AB1C99" w:rsidRDefault="00AB1C99" w:rsidP="001041D8">
      <w:pPr>
        <w:ind w:left="6381"/>
        <w:jc w:val="both"/>
        <w:rPr>
          <w:rFonts w:ascii="Times New Roman" w:hAnsi="Times New Roman" w:cs="Times New Roman"/>
          <w:color w:val="auto"/>
          <w:sz w:val="28"/>
          <w:szCs w:val="28"/>
        </w:rPr>
      </w:pPr>
    </w:p>
    <w:p w:rsidR="00AB1C99" w:rsidRPr="00064507" w:rsidRDefault="00AB1C99" w:rsidP="001041D8">
      <w:pPr>
        <w:ind w:left="6381"/>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 xml:space="preserve">Приложение № 7 </w:t>
      </w:r>
    </w:p>
    <w:p w:rsidR="00AB1C99" w:rsidRPr="00064507" w:rsidRDefault="00AB1C99" w:rsidP="001041D8">
      <w:pPr>
        <w:ind w:left="6381"/>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 xml:space="preserve">утверждено Постановлением </w:t>
      </w:r>
    </w:p>
    <w:p w:rsidR="00AB1C99" w:rsidRPr="00064507" w:rsidRDefault="00AB1C99" w:rsidP="001041D8">
      <w:pPr>
        <w:ind w:left="6381"/>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 xml:space="preserve">Главы Савкинского сельсовета </w:t>
      </w:r>
    </w:p>
    <w:p w:rsidR="00AB1C99" w:rsidRPr="00064507" w:rsidRDefault="00AB1C99" w:rsidP="001041D8">
      <w:pPr>
        <w:ind w:left="6381"/>
        <w:jc w:val="both"/>
        <w:rPr>
          <w:rFonts w:ascii="Times New Roman" w:hAnsi="Times New Roman" w:cs="Times New Roman"/>
          <w:sz w:val="28"/>
          <w:szCs w:val="28"/>
        </w:rPr>
      </w:pPr>
      <w:r w:rsidRPr="00064507">
        <w:rPr>
          <w:rFonts w:ascii="Times New Roman" w:hAnsi="Times New Roman" w:cs="Times New Roman"/>
          <w:sz w:val="28"/>
          <w:szCs w:val="28"/>
        </w:rPr>
        <w:t>От</w:t>
      </w:r>
      <w:r>
        <w:rPr>
          <w:rFonts w:ascii="Times New Roman" w:hAnsi="Times New Roman" w:cs="Times New Roman"/>
          <w:sz w:val="28"/>
          <w:szCs w:val="28"/>
        </w:rPr>
        <w:t xml:space="preserve"> 13.08.2012</w:t>
      </w:r>
      <w:r w:rsidRPr="00064507">
        <w:rPr>
          <w:rFonts w:ascii="Times New Roman" w:hAnsi="Times New Roman" w:cs="Times New Roman"/>
          <w:sz w:val="28"/>
          <w:szCs w:val="28"/>
        </w:rPr>
        <w:t xml:space="preserve">  № </w:t>
      </w:r>
      <w:r>
        <w:rPr>
          <w:rFonts w:ascii="Times New Roman" w:hAnsi="Times New Roman" w:cs="Times New Roman"/>
          <w:sz w:val="28"/>
          <w:szCs w:val="28"/>
        </w:rPr>
        <w:t>42</w:t>
      </w:r>
    </w:p>
    <w:p w:rsidR="00AB1C99" w:rsidRPr="00064507" w:rsidRDefault="00AB1C99" w:rsidP="001041D8">
      <w:pPr>
        <w:jc w:val="both"/>
        <w:rPr>
          <w:rFonts w:ascii="Times New Roman" w:hAnsi="Times New Roman" w:cs="Times New Roman"/>
          <w:color w:val="auto"/>
          <w:sz w:val="28"/>
          <w:szCs w:val="28"/>
        </w:rPr>
      </w:pPr>
    </w:p>
    <w:p w:rsidR="00AB1C99" w:rsidRPr="00064507" w:rsidRDefault="00AB1C99" w:rsidP="001041D8">
      <w:pPr>
        <w:jc w:val="both"/>
        <w:rPr>
          <w:rFonts w:ascii="Times New Roman" w:hAnsi="Times New Roman" w:cs="Times New Roman"/>
          <w:color w:val="auto"/>
          <w:sz w:val="28"/>
          <w:szCs w:val="28"/>
        </w:rPr>
      </w:pPr>
    </w:p>
    <w:p w:rsidR="00AB1C99" w:rsidRPr="00064507" w:rsidRDefault="00AB1C99" w:rsidP="001041D8">
      <w:pPr>
        <w:jc w:val="both"/>
        <w:rPr>
          <w:rFonts w:ascii="Times New Roman" w:hAnsi="Times New Roman" w:cs="Times New Roman"/>
          <w:color w:val="auto"/>
          <w:sz w:val="28"/>
          <w:szCs w:val="28"/>
        </w:rPr>
      </w:pPr>
    </w:p>
    <w:p w:rsidR="00AB1C99" w:rsidRPr="00064507" w:rsidRDefault="00AB1C99" w:rsidP="001041D8">
      <w:pPr>
        <w:jc w:val="center"/>
        <w:rPr>
          <w:rFonts w:ascii="Times New Roman" w:hAnsi="Times New Roman" w:cs="Times New Roman"/>
          <w:b/>
          <w:color w:val="auto"/>
          <w:sz w:val="28"/>
          <w:szCs w:val="28"/>
        </w:rPr>
      </w:pPr>
      <w:r w:rsidRPr="00064507">
        <w:rPr>
          <w:rFonts w:ascii="Times New Roman" w:hAnsi="Times New Roman" w:cs="Times New Roman"/>
          <w:b/>
          <w:color w:val="auto"/>
          <w:sz w:val="28"/>
          <w:szCs w:val="28"/>
        </w:rPr>
        <w:t xml:space="preserve">Перечень должностей служащих муниципального органа, </w:t>
      </w:r>
    </w:p>
    <w:p w:rsidR="00AB1C99" w:rsidRPr="00064507" w:rsidRDefault="00AB1C99" w:rsidP="001041D8">
      <w:pPr>
        <w:jc w:val="center"/>
        <w:rPr>
          <w:rFonts w:ascii="Times New Roman" w:hAnsi="Times New Roman" w:cs="Times New Roman"/>
          <w:b/>
          <w:color w:val="auto"/>
          <w:sz w:val="28"/>
          <w:szCs w:val="28"/>
        </w:rPr>
      </w:pPr>
      <w:r w:rsidRPr="00064507">
        <w:rPr>
          <w:rFonts w:ascii="Times New Roman" w:hAnsi="Times New Roman" w:cs="Times New Roman"/>
          <w:b/>
          <w:color w:val="auto"/>
          <w:sz w:val="28"/>
          <w:szCs w:val="28"/>
        </w:rPr>
        <w:t xml:space="preserve">ответственных за проведение мероприятий </w:t>
      </w:r>
    </w:p>
    <w:p w:rsidR="00AB1C99" w:rsidRPr="00064507" w:rsidRDefault="00AB1C99" w:rsidP="001041D8">
      <w:pPr>
        <w:jc w:val="center"/>
        <w:rPr>
          <w:rFonts w:ascii="Times New Roman" w:hAnsi="Times New Roman" w:cs="Times New Roman"/>
          <w:b/>
          <w:color w:val="auto"/>
          <w:sz w:val="28"/>
          <w:szCs w:val="28"/>
        </w:rPr>
      </w:pPr>
      <w:r w:rsidRPr="00064507">
        <w:rPr>
          <w:rFonts w:ascii="Times New Roman" w:hAnsi="Times New Roman" w:cs="Times New Roman"/>
          <w:b/>
          <w:color w:val="auto"/>
          <w:sz w:val="28"/>
          <w:szCs w:val="28"/>
        </w:rPr>
        <w:t>по обезличиванию обрабатываемых персональных данных</w:t>
      </w:r>
    </w:p>
    <w:p w:rsidR="00AB1C99" w:rsidRPr="00064507" w:rsidRDefault="00AB1C99" w:rsidP="001041D8">
      <w:pPr>
        <w:rPr>
          <w:rFonts w:ascii="Times New Roman" w:hAnsi="Times New Roman" w:cs="Times New Roman"/>
          <w:b/>
          <w:color w:val="auto"/>
          <w:sz w:val="28"/>
          <w:szCs w:val="28"/>
        </w:rPr>
      </w:pPr>
    </w:p>
    <w:p w:rsidR="00AB1C99" w:rsidRPr="00064507" w:rsidRDefault="00AB1C99" w:rsidP="001041D8">
      <w:pPr>
        <w:rPr>
          <w:rFonts w:ascii="Times New Roman" w:hAnsi="Times New Roman" w:cs="Times New Roman"/>
          <w:b/>
          <w:color w:val="auto"/>
          <w:sz w:val="28"/>
          <w:szCs w:val="28"/>
        </w:rPr>
      </w:pPr>
    </w:p>
    <w:p w:rsidR="00AB1C99" w:rsidRPr="00064507" w:rsidRDefault="00AB1C99" w:rsidP="001041D8">
      <w:pPr>
        <w:rPr>
          <w:rFonts w:ascii="Times New Roman" w:hAnsi="Times New Roman" w:cs="Times New Roman"/>
          <w:b/>
          <w:color w:val="auto"/>
          <w:sz w:val="28"/>
          <w:szCs w:val="28"/>
        </w:rPr>
      </w:pPr>
    </w:p>
    <w:p w:rsidR="00AB1C99" w:rsidRPr="00064507" w:rsidRDefault="00AB1C99" w:rsidP="001041D8">
      <w:pPr>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ab/>
        <w:t>1. Ответственные за проведение мероприятий по обезличиванию обрабатываемых персональных данных работников администрации Савкинского сельсовета:</w:t>
      </w:r>
    </w:p>
    <w:p w:rsidR="00AB1C99" w:rsidRPr="00064507" w:rsidRDefault="00AB1C99" w:rsidP="001041D8">
      <w:pPr>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ab/>
        <w:t>-  специалист  администрации Савкинского сельсовета.</w:t>
      </w:r>
    </w:p>
    <w:p w:rsidR="00AB1C99" w:rsidRPr="00064507" w:rsidRDefault="00AB1C99" w:rsidP="001041D8">
      <w:pPr>
        <w:jc w:val="both"/>
        <w:rPr>
          <w:rFonts w:ascii="Times New Roman" w:hAnsi="Times New Roman" w:cs="Times New Roman"/>
          <w:color w:val="auto"/>
          <w:sz w:val="28"/>
          <w:szCs w:val="28"/>
        </w:rPr>
      </w:pPr>
    </w:p>
    <w:p w:rsidR="00AB1C99" w:rsidRPr="00064507" w:rsidRDefault="00AB1C99" w:rsidP="001041D8">
      <w:pPr>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ab/>
        <w:t>2. Ответственные за проведение мероприятий по обезличиванию обрабатываемых персональных данных населения Савкинского сельсовета:</w:t>
      </w:r>
    </w:p>
    <w:p w:rsidR="00AB1C99" w:rsidRPr="00064507" w:rsidRDefault="00AB1C99" w:rsidP="00792D64">
      <w:pPr>
        <w:jc w:val="both"/>
        <w:rPr>
          <w:rFonts w:ascii="Times New Roman" w:hAnsi="Times New Roman" w:cs="Times New Roman"/>
          <w:sz w:val="28"/>
          <w:szCs w:val="28"/>
        </w:rPr>
      </w:pPr>
      <w:r w:rsidRPr="00064507">
        <w:rPr>
          <w:rFonts w:ascii="Times New Roman" w:hAnsi="Times New Roman" w:cs="Times New Roman"/>
          <w:color w:val="auto"/>
          <w:sz w:val="28"/>
          <w:szCs w:val="28"/>
        </w:rPr>
        <w:tab/>
        <w:t>-  специалист администрации Савкинского сельсовета</w:t>
      </w: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Default="00AB1C99" w:rsidP="00C035C1">
      <w:pPr>
        <w:ind w:left="5040"/>
        <w:rPr>
          <w:rFonts w:ascii="Times New Roman" w:hAnsi="Times New Roman" w:cs="Times New Roman"/>
          <w:sz w:val="28"/>
          <w:szCs w:val="28"/>
        </w:rPr>
      </w:pPr>
    </w:p>
    <w:p w:rsidR="00AB1C99" w:rsidRPr="00064507" w:rsidRDefault="00AB1C99" w:rsidP="00C035C1">
      <w:pPr>
        <w:ind w:left="5040"/>
        <w:rPr>
          <w:rFonts w:ascii="Times New Roman" w:hAnsi="Times New Roman" w:cs="Times New Roman"/>
          <w:sz w:val="28"/>
          <w:szCs w:val="28"/>
        </w:rPr>
      </w:pPr>
      <w:r>
        <w:rPr>
          <w:rFonts w:ascii="Times New Roman" w:hAnsi="Times New Roman" w:cs="Times New Roman"/>
          <w:sz w:val="28"/>
          <w:szCs w:val="28"/>
        </w:rPr>
        <w:t>П</w:t>
      </w:r>
      <w:r w:rsidRPr="00064507">
        <w:rPr>
          <w:rFonts w:ascii="Times New Roman" w:hAnsi="Times New Roman" w:cs="Times New Roman"/>
          <w:sz w:val="28"/>
          <w:szCs w:val="28"/>
        </w:rPr>
        <w:t xml:space="preserve">РИЛОЖЕНИЕ  № 8  </w:t>
      </w:r>
      <w:r w:rsidRPr="00064507">
        <w:rPr>
          <w:rFonts w:ascii="Times New Roman" w:hAnsi="Times New Roman" w:cs="Times New Roman"/>
          <w:sz w:val="28"/>
          <w:szCs w:val="28"/>
        </w:rPr>
        <w:br/>
        <w:t>Утверждено Постановлением</w:t>
      </w:r>
    </w:p>
    <w:p w:rsidR="00AB1C99" w:rsidRPr="00064507" w:rsidRDefault="00AB1C99" w:rsidP="00C035C1">
      <w:pPr>
        <w:ind w:left="5040"/>
        <w:rPr>
          <w:rFonts w:ascii="Times New Roman" w:hAnsi="Times New Roman" w:cs="Times New Roman"/>
          <w:sz w:val="28"/>
          <w:szCs w:val="28"/>
        </w:rPr>
      </w:pPr>
      <w:r w:rsidRPr="00064507">
        <w:rPr>
          <w:rFonts w:ascii="Times New Roman" w:hAnsi="Times New Roman" w:cs="Times New Roman"/>
          <w:sz w:val="28"/>
          <w:szCs w:val="28"/>
        </w:rPr>
        <w:t>Главы Савкинского сельсовета</w:t>
      </w:r>
    </w:p>
    <w:p w:rsidR="00AB1C99" w:rsidRPr="00064507" w:rsidRDefault="00AB1C99" w:rsidP="00C035C1">
      <w:pPr>
        <w:ind w:left="5040"/>
        <w:rPr>
          <w:rFonts w:ascii="Times New Roman" w:hAnsi="Times New Roman" w:cs="Times New Roman"/>
          <w:sz w:val="28"/>
          <w:szCs w:val="28"/>
        </w:rPr>
      </w:pPr>
      <w:r>
        <w:rPr>
          <w:rFonts w:ascii="Times New Roman" w:hAnsi="Times New Roman" w:cs="Times New Roman"/>
          <w:sz w:val="28"/>
          <w:szCs w:val="28"/>
        </w:rPr>
        <w:t>от  13.08.2012  № 42</w:t>
      </w:r>
    </w:p>
    <w:p w:rsidR="00AB1C99" w:rsidRPr="00064507" w:rsidRDefault="00AB1C99" w:rsidP="00C035C1">
      <w:pPr>
        <w:jc w:val="both"/>
        <w:rPr>
          <w:rFonts w:ascii="Times New Roman" w:hAnsi="Times New Roman" w:cs="Times New Roman"/>
          <w:sz w:val="28"/>
          <w:szCs w:val="28"/>
        </w:rPr>
      </w:pPr>
    </w:p>
    <w:p w:rsidR="00AB1C99" w:rsidRPr="00064507" w:rsidRDefault="00AB1C99" w:rsidP="00C035C1">
      <w:pPr>
        <w:jc w:val="both"/>
        <w:rPr>
          <w:rFonts w:ascii="Times New Roman" w:hAnsi="Times New Roman" w:cs="Times New Roman"/>
          <w:sz w:val="28"/>
          <w:szCs w:val="28"/>
        </w:rPr>
      </w:pPr>
    </w:p>
    <w:p w:rsidR="00AB1C99" w:rsidRPr="00A379C3" w:rsidRDefault="00AB1C99" w:rsidP="00C035C1">
      <w:pPr>
        <w:jc w:val="both"/>
        <w:rPr>
          <w:rFonts w:ascii="Times New Roman" w:hAnsi="Times New Roman" w:cs="Times New Roman"/>
          <w:b/>
          <w:sz w:val="28"/>
          <w:szCs w:val="28"/>
        </w:rPr>
      </w:pPr>
    </w:p>
    <w:p w:rsidR="00AB1C99" w:rsidRPr="00A379C3" w:rsidRDefault="00AB1C99" w:rsidP="00C035C1">
      <w:pPr>
        <w:jc w:val="center"/>
        <w:rPr>
          <w:rFonts w:ascii="Times New Roman" w:hAnsi="Times New Roman" w:cs="Times New Roman"/>
          <w:b/>
          <w:sz w:val="28"/>
          <w:szCs w:val="28"/>
        </w:rPr>
      </w:pPr>
      <w:r w:rsidRPr="00A379C3">
        <w:rPr>
          <w:rFonts w:ascii="Times New Roman" w:hAnsi="Times New Roman" w:cs="Times New Roman"/>
          <w:b/>
          <w:sz w:val="28"/>
          <w:szCs w:val="28"/>
        </w:rPr>
        <w:t>Перечень</w:t>
      </w:r>
    </w:p>
    <w:p w:rsidR="00AB1C99" w:rsidRPr="00A379C3" w:rsidRDefault="00AB1C99" w:rsidP="00C035C1">
      <w:pPr>
        <w:jc w:val="center"/>
        <w:rPr>
          <w:rFonts w:ascii="Times New Roman" w:hAnsi="Times New Roman" w:cs="Times New Roman"/>
          <w:b/>
          <w:sz w:val="28"/>
          <w:szCs w:val="28"/>
        </w:rPr>
      </w:pPr>
      <w:r w:rsidRPr="00A379C3">
        <w:rPr>
          <w:rFonts w:ascii="Times New Roman" w:hAnsi="Times New Roman" w:cs="Times New Roman"/>
          <w:b/>
          <w:sz w:val="28"/>
          <w:szCs w:val="28"/>
        </w:rPr>
        <w:t>должностей служащих администрации Савкинского сельсовета Баганского района Новосибирской области, замещение которых предусматривает осуществление обработки персональных данных либо осуществление доступа к персональным данным</w:t>
      </w:r>
    </w:p>
    <w:p w:rsidR="00AB1C99" w:rsidRPr="00A379C3" w:rsidRDefault="00AB1C99" w:rsidP="00C035C1">
      <w:pPr>
        <w:jc w:val="center"/>
        <w:rPr>
          <w:rFonts w:ascii="Times New Roman" w:hAnsi="Times New Roman" w:cs="Times New Roman"/>
          <w:b/>
          <w:sz w:val="28"/>
          <w:szCs w:val="28"/>
        </w:rPr>
      </w:pPr>
    </w:p>
    <w:p w:rsidR="00AB1C99" w:rsidRPr="00064507" w:rsidRDefault="00AB1C99" w:rsidP="00C035C1">
      <w:pPr>
        <w:jc w:val="both"/>
        <w:rPr>
          <w:rFonts w:ascii="Times New Roman" w:hAnsi="Times New Roman" w:cs="Times New Roman"/>
          <w:sz w:val="28"/>
          <w:szCs w:val="28"/>
        </w:rPr>
      </w:pPr>
    </w:p>
    <w:p w:rsidR="00AB1C99" w:rsidRPr="00064507" w:rsidRDefault="00AB1C99" w:rsidP="00C035C1">
      <w:pPr>
        <w:numPr>
          <w:ilvl w:val="0"/>
          <w:numId w:val="9"/>
        </w:numPr>
        <w:tabs>
          <w:tab w:val="num" w:pos="0"/>
          <w:tab w:val="left" w:pos="180"/>
          <w:tab w:val="left" w:pos="360"/>
        </w:tabs>
        <w:ind w:left="0" w:firstLine="0"/>
        <w:jc w:val="both"/>
        <w:rPr>
          <w:rFonts w:ascii="Times New Roman" w:hAnsi="Times New Roman" w:cs="Times New Roman"/>
          <w:sz w:val="28"/>
          <w:szCs w:val="28"/>
        </w:rPr>
      </w:pPr>
      <w:r w:rsidRPr="00064507">
        <w:rPr>
          <w:rFonts w:ascii="Times New Roman" w:hAnsi="Times New Roman" w:cs="Times New Roman"/>
          <w:sz w:val="28"/>
          <w:szCs w:val="28"/>
        </w:rPr>
        <w:t>Специалист 1 разряда</w:t>
      </w:r>
    </w:p>
    <w:p w:rsidR="00AB1C99" w:rsidRPr="00064507" w:rsidRDefault="00AB1C99" w:rsidP="00C035C1">
      <w:pPr>
        <w:numPr>
          <w:ilvl w:val="0"/>
          <w:numId w:val="9"/>
        </w:numPr>
        <w:tabs>
          <w:tab w:val="num" w:pos="0"/>
          <w:tab w:val="left" w:pos="180"/>
          <w:tab w:val="left" w:pos="360"/>
        </w:tabs>
        <w:ind w:left="0" w:firstLine="0"/>
        <w:jc w:val="both"/>
        <w:rPr>
          <w:rFonts w:ascii="Times New Roman" w:hAnsi="Times New Roman" w:cs="Times New Roman"/>
          <w:sz w:val="28"/>
          <w:szCs w:val="28"/>
        </w:rPr>
      </w:pPr>
      <w:r w:rsidRPr="00064507">
        <w:rPr>
          <w:rFonts w:ascii="Times New Roman" w:hAnsi="Times New Roman" w:cs="Times New Roman"/>
          <w:sz w:val="28"/>
          <w:szCs w:val="28"/>
        </w:rPr>
        <w:t>Специалист 1 разряда главный бухгалтер</w:t>
      </w:r>
    </w:p>
    <w:p w:rsidR="00AB1C99" w:rsidRPr="00064507" w:rsidRDefault="00AB1C99" w:rsidP="00C035C1">
      <w:pPr>
        <w:numPr>
          <w:ilvl w:val="0"/>
          <w:numId w:val="9"/>
        </w:numPr>
        <w:tabs>
          <w:tab w:val="num" w:pos="0"/>
          <w:tab w:val="left" w:pos="180"/>
          <w:tab w:val="left" w:pos="360"/>
        </w:tabs>
        <w:ind w:left="0" w:firstLine="0"/>
        <w:jc w:val="both"/>
        <w:rPr>
          <w:rFonts w:ascii="Times New Roman" w:hAnsi="Times New Roman" w:cs="Times New Roman"/>
          <w:sz w:val="28"/>
          <w:szCs w:val="28"/>
        </w:rPr>
      </w:pPr>
      <w:r w:rsidRPr="00064507">
        <w:rPr>
          <w:rFonts w:ascii="Times New Roman" w:hAnsi="Times New Roman" w:cs="Times New Roman"/>
          <w:sz w:val="28"/>
          <w:szCs w:val="28"/>
        </w:rPr>
        <w:t>Специалист 2 разряда</w:t>
      </w:r>
    </w:p>
    <w:p w:rsidR="00AB1C99" w:rsidRPr="00064507" w:rsidRDefault="00AB1C99" w:rsidP="00C035C1">
      <w:pPr>
        <w:numPr>
          <w:ilvl w:val="0"/>
          <w:numId w:val="9"/>
        </w:numPr>
        <w:tabs>
          <w:tab w:val="num" w:pos="0"/>
          <w:tab w:val="left" w:pos="180"/>
          <w:tab w:val="left" w:pos="360"/>
        </w:tabs>
        <w:ind w:left="0" w:firstLine="0"/>
        <w:jc w:val="both"/>
        <w:rPr>
          <w:rFonts w:ascii="Times New Roman" w:hAnsi="Times New Roman" w:cs="Times New Roman"/>
          <w:sz w:val="28"/>
          <w:szCs w:val="28"/>
        </w:rPr>
      </w:pPr>
      <w:r w:rsidRPr="00064507">
        <w:rPr>
          <w:rFonts w:ascii="Times New Roman" w:hAnsi="Times New Roman" w:cs="Times New Roman"/>
          <w:sz w:val="28"/>
          <w:szCs w:val="28"/>
        </w:rPr>
        <w:t>Специалист</w:t>
      </w: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rPr>
          <w:rFonts w:ascii="Times New Roman" w:hAnsi="Times New Roman" w:cs="Times New Roman"/>
          <w:sz w:val="28"/>
          <w:szCs w:val="28"/>
        </w:rPr>
      </w:pPr>
    </w:p>
    <w:p w:rsidR="00AB1C99" w:rsidRPr="00064507" w:rsidRDefault="00AB1C99" w:rsidP="001041D8">
      <w:pPr>
        <w:ind w:left="6381"/>
        <w:jc w:val="both"/>
        <w:rPr>
          <w:rFonts w:ascii="Times New Roman" w:hAnsi="Times New Roman" w:cs="Times New Roman"/>
          <w:color w:val="auto"/>
          <w:sz w:val="28"/>
          <w:szCs w:val="28"/>
        </w:rPr>
      </w:pPr>
    </w:p>
    <w:p w:rsidR="00AB1C99" w:rsidRPr="00064507" w:rsidRDefault="00AB1C99" w:rsidP="001041D8">
      <w:pPr>
        <w:ind w:left="6381"/>
        <w:jc w:val="both"/>
        <w:rPr>
          <w:rFonts w:ascii="Times New Roman" w:hAnsi="Times New Roman" w:cs="Times New Roman"/>
          <w:color w:val="auto"/>
          <w:sz w:val="28"/>
          <w:szCs w:val="28"/>
        </w:rPr>
      </w:pPr>
    </w:p>
    <w:p w:rsidR="00AB1C99" w:rsidRPr="00064507" w:rsidRDefault="00AB1C99" w:rsidP="001041D8">
      <w:pPr>
        <w:ind w:left="6381"/>
        <w:jc w:val="both"/>
        <w:rPr>
          <w:rFonts w:ascii="Times New Roman" w:hAnsi="Times New Roman" w:cs="Times New Roman"/>
          <w:color w:val="auto"/>
          <w:sz w:val="28"/>
          <w:szCs w:val="28"/>
        </w:rPr>
      </w:pPr>
    </w:p>
    <w:p w:rsidR="00AB1C99" w:rsidRPr="00064507" w:rsidRDefault="00AB1C99" w:rsidP="001041D8">
      <w:pPr>
        <w:ind w:left="6381"/>
        <w:jc w:val="both"/>
        <w:rPr>
          <w:rFonts w:ascii="Times New Roman" w:hAnsi="Times New Roman" w:cs="Times New Roman"/>
          <w:color w:val="auto"/>
          <w:sz w:val="28"/>
          <w:szCs w:val="28"/>
        </w:rPr>
      </w:pPr>
    </w:p>
    <w:p w:rsidR="00AB1C99" w:rsidRPr="00064507" w:rsidRDefault="00AB1C99" w:rsidP="001041D8">
      <w:pPr>
        <w:ind w:left="6381"/>
        <w:jc w:val="both"/>
        <w:rPr>
          <w:rFonts w:ascii="Times New Roman" w:hAnsi="Times New Roman" w:cs="Times New Roman"/>
          <w:color w:val="auto"/>
          <w:sz w:val="28"/>
          <w:szCs w:val="28"/>
        </w:rPr>
      </w:pPr>
    </w:p>
    <w:p w:rsidR="00AB1C99" w:rsidRPr="00064507" w:rsidRDefault="00AB1C99" w:rsidP="001041D8">
      <w:pPr>
        <w:ind w:left="6381"/>
        <w:jc w:val="both"/>
        <w:rPr>
          <w:rFonts w:ascii="Times New Roman" w:hAnsi="Times New Roman" w:cs="Times New Roman"/>
          <w:color w:val="auto"/>
          <w:sz w:val="28"/>
          <w:szCs w:val="28"/>
        </w:rPr>
      </w:pPr>
    </w:p>
    <w:p w:rsidR="00AB1C99" w:rsidRPr="00064507" w:rsidRDefault="00AB1C99" w:rsidP="001041D8">
      <w:pPr>
        <w:ind w:left="6381"/>
        <w:jc w:val="both"/>
        <w:rPr>
          <w:rFonts w:ascii="Times New Roman" w:hAnsi="Times New Roman" w:cs="Times New Roman"/>
          <w:color w:val="auto"/>
          <w:sz w:val="28"/>
          <w:szCs w:val="28"/>
        </w:rPr>
      </w:pPr>
    </w:p>
    <w:p w:rsidR="00AB1C99" w:rsidRPr="00064507" w:rsidRDefault="00AB1C99" w:rsidP="001041D8">
      <w:pPr>
        <w:ind w:left="6381"/>
        <w:jc w:val="both"/>
        <w:rPr>
          <w:rFonts w:ascii="Times New Roman" w:hAnsi="Times New Roman" w:cs="Times New Roman"/>
          <w:color w:val="auto"/>
          <w:sz w:val="28"/>
          <w:szCs w:val="28"/>
        </w:rPr>
      </w:pPr>
    </w:p>
    <w:p w:rsidR="00AB1C99" w:rsidRPr="00064507" w:rsidRDefault="00AB1C99" w:rsidP="001041D8">
      <w:pPr>
        <w:ind w:left="6381"/>
        <w:jc w:val="both"/>
        <w:rPr>
          <w:rFonts w:ascii="Times New Roman" w:hAnsi="Times New Roman" w:cs="Times New Roman"/>
          <w:color w:val="auto"/>
          <w:sz w:val="28"/>
          <w:szCs w:val="28"/>
        </w:rPr>
      </w:pPr>
    </w:p>
    <w:p w:rsidR="00AB1C99" w:rsidRPr="00064507" w:rsidRDefault="00AB1C99" w:rsidP="001041D8">
      <w:pPr>
        <w:ind w:left="6381"/>
        <w:jc w:val="both"/>
        <w:rPr>
          <w:rFonts w:ascii="Times New Roman" w:hAnsi="Times New Roman" w:cs="Times New Roman"/>
          <w:color w:val="auto"/>
          <w:sz w:val="28"/>
          <w:szCs w:val="28"/>
        </w:rPr>
      </w:pPr>
    </w:p>
    <w:p w:rsidR="00AB1C99" w:rsidRPr="00064507" w:rsidRDefault="00AB1C99" w:rsidP="001041D8">
      <w:pPr>
        <w:ind w:left="6381"/>
        <w:jc w:val="both"/>
        <w:rPr>
          <w:rFonts w:ascii="Times New Roman" w:hAnsi="Times New Roman" w:cs="Times New Roman"/>
          <w:color w:val="auto"/>
          <w:sz w:val="28"/>
          <w:szCs w:val="28"/>
        </w:rPr>
      </w:pPr>
    </w:p>
    <w:p w:rsidR="00AB1C99" w:rsidRPr="00064507" w:rsidRDefault="00AB1C99" w:rsidP="001041D8">
      <w:pPr>
        <w:ind w:left="6381"/>
        <w:jc w:val="both"/>
        <w:rPr>
          <w:rFonts w:ascii="Times New Roman" w:hAnsi="Times New Roman" w:cs="Times New Roman"/>
          <w:color w:val="auto"/>
          <w:sz w:val="28"/>
          <w:szCs w:val="28"/>
        </w:rPr>
      </w:pPr>
    </w:p>
    <w:p w:rsidR="00AB1C99" w:rsidRPr="00064507" w:rsidRDefault="00AB1C99" w:rsidP="001041D8">
      <w:pPr>
        <w:ind w:left="6381"/>
        <w:jc w:val="both"/>
        <w:rPr>
          <w:rFonts w:ascii="Times New Roman" w:hAnsi="Times New Roman" w:cs="Times New Roman"/>
          <w:color w:val="auto"/>
          <w:sz w:val="28"/>
          <w:szCs w:val="28"/>
        </w:rPr>
      </w:pPr>
    </w:p>
    <w:p w:rsidR="00AB1C99" w:rsidRPr="00064507" w:rsidRDefault="00AB1C99" w:rsidP="001041D8">
      <w:pPr>
        <w:ind w:left="6381"/>
        <w:jc w:val="both"/>
        <w:rPr>
          <w:rFonts w:ascii="Times New Roman" w:hAnsi="Times New Roman" w:cs="Times New Roman"/>
          <w:color w:val="auto"/>
          <w:sz w:val="28"/>
          <w:szCs w:val="28"/>
        </w:rPr>
      </w:pPr>
    </w:p>
    <w:p w:rsidR="00AB1C99" w:rsidRPr="00064507" w:rsidRDefault="00AB1C99" w:rsidP="001041D8">
      <w:pPr>
        <w:ind w:left="6381"/>
        <w:jc w:val="both"/>
        <w:rPr>
          <w:rFonts w:ascii="Times New Roman" w:hAnsi="Times New Roman" w:cs="Times New Roman"/>
          <w:color w:val="auto"/>
          <w:sz w:val="28"/>
          <w:szCs w:val="28"/>
        </w:rPr>
      </w:pPr>
    </w:p>
    <w:p w:rsidR="00AB1C99" w:rsidRPr="00064507" w:rsidRDefault="00AB1C99" w:rsidP="001041D8">
      <w:pPr>
        <w:ind w:left="6381"/>
        <w:jc w:val="both"/>
        <w:rPr>
          <w:rFonts w:ascii="Times New Roman" w:hAnsi="Times New Roman" w:cs="Times New Roman"/>
          <w:color w:val="auto"/>
          <w:sz w:val="28"/>
          <w:szCs w:val="28"/>
        </w:rPr>
      </w:pPr>
    </w:p>
    <w:p w:rsidR="00AB1C99" w:rsidRPr="00064507" w:rsidRDefault="00AB1C99" w:rsidP="001041D8">
      <w:pPr>
        <w:ind w:left="6381"/>
        <w:jc w:val="both"/>
        <w:rPr>
          <w:rFonts w:ascii="Times New Roman" w:hAnsi="Times New Roman" w:cs="Times New Roman"/>
          <w:color w:val="auto"/>
          <w:sz w:val="28"/>
          <w:szCs w:val="28"/>
        </w:rPr>
      </w:pPr>
    </w:p>
    <w:p w:rsidR="00AB1C99" w:rsidRPr="00064507" w:rsidRDefault="00AB1C99" w:rsidP="001041D8">
      <w:pPr>
        <w:ind w:left="6381"/>
        <w:jc w:val="both"/>
        <w:rPr>
          <w:rFonts w:ascii="Times New Roman" w:hAnsi="Times New Roman" w:cs="Times New Roman"/>
          <w:color w:val="auto"/>
          <w:sz w:val="28"/>
          <w:szCs w:val="28"/>
        </w:rPr>
      </w:pPr>
    </w:p>
    <w:p w:rsidR="00AB1C99" w:rsidRPr="00064507" w:rsidRDefault="00AB1C99" w:rsidP="001041D8">
      <w:pPr>
        <w:ind w:left="6381"/>
        <w:jc w:val="both"/>
        <w:rPr>
          <w:rFonts w:ascii="Times New Roman" w:hAnsi="Times New Roman" w:cs="Times New Roman"/>
          <w:color w:val="auto"/>
          <w:sz w:val="28"/>
          <w:szCs w:val="28"/>
        </w:rPr>
      </w:pPr>
    </w:p>
    <w:p w:rsidR="00AB1C99" w:rsidRPr="00064507" w:rsidRDefault="00AB1C99" w:rsidP="001041D8">
      <w:pPr>
        <w:ind w:left="6381"/>
        <w:jc w:val="both"/>
        <w:rPr>
          <w:rFonts w:ascii="Times New Roman" w:hAnsi="Times New Roman" w:cs="Times New Roman"/>
          <w:color w:val="auto"/>
          <w:sz w:val="28"/>
          <w:szCs w:val="28"/>
        </w:rPr>
      </w:pPr>
    </w:p>
    <w:p w:rsidR="00AB1C99" w:rsidRPr="00064507" w:rsidRDefault="00AB1C99" w:rsidP="001041D8">
      <w:pPr>
        <w:ind w:left="6381"/>
        <w:jc w:val="both"/>
        <w:rPr>
          <w:rFonts w:ascii="Times New Roman" w:hAnsi="Times New Roman" w:cs="Times New Roman"/>
          <w:color w:val="auto"/>
          <w:sz w:val="28"/>
          <w:szCs w:val="28"/>
        </w:rPr>
      </w:pPr>
    </w:p>
    <w:p w:rsidR="00AB1C99" w:rsidRPr="00064507" w:rsidRDefault="00AB1C99" w:rsidP="001041D8">
      <w:pPr>
        <w:ind w:left="6381"/>
        <w:jc w:val="both"/>
        <w:rPr>
          <w:rFonts w:ascii="Times New Roman" w:hAnsi="Times New Roman" w:cs="Times New Roman"/>
          <w:color w:val="auto"/>
          <w:sz w:val="28"/>
          <w:szCs w:val="28"/>
        </w:rPr>
      </w:pPr>
    </w:p>
    <w:p w:rsidR="00AB1C99" w:rsidRPr="00064507" w:rsidRDefault="00AB1C99" w:rsidP="001041D8">
      <w:pPr>
        <w:ind w:left="6381"/>
        <w:jc w:val="both"/>
        <w:rPr>
          <w:rFonts w:ascii="Times New Roman" w:hAnsi="Times New Roman" w:cs="Times New Roman"/>
          <w:color w:val="auto"/>
          <w:sz w:val="28"/>
          <w:szCs w:val="28"/>
        </w:rPr>
      </w:pPr>
    </w:p>
    <w:p w:rsidR="00AB1C99" w:rsidRDefault="00AB1C99" w:rsidP="001041D8">
      <w:pPr>
        <w:ind w:left="6381"/>
        <w:jc w:val="both"/>
        <w:rPr>
          <w:rFonts w:ascii="Times New Roman" w:hAnsi="Times New Roman" w:cs="Times New Roman"/>
          <w:color w:val="auto"/>
          <w:sz w:val="28"/>
          <w:szCs w:val="28"/>
        </w:rPr>
      </w:pPr>
    </w:p>
    <w:p w:rsidR="00AB1C99" w:rsidRPr="00064507" w:rsidRDefault="00AB1C99" w:rsidP="001041D8">
      <w:pPr>
        <w:ind w:left="6381"/>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 xml:space="preserve">Приложение № 9 </w:t>
      </w:r>
    </w:p>
    <w:p w:rsidR="00AB1C99" w:rsidRPr="00064507" w:rsidRDefault="00AB1C99" w:rsidP="001041D8">
      <w:pPr>
        <w:ind w:left="6381"/>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 xml:space="preserve">утверждено Постановлением </w:t>
      </w:r>
    </w:p>
    <w:p w:rsidR="00AB1C99" w:rsidRPr="00064507" w:rsidRDefault="00AB1C99" w:rsidP="001041D8">
      <w:pPr>
        <w:ind w:left="6381"/>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Главы Савкинского сельсовета</w:t>
      </w:r>
    </w:p>
    <w:p w:rsidR="00AB1C99" w:rsidRPr="00064507" w:rsidRDefault="00AB1C99" w:rsidP="001041D8">
      <w:pPr>
        <w:ind w:left="6381"/>
        <w:jc w:val="both"/>
        <w:rPr>
          <w:rFonts w:ascii="Times New Roman" w:hAnsi="Times New Roman" w:cs="Times New Roman"/>
          <w:sz w:val="28"/>
          <w:szCs w:val="28"/>
        </w:rPr>
      </w:pPr>
      <w:r w:rsidRPr="00064507">
        <w:rPr>
          <w:rFonts w:ascii="Times New Roman" w:hAnsi="Times New Roman" w:cs="Times New Roman"/>
          <w:sz w:val="28"/>
          <w:szCs w:val="28"/>
        </w:rPr>
        <w:t xml:space="preserve">от </w:t>
      </w:r>
      <w:r>
        <w:rPr>
          <w:rFonts w:ascii="Times New Roman" w:hAnsi="Times New Roman" w:cs="Times New Roman"/>
          <w:sz w:val="28"/>
          <w:szCs w:val="28"/>
        </w:rPr>
        <w:t xml:space="preserve">13.08.2012 </w:t>
      </w:r>
      <w:r w:rsidRPr="00064507">
        <w:rPr>
          <w:rFonts w:ascii="Times New Roman" w:hAnsi="Times New Roman" w:cs="Times New Roman"/>
          <w:sz w:val="28"/>
          <w:szCs w:val="28"/>
        </w:rPr>
        <w:t xml:space="preserve">№ </w:t>
      </w:r>
      <w:r>
        <w:rPr>
          <w:rFonts w:ascii="Times New Roman" w:hAnsi="Times New Roman" w:cs="Times New Roman"/>
          <w:sz w:val="28"/>
          <w:szCs w:val="28"/>
        </w:rPr>
        <w:t>42</w:t>
      </w:r>
    </w:p>
    <w:p w:rsidR="00AB1C99" w:rsidRPr="00064507" w:rsidRDefault="00AB1C99" w:rsidP="001041D8">
      <w:pPr>
        <w:jc w:val="both"/>
        <w:rPr>
          <w:rFonts w:ascii="Times New Roman" w:hAnsi="Times New Roman" w:cs="Times New Roman"/>
          <w:color w:val="auto"/>
          <w:sz w:val="28"/>
          <w:szCs w:val="28"/>
        </w:rPr>
      </w:pPr>
    </w:p>
    <w:p w:rsidR="00AB1C99" w:rsidRPr="00064507" w:rsidRDefault="00AB1C99" w:rsidP="001041D8">
      <w:pPr>
        <w:jc w:val="both"/>
        <w:rPr>
          <w:rFonts w:ascii="Times New Roman" w:hAnsi="Times New Roman" w:cs="Times New Roman"/>
          <w:color w:val="auto"/>
          <w:sz w:val="28"/>
          <w:szCs w:val="28"/>
        </w:rPr>
      </w:pPr>
    </w:p>
    <w:p w:rsidR="00AB1C99" w:rsidRPr="00064507" w:rsidRDefault="00AB1C99" w:rsidP="001041D8">
      <w:pPr>
        <w:jc w:val="both"/>
        <w:rPr>
          <w:rFonts w:ascii="Times New Roman" w:hAnsi="Times New Roman" w:cs="Times New Roman"/>
          <w:color w:val="auto"/>
          <w:sz w:val="28"/>
          <w:szCs w:val="28"/>
        </w:rPr>
      </w:pPr>
    </w:p>
    <w:p w:rsidR="00AB1C99" w:rsidRPr="00064507" w:rsidRDefault="00AB1C99" w:rsidP="001041D8">
      <w:pPr>
        <w:jc w:val="center"/>
        <w:rPr>
          <w:rFonts w:ascii="Times New Roman" w:hAnsi="Times New Roman" w:cs="Times New Roman"/>
          <w:b/>
          <w:color w:val="auto"/>
          <w:sz w:val="28"/>
          <w:szCs w:val="28"/>
        </w:rPr>
      </w:pPr>
      <w:r w:rsidRPr="00064507">
        <w:rPr>
          <w:rFonts w:ascii="Times New Roman" w:hAnsi="Times New Roman" w:cs="Times New Roman"/>
          <w:b/>
          <w:color w:val="auto"/>
          <w:sz w:val="28"/>
          <w:szCs w:val="28"/>
        </w:rPr>
        <w:t>Должностная инструкция ответственного за организацию обработки</w:t>
      </w:r>
    </w:p>
    <w:p w:rsidR="00AB1C99" w:rsidRPr="00064507" w:rsidRDefault="00AB1C99" w:rsidP="001041D8">
      <w:pPr>
        <w:jc w:val="center"/>
        <w:rPr>
          <w:rFonts w:ascii="Times New Roman" w:hAnsi="Times New Roman" w:cs="Times New Roman"/>
          <w:b/>
          <w:color w:val="auto"/>
          <w:sz w:val="28"/>
          <w:szCs w:val="28"/>
        </w:rPr>
      </w:pPr>
      <w:r w:rsidRPr="00064507">
        <w:rPr>
          <w:rFonts w:ascii="Times New Roman" w:hAnsi="Times New Roman" w:cs="Times New Roman"/>
          <w:b/>
          <w:color w:val="auto"/>
          <w:sz w:val="28"/>
          <w:szCs w:val="28"/>
        </w:rPr>
        <w:t>персональных данных в администрации Савкинского сельсовета Баганского района Новосибирской области</w:t>
      </w:r>
    </w:p>
    <w:p w:rsidR="00AB1C99" w:rsidRPr="00064507" w:rsidRDefault="00AB1C99" w:rsidP="001041D8">
      <w:pPr>
        <w:shd w:val="clear" w:color="auto" w:fill="FFFFFF"/>
        <w:ind w:firstLine="680"/>
        <w:jc w:val="both"/>
        <w:rPr>
          <w:rFonts w:ascii="Times New Roman" w:hAnsi="Times New Roman" w:cs="Times New Roman"/>
          <w:sz w:val="28"/>
          <w:szCs w:val="28"/>
        </w:rPr>
      </w:pPr>
    </w:p>
    <w:p w:rsidR="00AB1C99" w:rsidRPr="00064507" w:rsidRDefault="00AB1C99" w:rsidP="001041D8">
      <w:pPr>
        <w:shd w:val="clear" w:color="auto" w:fill="FFFFFF"/>
        <w:ind w:firstLine="567"/>
        <w:jc w:val="both"/>
        <w:rPr>
          <w:rFonts w:ascii="Times New Roman" w:hAnsi="Times New Roman" w:cs="Times New Roman"/>
          <w:sz w:val="28"/>
          <w:szCs w:val="28"/>
        </w:rPr>
      </w:pPr>
      <w:r w:rsidRPr="00064507">
        <w:rPr>
          <w:rFonts w:ascii="Times New Roman" w:hAnsi="Times New Roman" w:cs="Times New Roman"/>
          <w:sz w:val="28"/>
          <w:szCs w:val="28"/>
        </w:rPr>
        <w:t>1. Ответственный  за организацию обработки персональных данных должен руководствоваться в своей деятельности Федеральным законом от 27.07.2006 №152-ФЗ «О персональных данных», нормативными правовыми актами Савкинского сельсовета в области защиты персональных данных, настоящей должностной инструкцией.</w:t>
      </w:r>
    </w:p>
    <w:p w:rsidR="00AB1C99" w:rsidRPr="00064507" w:rsidRDefault="00AB1C99" w:rsidP="001041D8">
      <w:pPr>
        <w:pStyle w:val="BodyTextIndent2"/>
      </w:pPr>
      <w:r w:rsidRPr="00064507">
        <w:rPr>
          <w:spacing w:val="-4"/>
        </w:rPr>
        <w:t xml:space="preserve">2. Ответственный за организацию обработки персональных данных </w:t>
      </w:r>
      <w:r w:rsidRPr="00064507">
        <w:rPr>
          <w:b/>
          <w:spacing w:val="-4"/>
        </w:rPr>
        <w:t>обязан</w:t>
      </w:r>
      <w:r w:rsidRPr="00064507">
        <w:t xml:space="preserve">: </w:t>
      </w:r>
    </w:p>
    <w:p w:rsidR="00AB1C99" w:rsidRPr="00064507" w:rsidRDefault="00AB1C99" w:rsidP="001041D8">
      <w:pPr>
        <w:ind w:firstLine="540"/>
        <w:jc w:val="both"/>
        <w:outlineLvl w:val="1"/>
        <w:rPr>
          <w:rFonts w:ascii="Times New Roman" w:hAnsi="Times New Roman" w:cs="Times New Roman"/>
          <w:sz w:val="28"/>
          <w:szCs w:val="28"/>
        </w:rPr>
      </w:pPr>
      <w:r w:rsidRPr="00064507">
        <w:rPr>
          <w:rFonts w:ascii="Times New Roman" w:hAnsi="Times New Roman" w:cs="Times New Roman"/>
          <w:sz w:val="28"/>
          <w:szCs w:val="28"/>
        </w:rPr>
        <w:t>- предоставлять субъекту персональных данных по его просьбе информацию;</w:t>
      </w:r>
    </w:p>
    <w:p w:rsidR="00AB1C99" w:rsidRPr="00064507" w:rsidRDefault="00AB1C99" w:rsidP="001041D8">
      <w:pPr>
        <w:ind w:firstLine="540"/>
        <w:jc w:val="both"/>
        <w:outlineLvl w:val="1"/>
        <w:rPr>
          <w:rFonts w:ascii="Times New Roman" w:hAnsi="Times New Roman" w:cs="Times New Roman"/>
          <w:sz w:val="28"/>
          <w:szCs w:val="28"/>
        </w:rPr>
      </w:pPr>
      <w:r w:rsidRPr="00064507">
        <w:rPr>
          <w:rFonts w:ascii="Times New Roman" w:hAnsi="Times New Roman" w:cs="Times New Roman"/>
          <w:sz w:val="28"/>
          <w:szCs w:val="28"/>
        </w:rPr>
        <w:t>- осуществлять внутренний контроль за соблюдением требований законодательства Российской Федерации при обработке персональных данных, в том числе требований к защите персональных данных;</w:t>
      </w:r>
    </w:p>
    <w:p w:rsidR="00AB1C99" w:rsidRPr="00064507" w:rsidRDefault="00AB1C99" w:rsidP="001041D8">
      <w:pPr>
        <w:ind w:firstLine="540"/>
        <w:jc w:val="both"/>
        <w:outlineLvl w:val="1"/>
        <w:rPr>
          <w:rFonts w:ascii="Times New Roman" w:hAnsi="Times New Roman" w:cs="Times New Roman"/>
          <w:sz w:val="28"/>
          <w:szCs w:val="28"/>
        </w:rPr>
      </w:pPr>
      <w:r w:rsidRPr="00064507">
        <w:rPr>
          <w:rFonts w:ascii="Times New Roman" w:hAnsi="Times New Roman" w:cs="Times New Roman"/>
          <w:sz w:val="28"/>
          <w:szCs w:val="28"/>
        </w:rPr>
        <w:t>- доводить до сведения Работников положения законодательства РФ о персональных данных, локальных актов по вопросам обработки персональных данных, требований к защите персональных данных;</w:t>
      </w:r>
    </w:p>
    <w:p w:rsidR="00AB1C99" w:rsidRPr="00064507" w:rsidRDefault="00AB1C99" w:rsidP="001041D8">
      <w:pPr>
        <w:ind w:firstLine="540"/>
        <w:jc w:val="both"/>
        <w:outlineLvl w:val="1"/>
        <w:rPr>
          <w:rFonts w:ascii="Times New Roman" w:hAnsi="Times New Roman" w:cs="Times New Roman"/>
          <w:sz w:val="28"/>
          <w:szCs w:val="28"/>
        </w:rPr>
      </w:pPr>
      <w:r w:rsidRPr="00064507">
        <w:rPr>
          <w:rFonts w:ascii="Times New Roman" w:hAnsi="Times New Roman" w:cs="Times New Roman"/>
          <w:sz w:val="28"/>
          <w:szCs w:val="28"/>
        </w:rPr>
        <w:t>- организовывать прием и обработку обращений и запросов субъектов персональных данных или их представителей и (или) осуществлять контроль за приемом и обработкой таких обращений и запросов;</w:t>
      </w:r>
    </w:p>
    <w:p w:rsidR="00AB1C99" w:rsidRPr="00064507" w:rsidRDefault="00AB1C99" w:rsidP="001041D8">
      <w:pPr>
        <w:pStyle w:val="BodyTextIndent2"/>
      </w:pPr>
      <w:r w:rsidRPr="00064507">
        <w:rPr>
          <w:spacing w:val="-6"/>
        </w:rPr>
        <w:t xml:space="preserve">- хранить в тайне известные им персональные данные, информировать Главу сельсовета </w:t>
      </w:r>
      <w:r w:rsidRPr="00064507">
        <w:t>о фактах нарушения порядка обращения с персональными данными, о попытках несанкционированного доступа к ним;</w:t>
      </w:r>
    </w:p>
    <w:p w:rsidR="00AB1C99" w:rsidRPr="00064507" w:rsidRDefault="00AB1C99" w:rsidP="001041D8">
      <w:pPr>
        <w:pStyle w:val="BodyTextIndent2"/>
      </w:pPr>
      <w:r w:rsidRPr="00064507">
        <w:t>- соблюдать правила использования персональных данных, порядок их учета и хранения, исключить доступ к ним посторонних лиц;</w:t>
      </w:r>
    </w:p>
    <w:p w:rsidR="00AB1C99" w:rsidRPr="00064507" w:rsidRDefault="00AB1C99" w:rsidP="001041D8">
      <w:pPr>
        <w:pStyle w:val="BodyTextIndent2"/>
      </w:pPr>
      <w:r w:rsidRPr="00064507">
        <w:t>- обрабатывать только те персональные данные, к которым получен доступ в силу исполнения служебных обязанностей.</w:t>
      </w:r>
    </w:p>
    <w:p w:rsidR="00AB1C99" w:rsidRPr="00064507" w:rsidRDefault="00AB1C99" w:rsidP="001041D8">
      <w:pPr>
        <w:pStyle w:val="BodyTextIndent2"/>
      </w:pPr>
      <w:r w:rsidRPr="00064507">
        <w:t xml:space="preserve">3. При обработке персональных данных ответственному за организацию обработки персональных данных </w:t>
      </w:r>
      <w:r w:rsidRPr="00064507">
        <w:rPr>
          <w:b/>
        </w:rPr>
        <w:t>запрещается</w:t>
      </w:r>
      <w:r w:rsidRPr="00064507">
        <w:t>:</w:t>
      </w:r>
    </w:p>
    <w:p w:rsidR="00AB1C99" w:rsidRPr="00064507" w:rsidRDefault="00AB1C99" w:rsidP="001041D8">
      <w:pPr>
        <w:pStyle w:val="BodyTextIndent2"/>
      </w:pPr>
      <w:r w:rsidRPr="00064507">
        <w:t>- 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и выступлениях;</w:t>
      </w:r>
    </w:p>
    <w:p w:rsidR="00AB1C99" w:rsidRPr="00064507" w:rsidRDefault="00AB1C99" w:rsidP="001041D8">
      <w:pPr>
        <w:pStyle w:val="BodyTextIndent2"/>
      </w:pPr>
      <w:r w:rsidRPr="00064507">
        <w:t>- передавать персональные данные по незащищенным каналам связи (телетайп, факсимильная связь, электронная почта и т.п.) без использования сертифицированных средств криптографической защиты информации;</w:t>
      </w:r>
    </w:p>
    <w:p w:rsidR="00AB1C99" w:rsidRPr="00064507" w:rsidRDefault="00AB1C99" w:rsidP="001041D8">
      <w:pPr>
        <w:pStyle w:val="BodyTextIndent2"/>
      </w:pPr>
      <w:r w:rsidRPr="00064507">
        <w:t>- снимать копии с документов и других носителей информации, содержащих персональные данные, или производить выписки из них, а равно использовать различные технические средства (видео- и звукозаписывающую аппаратуру) для фиксации сведений, содержащих персональные данные, без разрешения Главы сельсовета;</w:t>
      </w:r>
    </w:p>
    <w:p w:rsidR="00AB1C99" w:rsidRPr="00064507" w:rsidRDefault="00AB1C99" w:rsidP="001041D8">
      <w:pPr>
        <w:pStyle w:val="BodyTextIndent2"/>
      </w:pPr>
      <w:r w:rsidRPr="00064507">
        <w:t>- 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здания администрации Савкинского сельсовета без разрешения Главы сельсовета.</w:t>
      </w:r>
    </w:p>
    <w:p w:rsidR="00AB1C99" w:rsidRPr="00064507" w:rsidRDefault="00AB1C99" w:rsidP="001041D8">
      <w:pPr>
        <w:shd w:val="clear" w:color="auto" w:fill="FFFFFF"/>
        <w:ind w:firstLine="540"/>
        <w:jc w:val="both"/>
        <w:rPr>
          <w:rFonts w:ascii="Times New Roman" w:hAnsi="Times New Roman" w:cs="Times New Roman"/>
          <w:b/>
          <w:bCs/>
          <w:sz w:val="28"/>
          <w:szCs w:val="28"/>
        </w:rPr>
      </w:pPr>
      <w:r w:rsidRPr="00064507">
        <w:rPr>
          <w:rFonts w:ascii="Times New Roman" w:hAnsi="Times New Roman" w:cs="Times New Roman"/>
          <w:spacing w:val="-6"/>
          <w:sz w:val="28"/>
          <w:szCs w:val="28"/>
        </w:rPr>
        <w:t>4. Допуск о</w:t>
      </w:r>
      <w:r w:rsidRPr="00064507">
        <w:rPr>
          <w:rFonts w:ascii="Times New Roman" w:hAnsi="Times New Roman" w:cs="Times New Roman"/>
          <w:spacing w:val="-4"/>
          <w:sz w:val="28"/>
          <w:szCs w:val="28"/>
        </w:rPr>
        <w:t xml:space="preserve">тветственного за организацию обработки персональных данных </w:t>
      </w:r>
      <w:r w:rsidRPr="00064507">
        <w:rPr>
          <w:rFonts w:ascii="Times New Roman" w:hAnsi="Times New Roman" w:cs="Times New Roman"/>
          <w:spacing w:val="-6"/>
          <w:sz w:val="28"/>
          <w:szCs w:val="28"/>
        </w:rPr>
        <w:t>к работе с персональными данными осуществляется после изучения им требований нормативных правовых документов Савкинского сельсовета по защите информации в части, их касающейся, и подписания обязательства о соблюдении режима конфиденциальности персональных данных  работника.</w:t>
      </w:r>
    </w:p>
    <w:p w:rsidR="00AB1C99" w:rsidRPr="00064507" w:rsidRDefault="00AB1C99" w:rsidP="001041D8">
      <w:pPr>
        <w:pStyle w:val="BodyTextIndent2"/>
        <w:rPr>
          <w:spacing w:val="-6"/>
        </w:rPr>
      </w:pPr>
      <w:r w:rsidRPr="00064507">
        <w:rPr>
          <w:spacing w:val="-6"/>
        </w:rPr>
        <w:t>5. О</w:t>
      </w:r>
      <w:r w:rsidRPr="00064507">
        <w:rPr>
          <w:spacing w:val="-4"/>
        </w:rPr>
        <w:t>тветственный за организацию обработки персональных данных</w:t>
      </w:r>
      <w:r w:rsidRPr="00064507">
        <w:rPr>
          <w:spacing w:val="-6"/>
        </w:rPr>
        <w:t>, виновный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AB1C99" w:rsidRPr="00064507" w:rsidRDefault="00AB1C99" w:rsidP="001041D8">
      <w:pPr>
        <w:shd w:val="clear" w:color="auto" w:fill="FFFFFF"/>
        <w:jc w:val="both"/>
        <w:rPr>
          <w:rFonts w:ascii="Times New Roman" w:hAnsi="Times New Roman" w:cs="Times New Roman"/>
          <w:sz w:val="28"/>
          <w:szCs w:val="28"/>
        </w:rPr>
      </w:pPr>
    </w:p>
    <w:p w:rsidR="00AB1C99" w:rsidRPr="00064507" w:rsidRDefault="00AB1C99" w:rsidP="001041D8">
      <w:pPr>
        <w:shd w:val="clear" w:color="auto" w:fill="FFFFFF"/>
        <w:autoSpaceDE w:val="0"/>
        <w:autoSpaceDN w:val="0"/>
        <w:adjustRightInd w:val="0"/>
        <w:ind w:right="32" w:firstLine="540"/>
        <w:jc w:val="both"/>
        <w:outlineLvl w:val="0"/>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Default="00AB1C99" w:rsidP="00C035C1">
      <w:pPr>
        <w:rPr>
          <w:rFonts w:ascii="Times New Roman" w:hAnsi="Times New Roman" w:cs="Times New Roman"/>
          <w:sz w:val="28"/>
          <w:szCs w:val="28"/>
        </w:rPr>
      </w:pPr>
    </w:p>
    <w:p w:rsidR="00AB1C99" w:rsidRPr="00064507" w:rsidRDefault="00AB1C99" w:rsidP="00C035C1">
      <w:pPr>
        <w:rPr>
          <w:rFonts w:ascii="Times New Roman" w:hAnsi="Times New Roman" w:cs="Times New Roman"/>
          <w:sz w:val="28"/>
          <w:szCs w:val="28"/>
        </w:rPr>
      </w:pPr>
      <w:r w:rsidRPr="00064507">
        <w:rPr>
          <w:rFonts w:ascii="Times New Roman" w:hAnsi="Times New Roman" w:cs="Times New Roman"/>
          <w:sz w:val="28"/>
          <w:szCs w:val="28"/>
        </w:rPr>
        <w:t xml:space="preserve">                                                                             Приложение № 10</w:t>
      </w:r>
    </w:p>
    <w:p w:rsidR="00AB1C99" w:rsidRPr="00064507" w:rsidRDefault="00AB1C99" w:rsidP="00C035C1">
      <w:pPr>
        <w:rPr>
          <w:rFonts w:ascii="Times New Roman" w:hAnsi="Times New Roman" w:cs="Times New Roman"/>
          <w:sz w:val="28"/>
          <w:szCs w:val="28"/>
        </w:rPr>
      </w:pPr>
      <w:r w:rsidRPr="00064507">
        <w:rPr>
          <w:rFonts w:ascii="Times New Roman" w:hAnsi="Times New Roman" w:cs="Times New Roman"/>
          <w:sz w:val="28"/>
          <w:szCs w:val="28"/>
        </w:rPr>
        <w:t xml:space="preserve">                                                                             Утверждено Постановлением</w:t>
      </w:r>
    </w:p>
    <w:p w:rsidR="00AB1C99" w:rsidRDefault="00AB1C99" w:rsidP="00C035C1">
      <w:pPr>
        <w:rPr>
          <w:rFonts w:ascii="Times New Roman" w:hAnsi="Times New Roman" w:cs="Times New Roman"/>
          <w:sz w:val="28"/>
          <w:szCs w:val="28"/>
        </w:rPr>
      </w:pPr>
      <w:r w:rsidRPr="00064507">
        <w:rPr>
          <w:rFonts w:ascii="Times New Roman" w:hAnsi="Times New Roman" w:cs="Times New Roman"/>
          <w:sz w:val="28"/>
          <w:szCs w:val="28"/>
        </w:rPr>
        <w:t xml:space="preserve">                                                                              Главы Савкинского сельс</w:t>
      </w:r>
      <w:r>
        <w:rPr>
          <w:rFonts w:ascii="Times New Roman" w:hAnsi="Times New Roman" w:cs="Times New Roman"/>
          <w:sz w:val="28"/>
          <w:szCs w:val="28"/>
        </w:rPr>
        <w:t>овет</w:t>
      </w:r>
    </w:p>
    <w:p w:rsidR="00AB1C99" w:rsidRPr="00064507" w:rsidRDefault="00AB1C99" w:rsidP="00C035C1">
      <w:pPr>
        <w:rPr>
          <w:rFonts w:ascii="Times New Roman" w:hAnsi="Times New Roman" w:cs="Times New Roman"/>
          <w:sz w:val="28"/>
          <w:szCs w:val="28"/>
        </w:rPr>
      </w:pPr>
      <w:r>
        <w:rPr>
          <w:rFonts w:ascii="Times New Roman" w:hAnsi="Times New Roman" w:cs="Times New Roman"/>
          <w:sz w:val="28"/>
          <w:szCs w:val="28"/>
        </w:rPr>
        <w:t xml:space="preserve">                                                                             От 13.08.2012   № 42</w:t>
      </w:r>
    </w:p>
    <w:p w:rsidR="00AB1C99" w:rsidRPr="00064507" w:rsidRDefault="00AB1C99" w:rsidP="00C035C1">
      <w:pPr>
        <w:rPr>
          <w:rFonts w:ascii="Times New Roman" w:hAnsi="Times New Roman" w:cs="Times New Roman"/>
          <w:sz w:val="28"/>
          <w:szCs w:val="28"/>
        </w:rPr>
      </w:pPr>
    </w:p>
    <w:p w:rsidR="00AB1C99" w:rsidRPr="00A379C3" w:rsidRDefault="00AB1C99" w:rsidP="00C035C1">
      <w:pPr>
        <w:rPr>
          <w:rFonts w:ascii="Times New Roman" w:hAnsi="Times New Roman" w:cs="Times New Roman"/>
          <w:b/>
          <w:sz w:val="28"/>
          <w:szCs w:val="28"/>
        </w:rPr>
      </w:pPr>
    </w:p>
    <w:p w:rsidR="00AB1C99" w:rsidRPr="00A379C3" w:rsidRDefault="00AB1C99" w:rsidP="00C035C1">
      <w:pPr>
        <w:rPr>
          <w:rFonts w:ascii="Times New Roman" w:hAnsi="Times New Roman" w:cs="Times New Roman"/>
          <w:b/>
          <w:sz w:val="28"/>
          <w:szCs w:val="28"/>
        </w:rPr>
      </w:pPr>
      <w:r w:rsidRPr="00A379C3">
        <w:rPr>
          <w:rFonts w:ascii="Times New Roman" w:hAnsi="Times New Roman" w:cs="Times New Roman"/>
          <w:b/>
          <w:sz w:val="28"/>
          <w:szCs w:val="28"/>
        </w:rPr>
        <w:t xml:space="preserve">                        Типовое обязательство муниципального служащего </w:t>
      </w:r>
    </w:p>
    <w:p w:rsidR="00AB1C99" w:rsidRPr="00A379C3" w:rsidRDefault="00AB1C99" w:rsidP="00C035C1">
      <w:pPr>
        <w:jc w:val="center"/>
        <w:rPr>
          <w:rFonts w:ascii="Times New Roman" w:hAnsi="Times New Roman" w:cs="Times New Roman"/>
          <w:b/>
          <w:sz w:val="28"/>
          <w:szCs w:val="28"/>
        </w:rPr>
      </w:pPr>
      <w:r w:rsidRPr="00A379C3">
        <w:rPr>
          <w:rFonts w:ascii="Times New Roman" w:hAnsi="Times New Roman" w:cs="Times New Roman"/>
          <w:b/>
          <w:sz w:val="28"/>
          <w:szCs w:val="28"/>
        </w:rPr>
        <w:t xml:space="preserve">администрации Савкинского сельсовета, непосредственно осуществляющего обработку персональных данных, в случае расторжения с ним трудового договора (контракта) прекратить обработку персональных данных, ставших известными ему в связи с исполнением должностных обязанностей </w:t>
      </w:r>
    </w:p>
    <w:p w:rsidR="00AB1C99" w:rsidRPr="00A379C3" w:rsidRDefault="00AB1C99" w:rsidP="00C035C1">
      <w:pPr>
        <w:ind w:firstLine="360"/>
        <w:jc w:val="center"/>
        <w:rPr>
          <w:rFonts w:ascii="Times New Roman" w:hAnsi="Times New Roman" w:cs="Times New Roman"/>
          <w:b/>
          <w:sz w:val="28"/>
          <w:szCs w:val="2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8"/>
        <w:gridCol w:w="236"/>
        <w:gridCol w:w="122"/>
        <w:gridCol w:w="362"/>
        <w:gridCol w:w="236"/>
        <w:gridCol w:w="1552"/>
        <w:gridCol w:w="236"/>
        <w:gridCol w:w="496"/>
        <w:gridCol w:w="459"/>
        <w:gridCol w:w="261"/>
        <w:gridCol w:w="714"/>
        <w:gridCol w:w="1987"/>
        <w:gridCol w:w="322"/>
        <w:gridCol w:w="2510"/>
        <w:gridCol w:w="284"/>
      </w:tblGrid>
      <w:tr w:rsidR="00AB1C99" w:rsidRPr="00064507" w:rsidTr="0090053E">
        <w:tc>
          <w:tcPr>
            <w:tcW w:w="646" w:type="dxa"/>
            <w:gridSpan w:val="3"/>
            <w:tcBorders>
              <w:top w:val="nil"/>
              <w:left w:val="nil"/>
              <w:bottom w:val="nil"/>
              <w:right w:val="nil"/>
            </w:tcBorders>
          </w:tcPr>
          <w:p w:rsidR="00AB1C99" w:rsidRPr="00064507" w:rsidRDefault="00AB1C99" w:rsidP="0090053E">
            <w:pPr>
              <w:rPr>
                <w:rFonts w:ascii="Times New Roman" w:hAnsi="Times New Roman" w:cs="Times New Roman"/>
                <w:sz w:val="28"/>
                <w:szCs w:val="28"/>
              </w:rPr>
            </w:pPr>
          </w:p>
          <w:p w:rsidR="00AB1C99" w:rsidRPr="00064507" w:rsidRDefault="00AB1C99" w:rsidP="0090053E">
            <w:pPr>
              <w:rPr>
                <w:rFonts w:ascii="Times New Roman" w:hAnsi="Times New Roman" w:cs="Times New Roman"/>
                <w:sz w:val="28"/>
                <w:szCs w:val="28"/>
              </w:rPr>
            </w:pPr>
            <w:r w:rsidRPr="00064507">
              <w:rPr>
                <w:rFonts w:ascii="Times New Roman" w:hAnsi="Times New Roman" w:cs="Times New Roman"/>
                <w:sz w:val="28"/>
                <w:szCs w:val="28"/>
              </w:rPr>
              <w:t>Я,</w:t>
            </w:r>
          </w:p>
        </w:tc>
        <w:tc>
          <w:tcPr>
            <w:tcW w:w="9419" w:type="dxa"/>
            <w:gridSpan w:val="12"/>
            <w:tcBorders>
              <w:top w:val="nil"/>
              <w:left w:val="nil"/>
              <w:right w:val="nil"/>
            </w:tcBorders>
          </w:tcPr>
          <w:p w:rsidR="00AB1C99" w:rsidRPr="00064507" w:rsidRDefault="00AB1C99" w:rsidP="0090053E">
            <w:pPr>
              <w:rPr>
                <w:rFonts w:ascii="Times New Roman" w:hAnsi="Times New Roman" w:cs="Times New Roman"/>
                <w:i/>
                <w:sz w:val="28"/>
                <w:szCs w:val="28"/>
              </w:rPr>
            </w:pPr>
          </w:p>
        </w:tc>
      </w:tr>
      <w:tr w:rsidR="00AB1C99" w:rsidRPr="00064507" w:rsidTr="0090053E">
        <w:tc>
          <w:tcPr>
            <w:tcW w:w="10065" w:type="dxa"/>
            <w:gridSpan w:val="15"/>
            <w:tcBorders>
              <w:top w:val="nil"/>
              <w:left w:val="nil"/>
              <w:bottom w:val="nil"/>
              <w:right w:val="nil"/>
            </w:tcBorders>
          </w:tcPr>
          <w:p w:rsidR="00AB1C99" w:rsidRPr="00064507" w:rsidRDefault="00AB1C99" w:rsidP="0090053E">
            <w:pPr>
              <w:jc w:val="center"/>
              <w:rPr>
                <w:rFonts w:ascii="Times New Roman" w:hAnsi="Times New Roman" w:cs="Times New Roman"/>
                <w:sz w:val="28"/>
                <w:szCs w:val="28"/>
              </w:rPr>
            </w:pPr>
            <w:r w:rsidRPr="00064507">
              <w:rPr>
                <w:rFonts w:ascii="Times New Roman" w:hAnsi="Times New Roman" w:cs="Times New Roman"/>
                <w:sz w:val="28"/>
                <w:szCs w:val="28"/>
              </w:rPr>
              <w:t>(фамилия, имя, отчество)</w:t>
            </w:r>
          </w:p>
        </w:tc>
      </w:tr>
      <w:tr w:rsidR="00AB1C99" w:rsidRPr="00064507" w:rsidTr="0090053E">
        <w:tc>
          <w:tcPr>
            <w:tcW w:w="10065" w:type="dxa"/>
            <w:gridSpan w:val="15"/>
            <w:tcBorders>
              <w:top w:val="nil"/>
              <w:left w:val="nil"/>
              <w:right w:val="nil"/>
            </w:tcBorders>
          </w:tcPr>
          <w:p w:rsidR="00AB1C99" w:rsidRPr="00064507" w:rsidRDefault="00AB1C99" w:rsidP="0090053E">
            <w:pPr>
              <w:jc w:val="center"/>
              <w:rPr>
                <w:rFonts w:ascii="Times New Roman" w:hAnsi="Times New Roman" w:cs="Times New Roman"/>
                <w:sz w:val="28"/>
                <w:szCs w:val="28"/>
              </w:rPr>
            </w:pPr>
          </w:p>
          <w:p w:rsidR="00AB1C99" w:rsidRPr="00064507" w:rsidRDefault="00AB1C99" w:rsidP="0090053E">
            <w:pPr>
              <w:jc w:val="center"/>
              <w:rPr>
                <w:rFonts w:ascii="Times New Roman" w:hAnsi="Times New Roman" w:cs="Times New Roman"/>
                <w:sz w:val="28"/>
                <w:szCs w:val="28"/>
              </w:rPr>
            </w:pPr>
          </w:p>
          <w:p w:rsidR="00AB1C99" w:rsidRPr="00064507" w:rsidRDefault="00AB1C99" w:rsidP="0090053E">
            <w:pPr>
              <w:jc w:val="center"/>
              <w:rPr>
                <w:rFonts w:ascii="Times New Roman" w:hAnsi="Times New Roman" w:cs="Times New Roman"/>
                <w:sz w:val="28"/>
                <w:szCs w:val="28"/>
              </w:rPr>
            </w:pPr>
          </w:p>
        </w:tc>
      </w:tr>
      <w:tr w:rsidR="00AB1C99" w:rsidRPr="00064507" w:rsidTr="0090053E">
        <w:tc>
          <w:tcPr>
            <w:tcW w:w="10065" w:type="dxa"/>
            <w:gridSpan w:val="15"/>
            <w:tcBorders>
              <w:left w:val="nil"/>
              <w:right w:val="nil"/>
            </w:tcBorders>
          </w:tcPr>
          <w:p w:rsidR="00AB1C99" w:rsidRPr="00064507" w:rsidRDefault="00AB1C99" w:rsidP="0090053E">
            <w:pPr>
              <w:spacing w:before="120" w:line="360" w:lineRule="auto"/>
              <w:jc w:val="center"/>
              <w:rPr>
                <w:rFonts w:ascii="Times New Roman" w:hAnsi="Times New Roman" w:cs="Times New Roman"/>
                <w:sz w:val="28"/>
                <w:szCs w:val="28"/>
              </w:rPr>
            </w:pPr>
            <w:r w:rsidRPr="00064507">
              <w:rPr>
                <w:rFonts w:ascii="Times New Roman" w:hAnsi="Times New Roman" w:cs="Times New Roman"/>
                <w:sz w:val="28"/>
                <w:szCs w:val="28"/>
              </w:rPr>
              <w:t>(должность)</w:t>
            </w:r>
          </w:p>
          <w:p w:rsidR="00AB1C99" w:rsidRPr="00064507" w:rsidRDefault="00AB1C99" w:rsidP="0090053E">
            <w:pPr>
              <w:jc w:val="center"/>
              <w:rPr>
                <w:rFonts w:ascii="Times New Roman" w:hAnsi="Times New Roman" w:cs="Times New Roman"/>
                <w:sz w:val="28"/>
                <w:szCs w:val="28"/>
              </w:rPr>
            </w:pPr>
          </w:p>
          <w:p w:rsidR="00AB1C99" w:rsidRPr="00064507" w:rsidRDefault="00AB1C99" w:rsidP="0090053E">
            <w:pPr>
              <w:jc w:val="center"/>
              <w:rPr>
                <w:rFonts w:ascii="Times New Roman" w:hAnsi="Times New Roman" w:cs="Times New Roman"/>
                <w:sz w:val="28"/>
                <w:szCs w:val="28"/>
              </w:rPr>
            </w:pPr>
          </w:p>
        </w:tc>
      </w:tr>
      <w:tr w:rsidR="00AB1C99" w:rsidRPr="00064507" w:rsidTr="0090053E">
        <w:tc>
          <w:tcPr>
            <w:tcW w:w="10065" w:type="dxa"/>
            <w:gridSpan w:val="15"/>
            <w:tcBorders>
              <w:left w:val="nil"/>
              <w:right w:val="nil"/>
            </w:tcBorders>
          </w:tcPr>
          <w:p w:rsidR="00AB1C99" w:rsidRPr="00064507" w:rsidRDefault="00AB1C99" w:rsidP="0090053E">
            <w:pPr>
              <w:jc w:val="center"/>
              <w:rPr>
                <w:rFonts w:ascii="Times New Roman" w:hAnsi="Times New Roman" w:cs="Times New Roman"/>
                <w:i/>
                <w:sz w:val="28"/>
                <w:szCs w:val="28"/>
              </w:rPr>
            </w:pPr>
          </w:p>
          <w:p w:rsidR="00AB1C99" w:rsidRPr="00064507" w:rsidRDefault="00AB1C99" w:rsidP="0090053E">
            <w:pPr>
              <w:jc w:val="center"/>
              <w:rPr>
                <w:rFonts w:ascii="Times New Roman" w:hAnsi="Times New Roman" w:cs="Times New Roman"/>
                <w:i/>
                <w:sz w:val="28"/>
                <w:szCs w:val="28"/>
              </w:rPr>
            </w:pPr>
          </w:p>
        </w:tc>
      </w:tr>
      <w:tr w:rsidR="00AB1C99" w:rsidRPr="00064507" w:rsidTr="0090053E">
        <w:trPr>
          <w:trHeight w:val="4155"/>
        </w:trPr>
        <w:tc>
          <w:tcPr>
            <w:tcW w:w="10065" w:type="dxa"/>
            <w:gridSpan w:val="15"/>
            <w:tcBorders>
              <w:left w:val="nil"/>
              <w:bottom w:val="nil"/>
              <w:right w:val="nil"/>
            </w:tcBorders>
          </w:tcPr>
          <w:p w:rsidR="00AB1C99" w:rsidRPr="00064507" w:rsidRDefault="00AB1C99" w:rsidP="0090053E">
            <w:pPr>
              <w:spacing w:before="120" w:line="360" w:lineRule="auto"/>
              <w:jc w:val="both"/>
              <w:rPr>
                <w:rFonts w:ascii="Times New Roman" w:hAnsi="Times New Roman" w:cs="Times New Roman"/>
                <w:sz w:val="28"/>
                <w:szCs w:val="28"/>
              </w:rPr>
            </w:pPr>
            <w:r w:rsidRPr="00064507">
              <w:rPr>
                <w:rFonts w:ascii="Times New Roman" w:hAnsi="Times New Roman" w:cs="Times New Roman"/>
                <w:sz w:val="28"/>
                <w:szCs w:val="28"/>
              </w:rPr>
              <w:t xml:space="preserve">обязуюсь  прекратить обработку персональных данных, ставших известными мне в связи с исполнением должностных обязанностей, в случае расторжения со мной трудового договора (контракта), освобождения меня от замещаемой должности и увольнения с муниципальной службы. </w:t>
            </w:r>
          </w:p>
          <w:p w:rsidR="00AB1C99" w:rsidRPr="00064507" w:rsidRDefault="00AB1C99" w:rsidP="0090053E">
            <w:pPr>
              <w:spacing w:line="360" w:lineRule="auto"/>
              <w:jc w:val="both"/>
              <w:rPr>
                <w:rFonts w:ascii="Times New Roman" w:hAnsi="Times New Roman" w:cs="Times New Roman"/>
                <w:sz w:val="28"/>
                <w:szCs w:val="28"/>
              </w:rPr>
            </w:pPr>
            <w:r w:rsidRPr="00064507">
              <w:rPr>
                <w:rFonts w:ascii="Times New Roman" w:hAnsi="Times New Roman" w:cs="Times New Roman"/>
                <w:sz w:val="28"/>
                <w:szCs w:val="28"/>
              </w:rPr>
              <w:t xml:space="preserve">     В соответствии со статьей 7 Федерального закона от 27.07.2006 № 152-ФЗ «О персональных данных» я уведомлен(а) о том, что персональные данные являются конфиденциальной информацией и я обязан(а) не раскрывать третьим лицам и не распространять персональные данные без согласия субъекта персональных данных, ставших известными мне в связи с исполнением должностных обязанностей. </w:t>
            </w:r>
          </w:p>
          <w:p w:rsidR="00AB1C99" w:rsidRPr="00064507" w:rsidRDefault="00AB1C99" w:rsidP="0090053E">
            <w:pPr>
              <w:spacing w:line="360" w:lineRule="auto"/>
              <w:ind w:firstLine="459"/>
              <w:jc w:val="both"/>
              <w:rPr>
                <w:rFonts w:ascii="Times New Roman" w:hAnsi="Times New Roman" w:cs="Times New Roman"/>
                <w:sz w:val="28"/>
                <w:szCs w:val="28"/>
              </w:rPr>
            </w:pPr>
            <w:r w:rsidRPr="00064507">
              <w:rPr>
                <w:rFonts w:ascii="Times New Roman" w:hAnsi="Times New Roman" w:cs="Times New Roman"/>
                <w:sz w:val="28"/>
                <w:szCs w:val="28"/>
              </w:rPr>
              <w:t>Ответственность, предусмотренная  Федеральным законом от 27.07.2006 № 152-ФЗ «О персональных данных» и другими федеральными законами, мне разъяснена.</w:t>
            </w:r>
          </w:p>
          <w:p w:rsidR="00AB1C99" w:rsidRPr="00064507" w:rsidRDefault="00AB1C99" w:rsidP="0090053E">
            <w:pPr>
              <w:jc w:val="both"/>
              <w:rPr>
                <w:rFonts w:ascii="Times New Roman" w:hAnsi="Times New Roman" w:cs="Times New Roman"/>
                <w:sz w:val="28"/>
                <w:szCs w:val="28"/>
              </w:rPr>
            </w:pPr>
          </w:p>
        </w:tc>
      </w:tr>
      <w:tr w:rsidR="00AB1C99" w:rsidRPr="00064507" w:rsidTr="0090053E">
        <w:tc>
          <w:tcPr>
            <w:tcW w:w="288" w:type="dxa"/>
            <w:tcBorders>
              <w:top w:val="nil"/>
              <w:left w:val="nil"/>
              <w:bottom w:val="nil"/>
              <w:right w:val="nil"/>
            </w:tcBorders>
          </w:tcPr>
          <w:p w:rsidR="00AB1C99" w:rsidRPr="00064507" w:rsidRDefault="00AB1C99" w:rsidP="0090053E">
            <w:pPr>
              <w:rPr>
                <w:rFonts w:ascii="Times New Roman" w:hAnsi="Times New Roman" w:cs="Times New Roman"/>
                <w:sz w:val="28"/>
                <w:szCs w:val="28"/>
              </w:rPr>
            </w:pPr>
          </w:p>
        </w:tc>
        <w:tc>
          <w:tcPr>
            <w:tcW w:w="236" w:type="dxa"/>
            <w:tcBorders>
              <w:top w:val="nil"/>
              <w:left w:val="nil"/>
              <w:bottom w:val="nil"/>
              <w:right w:val="nil"/>
            </w:tcBorders>
          </w:tcPr>
          <w:p w:rsidR="00AB1C99" w:rsidRPr="00064507" w:rsidRDefault="00AB1C99" w:rsidP="0090053E">
            <w:pPr>
              <w:rPr>
                <w:rFonts w:ascii="Times New Roman" w:hAnsi="Times New Roman" w:cs="Times New Roman"/>
                <w:sz w:val="28"/>
                <w:szCs w:val="28"/>
              </w:rPr>
            </w:pPr>
          </w:p>
          <w:p w:rsidR="00AB1C99" w:rsidRPr="00064507" w:rsidRDefault="00AB1C99" w:rsidP="0090053E">
            <w:pPr>
              <w:rPr>
                <w:rFonts w:ascii="Times New Roman" w:hAnsi="Times New Roman" w:cs="Times New Roman"/>
                <w:sz w:val="28"/>
                <w:szCs w:val="28"/>
              </w:rPr>
            </w:pPr>
            <w:r w:rsidRPr="00064507">
              <w:rPr>
                <w:rFonts w:ascii="Times New Roman" w:hAnsi="Times New Roman" w:cs="Times New Roman"/>
                <w:sz w:val="28"/>
                <w:szCs w:val="28"/>
              </w:rPr>
              <w:t>«</w:t>
            </w:r>
          </w:p>
        </w:tc>
        <w:tc>
          <w:tcPr>
            <w:tcW w:w="484" w:type="dxa"/>
            <w:gridSpan w:val="2"/>
            <w:tcBorders>
              <w:top w:val="nil"/>
              <w:left w:val="nil"/>
              <w:right w:val="nil"/>
            </w:tcBorders>
          </w:tcPr>
          <w:p w:rsidR="00AB1C99" w:rsidRPr="00064507" w:rsidRDefault="00AB1C99" w:rsidP="0090053E">
            <w:pPr>
              <w:rPr>
                <w:rFonts w:ascii="Times New Roman" w:hAnsi="Times New Roman" w:cs="Times New Roman"/>
                <w:sz w:val="28"/>
                <w:szCs w:val="28"/>
              </w:rPr>
            </w:pPr>
          </w:p>
        </w:tc>
        <w:tc>
          <w:tcPr>
            <w:tcW w:w="236" w:type="dxa"/>
            <w:tcBorders>
              <w:top w:val="nil"/>
              <w:left w:val="nil"/>
              <w:bottom w:val="nil"/>
              <w:right w:val="nil"/>
            </w:tcBorders>
          </w:tcPr>
          <w:p w:rsidR="00AB1C99" w:rsidRPr="00064507" w:rsidRDefault="00AB1C99" w:rsidP="0090053E">
            <w:pPr>
              <w:rPr>
                <w:rFonts w:ascii="Times New Roman" w:hAnsi="Times New Roman" w:cs="Times New Roman"/>
                <w:sz w:val="28"/>
                <w:szCs w:val="28"/>
              </w:rPr>
            </w:pPr>
          </w:p>
          <w:p w:rsidR="00AB1C99" w:rsidRPr="00064507" w:rsidRDefault="00AB1C99" w:rsidP="0090053E">
            <w:pPr>
              <w:rPr>
                <w:rFonts w:ascii="Times New Roman" w:hAnsi="Times New Roman" w:cs="Times New Roman"/>
                <w:sz w:val="28"/>
                <w:szCs w:val="28"/>
              </w:rPr>
            </w:pPr>
            <w:r w:rsidRPr="00064507">
              <w:rPr>
                <w:rFonts w:ascii="Times New Roman" w:hAnsi="Times New Roman" w:cs="Times New Roman"/>
                <w:sz w:val="28"/>
                <w:szCs w:val="28"/>
              </w:rPr>
              <w:t>»</w:t>
            </w:r>
          </w:p>
        </w:tc>
        <w:tc>
          <w:tcPr>
            <w:tcW w:w="1552" w:type="dxa"/>
            <w:tcBorders>
              <w:top w:val="nil"/>
              <w:left w:val="nil"/>
              <w:right w:val="nil"/>
            </w:tcBorders>
          </w:tcPr>
          <w:p w:rsidR="00AB1C99" w:rsidRPr="00064507" w:rsidRDefault="00AB1C99" w:rsidP="0090053E">
            <w:pPr>
              <w:rPr>
                <w:rFonts w:ascii="Times New Roman" w:hAnsi="Times New Roman" w:cs="Times New Roman"/>
                <w:sz w:val="28"/>
                <w:szCs w:val="28"/>
              </w:rPr>
            </w:pPr>
          </w:p>
        </w:tc>
        <w:tc>
          <w:tcPr>
            <w:tcW w:w="236" w:type="dxa"/>
            <w:tcBorders>
              <w:top w:val="nil"/>
              <w:left w:val="nil"/>
              <w:bottom w:val="nil"/>
              <w:right w:val="nil"/>
            </w:tcBorders>
          </w:tcPr>
          <w:p w:rsidR="00AB1C99" w:rsidRPr="00064507" w:rsidRDefault="00AB1C99" w:rsidP="0090053E">
            <w:pPr>
              <w:rPr>
                <w:rFonts w:ascii="Times New Roman" w:hAnsi="Times New Roman" w:cs="Times New Roman"/>
                <w:sz w:val="28"/>
                <w:szCs w:val="28"/>
              </w:rPr>
            </w:pPr>
          </w:p>
        </w:tc>
        <w:tc>
          <w:tcPr>
            <w:tcW w:w="496" w:type="dxa"/>
            <w:tcBorders>
              <w:top w:val="nil"/>
              <w:left w:val="nil"/>
              <w:bottom w:val="nil"/>
              <w:right w:val="nil"/>
            </w:tcBorders>
          </w:tcPr>
          <w:p w:rsidR="00AB1C99" w:rsidRPr="00064507" w:rsidRDefault="00AB1C99" w:rsidP="0090053E">
            <w:pPr>
              <w:rPr>
                <w:rFonts w:ascii="Times New Roman" w:hAnsi="Times New Roman" w:cs="Times New Roman"/>
                <w:sz w:val="28"/>
                <w:szCs w:val="28"/>
              </w:rPr>
            </w:pPr>
          </w:p>
          <w:p w:rsidR="00AB1C99" w:rsidRPr="00064507" w:rsidRDefault="00AB1C99" w:rsidP="0090053E">
            <w:pPr>
              <w:rPr>
                <w:rFonts w:ascii="Times New Roman" w:hAnsi="Times New Roman" w:cs="Times New Roman"/>
                <w:sz w:val="28"/>
                <w:szCs w:val="28"/>
              </w:rPr>
            </w:pPr>
            <w:r w:rsidRPr="00064507">
              <w:rPr>
                <w:rFonts w:ascii="Times New Roman" w:hAnsi="Times New Roman" w:cs="Times New Roman"/>
                <w:sz w:val="28"/>
                <w:szCs w:val="28"/>
              </w:rPr>
              <w:t>20</w:t>
            </w:r>
          </w:p>
        </w:tc>
        <w:tc>
          <w:tcPr>
            <w:tcW w:w="459" w:type="dxa"/>
            <w:tcBorders>
              <w:top w:val="nil"/>
              <w:left w:val="nil"/>
              <w:right w:val="nil"/>
            </w:tcBorders>
          </w:tcPr>
          <w:p w:rsidR="00AB1C99" w:rsidRPr="00064507" w:rsidRDefault="00AB1C99" w:rsidP="0090053E">
            <w:pPr>
              <w:rPr>
                <w:rFonts w:ascii="Times New Roman" w:hAnsi="Times New Roman" w:cs="Times New Roman"/>
                <w:sz w:val="28"/>
                <w:szCs w:val="28"/>
              </w:rPr>
            </w:pPr>
          </w:p>
        </w:tc>
        <w:tc>
          <w:tcPr>
            <w:tcW w:w="261" w:type="dxa"/>
            <w:tcBorders>
              <w:top w:val="nil"/>
              <w:left w:val="nil"/>
              <w:bottom w:val="nil"/>
              <w:right w:val="nil"/>
            </w:tcBorders>
          </w:tcPr>
          <w:p w:rsidR="00AB1C99" w:rsidRPr="00064507" w:rsidRDefault="00AB1C99" w:rsidP="0090053E">
            <w:pPr>
              <w:rPr>
                <w:rFonts w:ascii="Times New Roman" w:hAnsi="Times New Roman" w:cs="Times New Roman"/>
                <w:sz w:val="28"/>
                <w:szCs w:val="28"/>
              </w:rPr>
            </w:pPr>
          </w:p>
          <w:p w:rsidR="00AB1C99" w:rsidRPr="00064507" w:rsidRDefault="00AB1C99" w:rsidP="0090053E">
            <w:pPr>
              <w:rPr>
                <w:rFonts w:ascii="Times New Roman" w:hAnsi="Times New Roman" w:cs="Times New Roman"/>
                <w:sz w:val="28"/>
                <w:szCs w:val="28"/>
              </w:rPr>
            </w:pPr>
            <w:r w:rsidRPr="00064507">
              <w:rPr>
                <w:rFonts w:ascii="Times New Roman" w:hAnsi="Times New Roman" w:cs="Times New Roman"/>
                <w:sz w:val="28"/>
                <w:szCs w:val="28"/>
              </w:rPr>
              <w:t>г</w:t>
            </w:r>
          </w:p>
        </w:tc>
        <w:tc>
          <w:tcPr>
            <w:tcW w:w="714" w:type="dxa"/>
            <w:tcBorders>
              <w:top w:val="nil"/>
              <w:left w:val="nil"/>
              <w:bottom w:val="nil"/>
              <w:right w:val="nil"/>
            </w:tcBorders>
          </w:tcPr>
          <w:p w:rsidR="00AB1C99" w:rsidRPr="00064507" w:rsidRDefault="00AB1C99" w:rsidP="0090053E">
            <w:pPr>
              <w:rPr>
                <w:rFonts w:ascii="Times New Roman" w:hAnsi="Times New Roman" w:cs="Times New Roman"/>
                <w:sz w:val="28"/>
                <w:szCs w:val="28"/>
              </w:rPr>
            </w:pPr>
          </w:p>
        </w:tc>
        <w:tc>
          <w:tcPr>
            <w:tcW w:w="1987" w:type="dxa"/>
            <w:tcBorders>
              <w:top w:val="nil"/>
              <w:left w:val="nil"/>
              <w:right w:val="nil"/>
            </w:tcBorders>
          </w:tcPr>
          <w:p w:rsidR="00AB1C99" w:rsidRPr="00064507" w:rsidRDefault="00AB1C99" w:rsidP="0090053E">
            <w:pPr>
              <w:rPr>
                <w:rFonts w:ascii="Times New Roman" w:hAnsi="Times New Roman" w:cs="Times New Roman"/>
                <w:sz w:val="28"/>
                <w:szCs w:val="28"/>
              </w:rPr>
            </w:pPr>
          </w:p>
          <w:p w:rsidR="00AB1C99" w:rsidRPr="00064507" w:rsidRDefault="00AB1C99" w:rsidP="0090053E">
            <w:pPr>
              <w:rPr>
                <w:rFonts w:ascii="Times New Roman" w:hAnsi="Times New Roman" w:cs="Times New Roman"/>
                <w:sz w:val="28"/>
                <w:szCs w:val="28"/>
              </w:rPr>
            </w:pPr>
          </w:p>
        </w:tc>
        <w:tc>
          <w:tcPr>
            <w:tcW w:w="322" w:type="dxa"/>
            <w:tcBorders>
              <w:top w:val="nil"/>
              <w:left w:val="nil"/>
              <w:bottom w:val="nil"/>
              <w:right w:val="nil"/>
            </w:tcBorders>
          </w:tcPr>
          <w:p w:rsidR="00AB1C99" w:rsidRPr="00064507" w:rsidRDefault="00AB1C99" w:rsidP="0090053E">
            <w:pPr>
              <w:rPr>
                <w:rFonts w:ascii="Times New Roman" w:hAnsi="Times New Roman" w:cs="Times New Roman"/>
                <w:sz w:val="28"/>
                <w:szCs w:val="28"/>
              </w:rPr>
            </w:pPr>
          </w:p>
        </w:tc>
        <w:tc>
          <w:tcPr>
            <w:tcW w:w="2510" w:type="dxa"/>
            <w:tcBorders>
              <w:top w:val="nil"/>
              <w:left w:val="nil"/>
              <w:right w:val="nil"/>
            </w:tcBorders>
          </w:tcPr>
          <w:p w:rsidR="00AB1C99" w:rsidRPr="00064507" w:rsidRDefault="00AB1C99" w:rsidP="0090053E">
            <w:pPr>
              <w:rPr>
                <w:rFonts w:ascii="Times New Roman" w:hAnsi="Times New Roman" w:cs="Times New Roman"/>
                <w:sz w:val="28"/>
                <w:szCs w:val="28"/>
              </w:rPr>
            </w:pPr>
          </w:p>
        </w:tc>
        <w:tc>
          <w:tcPr>
            <w:tcW w:w="284" w:type="dxa"/>
            <w:tcBorders>
              <w:top w:val="nil"/>
              <w:left w:val="nil"/>
              <w:bottom w:val="nil"/>
              <w:right w:val="nil"/>
            </w:tcBorders>
          </w:tcPr>
          <w:p w:rsidR="00AB1C99" w:rsidRPr="00064507" w:rsidRDefault="00AB1C99" w:rsidP="0090053E">
            <w:pPr>
              <w:rPr>
                <w:rFonts w:ascii="Times New Roman" w:hAnsi="Times New Roman" w:cs="Times New Roman"/>
                <w:sz w:val="28"/>
                <w:szCs w:val="28"/>
              </w:rPr>
            </w:pPr>
          </w:p>
        </w:tc>
      </w:tr>
      <w:tr w:rsidR="00AB1C99" w:rsidRPr="00064507" w:rsidTr="0090053E">
        <w:tc>
          <w:tcPr>
            <w:tcW w:w="288" w:type="dxa"/>
            <w:tcBorders>
              <w:top w:val="nil"/>
              <w:left w:val="nil"/>
              <w:bottom w:val="nil"/>
              <w:right w:val="nil"/>
            </w:tcBorders>
          </w:tcPr>
          <w:p w:rsidR="00AB1C99" w:rsidRPr="00064507" w:rsidRDefault="00AB1C99" w:rsidP="0090053E">
            <w:pPr>
              <w:rPr>
                <w:rFonts w:ascii="Times New Roman" w:hAnsi="Times New Roman" w:cs="Times New Roman"/>
                <w:sz w:val="28"/>
                <w:szCs w:val="28"/>
              </w:rPr>
            </w:pPr>
          </w:p>
        </w:tc>
        <w:tc>
          <w:tcPr>
            <w:tcW w:w="3699" w:type="dxa"/>
            <w:gridSpan w:val="8"/>
            <w:tcBorders>
              <w:top w:val="nil"/>
              <w:left w:val="nil"/>
              <w:bottom w:val="nil"/>
              <w:right w:val="nil"/>
            </w:tcBorders>
          </w:tcPr>
          <w:p w:rsidR="00AB1C99" w:rsidRPr="00064507" w:rsidRDefault="00AB1C99" w:rsidP="0090053E">
            <w:pPr>
              <w:rPr>
                <w:rFonts w:ascii="Times New Roman" w:hAnsi="Times New Roman" w:cs="Times New Roman"/>
                <w:sz w:val="28"/>
                <w:szCs w:val="28"/>
              </w:rPr>
            </w:pPr>
            <w:r w:rsidRPr="00064507">
              <w:rPr>
                <w:rFonts w:ascii="Times New Roman" w:hAnsi="Times New Roman" w:cs="Times New Roman"/>
                <w:sz w:val="28"/>
                <w:szCs w:val="28"/>
              </w:rPr>
              <w:t>(дата)</w:t>
            </w:r>
          </w:p>
        </w:tc>
        <w:tc>
          <w:tcPr>
            <w:tcW w:w="6078" w:type="dxa"/>
            <w:gridSpan w:val="6"/>
            <w:tcBorders>
              <w:top w:val="nil"/>
              <w:left w:val="nil"/>
              <w:bottom w:val="nil"/>
              <w:right w:val="nil"/>
            </w:tcBorders>
          </w:tcPr>
          <w:p w:rsidR="00AB1C99" w:rsidRPr="00064507" w:rsidRDefault="00AB1C99" w:rsidP="0090053E">
            <w:pPr>
              <w:rPr>
                <w:rFonts w:ascii="Times New Roman" w:hAnsi="Times New Roman" w:cs="Times New Roman"/>
                <w:sz w:val="28"/>
                <w:szCs w:val="28"/>
              </w:rPr>
            </w:pPr>
            <w:r w:rsidRPr="00064507">
              <w:rPr>
                <w:rFonts w:ascii="Times New Roman" w:hAnsi="Times New Roman" w:cs="Times New Roman"/>
                <w:sz w:val="28"/>
                <w:szCs w:val="28"/>
              </w:rPr>
              <w:t xml:space="preserve">                                    (подпись)                                       (расшифровка подписи)</w:t>
            </w:r>
          </w:p>
        </w:tc>
      </w:tr>
    </w:tbl>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Default="00AB1C99" w:rsidP="001041D8">
      <w:pPr>
        <w:jc w:val="both"/>
        <w:rPr>
          <w:rFonts w:ascii="Times New Roman" w:hAnsi="Times New Roman" w:cs="Times New Roman"/>
          <w:sz w:val="28"/>
          <w:szCs w:val="28"/>
        </w:rPr>
      </w:pPr>
    </w:p>
    <w:p w:rsidR="00AB1C99" w:rsidRDefault="00AB1C99" w:rsidP="001041D8">
      <w:pPr>
        <w:jc w:val="both"/>
        <w:rPr>
          <w:rFonts w:ascii="Times New Roman" w:hAnsi="Times New Roman" w:cs="Times New Roman"/>
          <w:sz w:val="28"/>
          <w:szCs w:val="28"/>
        </w:rPr>
      </w:pPr>
    </w:p>
    <w:p w:rsidR="00AB1C99" w:rsidRDefault="00AB1C99" w:rsidP="001041D8">
      <w:pPr>
        <w:jc w:val="both"/>
        <w:rPr>
          <w:rFonts w:ascii="Times New Roman" w:hAnsi="Times New Roman" w:cs="Times New Roman"/>
          <w:sz w:val="28"/>
          <w:szCs w:val="28"/>
        </w:rPr>
      </w:pPr>
    </w:p>
    <w:p w:rsidR="00AB1C99" w:rsidRDefault="00AB1C99" w:rsidP="001041D8">
      <w:pPr>
        <w:jc w:val="both"/>
        <w:rPr>
          <w:rFonts w:ascii="Times New Roman" w:hAnsi="Times New Roman" w:cs="Times New Roman"/>
          <w:sz w:val="28"/>
          <w:szCs w:val="28"/>
        </w:rPr>
      </w:pPr>
    </w:p>
    <w:p w:rsidR="00AB1C99" w:rsidRDefault="00AB1C99" w:rsidP="001041D8">
      <w:pPr>
        <w:jc w:val="both"/>
        <w:rPr>
          <w:rFonts w:ascii="Times New Roman" w:hAnsi="Times New Roman" w:cs="Times New Roman"/>
          <w:sz w:val="28"/>
          <w:szCs w:val="28"/>
        </w:rPr>
      </w:pPr>
    </w:p>
    <w:p w:rsidR="00AB1C99" w:rsidRDefault="00AB1C99" w:rsidP="001041D8">
      <w:pPr>
        <w:jc w:val="both"/>
        <w:rPr>
          <w:rFonts w:ascii="Times New Roman" w:hAnsi="Times New Roman" w:cs="Times New Roman"/>
          <w:sz w:val="28"/>
          <w:szCs w:val="28"/>
        </w:rPr>
      </w:pPr>
    </w:p>
    <w:p w:rsidR="00AB1C99" w:rsidRDefault="00AB1C99" w:rsidP="001041D8">
      <w:pPr>
        <w:jc w:val="both"/>
        <w:rPr>
          <w:rFonts w:ascii="Times New Roman" w:hAnsi="Times New Roman" w:cs="Times New Roman"/>
          <w:sz w:val="28"/>
          <w:szCs w:val="28"/>
        </w:rPr>
      </w:pPr>
    </w:p>
    <w:p w:rsidR="00AB1C99" w:rsidRDefault="00AB1C99" w:rsidP="001041D8">
      <w:pPr>
        <w:jc w:val="both"/>
        <w:rPr>
          <w:rFonts w:ascii="Times New Roman" w:hAnsi="Times New Roman" w:cs="Times New Roman"/>
          <w:sz w:val="28"/>
          <w:szCs w:val="28"/>
        </w:rPr>
      </w:pPr>
    </w:p>
    <w:p w:rsidR="00AB1C99" w:rsidRDefault="00AB1C99" w:rsidP="001041D8">
      <w:pPr>
        <w:jc w:val="both"/>
        <w:rPr>
          <w:rFonts w:ascii="Times New Roman" w:hAnsi="Times New Roman" w:cs="Times New Roman"/>
          <w:sz w:val="28"/>
          <w:szCs w:val="28"/>
        </w:rPr>
      </w:pPr>
    </w:p>
    <w:p w:rsidR="00AB1C99" w:rsidRDefault="00AB1C99" w:rsidP="001041D8">
      <w:pPr>
        <w:jc w:val="both"/>
        <w:rPr>
          <w:rFonts w:ascii="Times New Roman" w:hAnsi="Times New Roman" w:cs="Times New Roman"/>
          <w:sz w:val="28"/>
          <w:szCs w:val="28"/>
        </w:rPr>
      </w:pPr>
    </w:p>
    <w:p w:rsidR="00AB1C99" w:rsidRDefault="00AB1C99" w:rsidP="001041D8">
      <w:pPr>
        <w:jc w:val="both"/>
        <w:rPr>
          <w:rFonts w:ascii="Times New Roman" w:hAnsi="Times New Roman" w:cs="Times New Roman"/>
          <w:sz w:val="28"/>
          <w:szCs w:val="28"/>
        </w:rPr>
      </w:pPr>
    </w:p>
    <w:p w:rsidR="00AB1C99" w:rsidRDefault="00AB1C99" w:rsidP="001041D8">
      <w:pPr>
        <w:jc w:val="both"/>
        <w:rPr>
          <w:rFonts w:ascii="Times New Roman" w:hAnsi="Times New Roman" w:cs="Times New Roman"/>
          <w:sz w:val="28"/>
          <w:szCs w:val="28"/>
        </w:rPr>
      </w:pPr>
    </w:p>
    <w:p w:rsidR="00AB1C99" w:rsidRDefault="00AB1C99" w:rsidP="001041D8">
      <w:pPr>
        <w:jc w:val="both"/>
        <w:rPr>
          <w:rFonts w:ascii="Times New Roman" w:hAnsi="Times New Roman" w:cs="Times New Roman"/>
          <w:sz w:val="28"/>
          <w:szCs w:val="28"/>
        </w:rPr>
      </w:pPr>
    </w:p>
    <w:p w:rsidR="00AB1C99" w:rsidRDefault="00AB1C99" w:rsidP="001041D8">
      <w:pPr>
        <w:jc w:val="both"/>
        <w:rPr>
          <w:rFonts w:ascii="Times New Roman" w:hAnsi="Times New Roman" w:cs="Times New Roman"/>
          <w:sz w:val="28"/>
          <w:szCs w:val="28"/>
        </w:rPr>
      </w:pPr>
    </w:p>
    <w:p w:rsidR="00AB1C99" w:rsidRDefault="00AB1C99" w:rsidP="001041D8">
      <w:pPr>
        <w:jc w:val="both"/>
        <w:rPr>
          <w:rFonts w:ascii="Times New Roman" w:hAnsi="Times New Roman" w:cs="Times New Roman"/>
          <w:sz w:val="28"/>
          <w:szCs w:val="28"/>
        </w:rPr>
      </w:pPr>
    </w:p>
    <w:p w:rsidR="00AB1C99" w:rsidRDefault="00AB1C99" w:rsidP="001041D8">
      <w:pPr>
        <w:jc w:val="both"/>
        <w:rPr>
          <w:rFonts w:ascii="Times New Roman" w:hAnsi="Times New Roman" w:cs="Times New Roman"/>
          <w:sz w:val="28"/>
          <w:szCs w:val="28"/>
        </w:rPr>
      </w:pPr>
    </w:p>
    <w:p w:rsidR="00AB1C99" w:rsidRDefault="00AB1C99" w:rsidP="001041D8">
      <w:pPr>
        <w:jc w:val="both"/>
        <w:rPr>
          <w:rFonts w:ascii="Times New Roman" w:hAnsi="Times New Roman" w:cs="Times New Roman"/>
          <w:sz w:val="28"/>
          <w:szCs w:val="28"/>
        </w:rPr>
      </w:pPr>
    </w:p>
    <w:p w:rsidR="00AB1C99" w:rsidRDefault="00AB1C99" w:rsidP="001041D8">
      <w:pPr>
        <w:jc w:val="both"/>
        <w:rPr>
          <w:rFonts w:ascii="Times New Roman" w:hAnsi="Times New Roman" w:cs="Times New Roman"/>
          <w:sz w:val="28"/>
          <w:szCs w:val="28"/>
        </w:rPr>
      </w:pPr>
    </w:p>
    <w:p w:rsidR="00AB1C99" w:rsidRDefault="00AB1C99" w:rsidP="001041D8">
      <w:pPr>
        <w:jc w:val="both"/>
        <w:rPr>
          <w:rFonts w:ascii="Times New Roman" w:hAnsi="Times New Roman" w:cs="Times New Roman"/>
          <w:sz w:val="28"/>
          <w:szCs w:val="28"/>
        </w:rPr>
      </w:pPr>
    </w:p>
    <w:p w:rsidR="00AB1C99" w:rsidRDefault="00AB1C99" w:rsidP="001041D8">
      <w:pPr>
        <w:jc w:val="both"/>
        <w:rPr>
          <w:rFonts w:ascii="Times New Roman" w:hAnsi="Times New Roman" w:cs="Times New Roman"/>
          <w:sz w:val="28"/>
          <w:szCs w:val="28"/>
        </w:rPr>
      </w:pPr>
    </w:p>
    <w:p w:rsidR="00AB1C99"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Default="00AB1C99" w:rsidP="00C035C1">
      <w:pPr>
        <w:spacing w:line="336" w:lineRule="auto"/>
        <w:jc w:val="right"/>
        <w:rPr>
          <w:rFonts w:ascii="Times New Roman" w:hAnsi="Times New Roman" w:cs="Times New Roman"/>
          <w:sz w:val="28"/>
          <w:szCs w:val="28"/>
        </w:rPr>
      </w:pPr>
    </w:p>
    <w:p w:rsidR="00AB1C99" w:rsidRDefault="00AB1C99" w:rsidP="00C035C1">
      <w:pPr>
        <w:spacing w:line="336" w:lineRule="auto"/>
        <w:jc w:val="right"/>
        <w:rPr>
          <w:rFonts w:ascii="Times New Roman" w:hAnsi="Times New Roman" w:cs="Times New Roman"/>
          <w:sz w:val="28"/>
          <w:szCs w:val="28"/>
        </w:rPr>
      </w:pPr>
    </w:p>
    <w:p w:rsidR="00AB1C99" w:rsidRDefault="00AB1C99" w:rsidP="00C035C1">
      <w:pPr>
        <w:spacing w:line="336" w:lineRule="auto"/>
        <w:jc w:val="right"/>
        <w:rPr>
          <w:rFonts w:ascii="Times New Roman" w:hAnsi="Times New Roman" w:cs="Times New Roman"/>
          <w:sz w:val="28"/>
          <w:szCs w:val="28"/>
        </w:rPr>
      </w:pPr>
    </w:p>
    <w:p w:rsidR="00AB1C99" w:rsidRDefault="00AB1C99" w:rsidP="00C035C1">
      <w:pPr>
        <w:spacing w:line="336" w:lineRule="auto"/>
        <w:jc w:val="right"/>
        <w:rPr>
          <w:rFonts w:ascii="Times New Roman" w:hAnsi="Times New Roman" w:cs="Times New Roman"/>
          <w:sz w:val="28"/>
          <w:szCs w:val="28"/>
        </w:rPr>
      </w:pPr>
    </w:p>
    <w:p w:rsidR="00AB1C99" w:rsidRDefault="00AB1C99" w:rsidP="00C035C1">
      <w:pPr>
        <w:spacing w:line="336" w:lineRule="auto"/>
        <w:jc w:val="right"/>
        <w:rPr>
          <w:rFonts w:ascii="Times New Roman" w:hAnsi="Times New Roman" w:cs="Times New Roman"/>
          <w:sz w:val="28"/>
          <w:szCs w:val="28"/>
        </w:rPr>
      </w:pPr>
    </w:p>
    <w:p w:rsidR="00AB1C99" w:rsidRDefault="00AB1C99" w:rsidP="00C035C1">
      <w:pPr>
        <w:spacing w:line="336" w:lineRule="auto"/>
        <w:jc w:val="right"/>
        <w:rPr>
          <w:rFonts w:ascii="Times New Roman" w:hAnsi="Times New Roman" w:cs="Times New Roman"/>
          <w:sz w:val="28"/>
          <w:szCs w:val="28"/>
        </w:rPr>
      </w:pPr>
    </w:p>
    <w:p w:rsidR="00AB1C99" w:rsidRDefault="00AB1C99" w:rsidP="00C035C1">
      <w:pPr>
        <w:spacing w:line="336" w:lineRule="auto"/>
        <w:jc w:val="right"/>
        <w:rPr>
          <w:rFonts w:ascii="Times New Roman" w:hAnsi="Times New Roman" w:cs="Times New Roman"/>
          <w:sz w:val="28"/>
          <w:szCs w:val="28"/>
        </w:rPr>
      </w:pPr>
    </w:p>
    <w:p w:rsidR="00AB1C99" w:rsidRDefault="00AB1C99" w:rsidP="00C035C1">
      <w:pPr>
        <w:spacing w:line="336" w:lineRule="auto"/>
        <w:jc w:val="right"/>
        <w:rPr>
          <w:rFonts w:ascii="Times New Roman" w:hAnsi="Times New Roman" w:cs="Times New Roman"/>
          <w:sz w:val="28"/>
          <w:szCs w:val="28"/>
        </w:rPr>
      </w:pPr>
    </w:p>
    <w:p w:rsidR="00AB1C99" w:rsidRDefault="00AB1C99" w:rsidP="00C035C1">
      <w:pPr>
        <w:spacing w:line="336" w:lineRule="auto"/>
        <w:jc w:val="right"/>
        <w:rPr>
          <w:rFonts w:ascii="Times New Roman" w:hAnsi="Times New Roman" w:cs="Times New Roman"/>
          <w:sz w:val="28"/>
          <w:szCs w:val="28"/>
        </w:rPr>
      </w:pPr>
    </w:p>
    <w:p w:rsidR="00AB1C99" w:rsidRPr="00064507" w:rsidRDefault="00AB1C99" w:rsidP="00C035C1">
      <w:pPr>
        <w:spacing w:line="336" w:lineRule="auto"/>
        <w:jc w:val="right"/>
        <w:rPr>
          <w:rFonts w:ascii="Times New Roman" w:hAnsi="Times New Roman" w:cs="Times New Roman"/>
          <w:sz w:val="28"/>
          <w:szCs w:val="28"/>
        </w:rPr>
      </w:pPr>
      <w:r w:rsidRPr="00064507">
        <w:rPr>
          <w:rFonts w:ascii="Times New Roman" w:hAnsi="Times New Roman" w:cs="Times New Roman"/>
          <w:sz w:val="28"/>
          <w:szCs w:val="28"/>
        </w:rPr>
        <w:t>Приложение № 11</w:t>
      </w:r>
    </w:p>
    <w:p w:rsidR="00AB1C99" w:rsidRPr="00064507" w:rsidRDefault="00AB1C99" w:rsidP="00C035C1">
      <w:pPr>
        <w:spacing w:line="336" w:lineRule="auto"/>
        <w:jc w:val="right"/>
        <w:rPr>
          <w:rFonts w:ascii="Times New Roman" w:hAnsi="Times New Roman" w:cs="Times New Roman"/>
          <w:sz w:val="28"/>
          <w:szCs w:val="28"/>
        </w:rPr>
      </w:pPr>
      <w:r w:rsidRPr="00064507">
        <w:rPr>
          <w:rFonts w:ascii="Times New Roman" w:hAnsi="Times New Roman" w:cs="Times New Roman"/>
          <w:sz w:val="28"/>
          <w:szCs w:val="28"/>
        </w:rPr>
        <w:t>Утверждено Постановлением</w:t>
      </w:r>
    </w:p>
    <w:p w:rsidR="00AB1C99" w:rsidRPr="00064507" w:rsidRDefault="00AB1C99" w:rsidP="00C035C1">
      <w:pPr>
        <w:spacing w:line="336" w:lineRule="auto"/>
        <w:jc w:val="right"/>
        <w:rPr>
          <w:rFonts w:ascii="Times New Roman" w:hAnsi="Times New Roman" w:cs="Times New Roman"/>
          <w:sz w:val="28"/>
          <w:szCs w:val="28"/>
        </w:rPr>
      </w:pPr>
      <w:r w:rsidRPr="00064507">
        <w:rPr>
          <w:rFonts w:ascii="Times New Roman" w:hAnsi="Times New Roman" w:cs="Times New Roman"/>
          <w:sz w:val="28"/>
          <w:szCs w:val="28"/>
        </w:rPr>
        <w:t>Главы Савкинского сельсовета</w:t>
      </w:r>
    </w:p>
    <w:p w:rsidR="00AB1C99" w:rsidRDefault="00AB1C99" w:rsidP="00C06F5B">
      <w:pPr>
        <w:spacing w:line="336" w:lineRule="auto"/>
        <w:jc w:val="center"/>
        <w:rPr>
          <w:rFonts w:ascii="Times New Roman" w:hAnsi="Times New Roman" w:cs="Times New Roman"/>
          <w:sz w:val="28"/>
          <w:szCs w:val="28"/>
        </w:rPr>
      </w:pPr>
      <w:r>
        <w:rPr>
          <w:rFonts w:ascii="Times New Roman" w:hAnsi="Times New Roman" w:cs="Times New Roman"/>
          <w:sz w:val="28"/>
          <w:szCs w:val="28"/>
        </w:rPr>
        <w:t xml:space="preserve">                                                                      От 13.08.2012  № 42</w:t>
      </w:r>
    </w:p>
    <w:p w:rsidR="00AB1C99" w:rsidRPr="00064507" w:rsidRDefault="00AB1C99" w:rsidP="00A379C3">
      <w:pPr>
        <w:spacing w:line="336" w:lineRule="auto"/>
        <w:rPr>
          <w:rFonts w:ascii="Times New Roman" w:hAnsi="Times New Roman" w:cs="Times New Roman"/>
          <w:sz w:val="28"/>
          <w:szCs w:val="28"/>
        </w:rPr>
      </w:pPr>
    </w:p>
    <w:p w:rsidR="00AB1C99" w:rsidRPr="00064507" w:rsidRDefault="00AB1C99" w:rsidP="00C035C1">
      <w:pPr>
        <w:spacing w:line="336" w:lineRule="auto"/>
        <w:rPr>
          <w:rFonts w:ascii="Times New Roman" w:hAnsi="Times New Roman" w:cs="Times New Roman"/>
          <w:sz w:val="28"/>
          <w:szCs w:val="28"/>
        </w:rPr>
      </w:pPr>
    </w:p>
    <w:p w:rsidR="00AB1C99" w:rsidRPr="00064507" w:rsidRDefault="00AB1C99" w:rsidP="00C035C1">
      <w:pPr>
        <w:spacing w:line="336" w:lineRule="auto"/>
        <w:rPr>
          <w:rFonts w:ascii="Times New Roman" w:hAnsi="Times New Roman" w:cs="Times New Roman"/>
          <w:sz w:val="28"/>
          <w:szCs w:val="28"/>
        </w:rPr>
      </w:pPr>
      <w:r w:rsidRPr="00064507">
        <w:rPr>
          <w:rFonts w:ascii="Times New Roman" w:hAnsi="Times New Roman" w:cs="Times New Roman"/>
          <w:sz w:val="28"/>
          <w:szCs w:val="28"/>
        </w:rPr>
        <w:t> </w:t>
      </w:r>
    </w:p>
    <w:p w:rsidR="00AB1C99" w:rsidRPr="00064507" w:rsidRDefault="00AB1C99" w:rsidP="00C035C1">
      <w:pPr>
        <w:spacing w:line="336" w:lineRule="auto"/>
        <w:rPr>
          <w:rFonts w:ascii="Times New Roman" w:hAnsi="Times New Roman" w:cs="Times New Roman"/>
          <w:sz w:val="28"/>
          <w:szCs w:val="28"/>
        </w:rPr>
      </w:pPr>
      <w:r w:rsidRPr="00064507">
        <w:rPr>
          <w:rFonts w:ascii="Times New Roman" w:hAnsi="Times New Roman" w:cs="Times New Roman"/>
          <w:sz w:val="28"/>
          <w:szCs w:val="28"/>
        </w:rPr>
        <w:t> </w:t>
      </w:r>
    </w:p>
    <w:p w:rsidR="00AB1C99" w:rsidRPr="00A379C3" w:rsidRDefault="00AB1C99" w:rsidP="00C035C1">
      <w:pPr>
        <w:spacing w:line="336" w:lineRule="auto"/>
        <w:jc w:val="center"/>
        <w:rPr>
          <w:rFonts w:ascii="Times New Roman" w:hAnsi="Times New Roman" w:cs="Times New Roman"/>
          <w:b/>
          <w:sz w:val="28"/>
          <w:szCs w:val="28"/>
        </w:rPr>
      </w:pPr>
      <w:r w:rsidRPr="00A379C3">
        <w:rPr>
          <w:rFonts w:ascii="Times New Roman" w:hAnsi="Times New Roman" w:cs="Times New Roman"/>
          <w:b/>
          <w:sz w:val="28"/>
          <w:szCs w:val="28"/>
        </w:rPr>
        <w:t>Согласие работника на обработку персональных данных</w:t>
      </w:r>
    </w:p>
    <w:p w:rsidR="00AB1C99" w:rsidRPr="00064507" w:rsidRDefault="00AB1C99" w:rsidP="00C035C1">
      <w:pPr>
        <w:spacing w:line="336" w:lineRule="auto"/>
        <w:rPr>
          <w:rFonts w:ascii="Times New Roman" w:hAnsi="Times New Roman" w:cs="Times New Roman"/>
          <w:sz w:val="28"/>
          <w:szCs w:val="28"/>
        </w:rPr>
      </w:pPr>
      <w:r w:rsidRPr="00064507">
        <w:rPr>
          <w:rFonts w:ascii="Times New Roman" w:hAnsi="Times New Roman" w:cs="Times New Roman"/>
          <w:sz w:val="28"/>
          <w:szCs w:val="28"/>
        </w:rPr>
        <w:t> </w:t>
      </w:r>
    </w:p>
    <w:p w:rsidR="00AB1C99" w:rsidRPr="00064507" w:rsidRDefault="00AB1C99" w:rsidP="00C035C1">
      <w:pPr>
        <w:spacing w:line="336" w:lineRule="auto"/>
        <w:jc w:val="right"/>
        <w:rPr>
          <w:rFonts w:ascii="Times New Roman" w:hAnsi="Times New Roman" w:cs="Times New Roman"/>
          <w:sz w:val="28"/>
          <w:szCs w:val="28"/>
        </w:rPr>
      </w:pPr>
      <w:r w:rsidRPr="00064507">
        <w:rPr>
          <w:rFonts w:ascii="Times New Roman" w:hAnsi="Times New Roman" w:cs="Times New Roman"/>
          <w:sz w:val="28"/>
          <w:szCs w:val="28"/>
        </w:rPr>
        <w:t> </w:t>
      </w:r>
    </w:p>
    <w:p w:rsidR="00AB1C99" w:rsidRPr="00064507" w:rsidRDefault="00AB1C99" w:rsidP="00C035C1">
      <w:pPr>
        <w:spacing w:line="336" w:lineRule="auto"/>
        <w:jc w:val="right"/>
        <w:rPr>
          <w:rFonts w:ascii="Times New Roman" w:hAnsi="Times New Roman" w:cs="Times New Roman"/>
          <w:sz w:val="28"/>
          <w:szCs w:val="28"/>
        </w:rPr>
      </w:pPr>
      <w:r w:rsidRPr="00064507">
        <w:rPr>
          <w:rFonts w:ascii="Times New Roman" w:hAnsi="Times New Roman" w:cs="Times New Roman"/>
          <w:sz w:val="28"/>
          <w:szCs w:val="28"/>
        </w:rPr>
        <w:t xml:space="preserve">Главе Савкинского сельсовета </w:t>
      </w:r>
    </w:p>
    <w:p w:rsidR="00AB1C99" w:rsidRPr="00064507" w:rsidRDefault="00AB1C99" w:rsidP="00C035C1">
      <w:pPr>
        <w:spacing w:line="336" w:lineRule="auto"/>
        <w:jc w:val="right"/>
        <w:rPr>
          <w:rFonts w:ascii="Times New Roman" w:hAnsi="Times New Roman" w:cs="Times New Roman"/>
          <w:sz w:val="28"/>
          <w:szCs w:val="28"/>
        </w:rPr>
      </w:pPr>
      <w:r w:rsidRPr="00064507">
        <w:rPr>
          <w:rFonts w:ascii="Times New Roman" w:hAnsi="Times New Roman" w:cs="Times New Roman"/>
          <w:sz w:val="28"/>
          <w:szCs w:val="28"/>
        </w:rPr>
        <w:t>А.Н.Цвиченко</w:t>
      </w:r>
    </w:p>
    <w:p w:rsidR="00AB1C99" w:rsidRPr="00064507" w:rsidRDefault="00AB1C99" w:rsidP="00C035C1">
      <w:pPr>
        <w:spacing w:line="336" w:lineRule="auto"/>
        <w:jc w:val="right"/>
        <w:rPr>
          <w:rFonts w:ascii="Times New Roman" w:hAnsi="Times New Roman" w:cs="Times New Roman"/>
          <w:sz w:val="28"/>
          <w:szCs w:val="28"/>
        </w:rPr>
      </w:pPr>
      <w:r w:rsidRPr="00064507">
        <w:rPr>
          <w:rFonts w:ascii="Times New Roman" w:hAnsi="Times New Roman" w:cs="Times New Roman"/>
          <w:sz w:val="28"/>
          <w:szCs w:val="28"/>
        </w:rPr>
        <w:t> </w:t>
      </w:r>
    </w:p>
    <w:p w:rsidR="00AB1C99" w:rsidRPr="00064507" w:rsidRDefault="00AB1C99" w:rsidP="00C035C1">
      <w:pPr>
        <w:spacing w:line="336" w:lineRule="auto"/>
        <w:rPr>
          <w:rFonts w:ascii="Times New Roman" w:hAnsi="Times New Roman" w:cs="Times New Roman"/>
          <w:sz w:val="28"/>
          <w:szCs w:val="28"/>
        </w:rPr>
      </w:pPr>
      <w:r w:rsidRPr="00064507">
        <w:rPr>
          <w:rFonts w:ascii="Times New Roman" w:hAnsi="Times New Roman" w:cs="Times New Roman"/>
          <w:sz w:val="28"/>
          <w:szCs w:val="28"/>
        </w:rPr>
        <w:t xml:space="preserve">                                                                                  от</w:t>
      </w:r>
    </w:p>
    <w:p w:rsidR="00AB1C99" w:rsidRPr="00064507" w:rsidRDefault="00AB1C99" w:rsidP="00C035C1">
      <w:pPr>
        <w:spacing w:line="336" w:lineRule="auto"/>
        <w:jc w:val="right"/>
        <w:rPr>
          <w:rFonts w:ascii="Times New Roman" w:hAnsi="Times New Roman" w:cs="Times New Roman"/>
          <w:sz w:val="28"/>
          <w:szCs w:val="28"/>
        </w:rPr>
      </w:pPr>
      <w:r w:rsidRPr="00064507">
        <w:rPr>
          <w:rFonts w:ascii="Times New Roman" w:hAnsi="Times New Roman" w:cs="Times New Roman"/>
          <w:sz w:val="28"/>
          <w:szCs w:val="28"/>
        </w:rPr>
        <w:t> </w:t>
      </w:r>
    </w:p>
    <w:p w:rsidR="00AB1C99" w:rsidRPr="00064507" w:rsidRDefault="00AB1C99" w:rsidP="00C035C1">
      <w:pPr>
        <w:spacing w:line="336" w:lineRule="auto"/>
        <w:jc w:val="right"/>
        <w:rPr>
          <w:rFonts w:ascii="Times New Roman" w:hAnsi="Times New Roman" w:cs="Times New Roman"/>
          <w:sz w:val="28"/>
          <w:szCs w:val="28"/>
        </w:rPr>
      </w:pPr>
      <w:r w:rsidRPr="00064507">
        <w:rPr>
          <w:rFonts w:ascii="Times New Roman" w:hAnsi="Times New Roman" w:cs="Times New Roman"/>
          <w:sz w:val="28"/>
          <w:szCs w:val="28"/>
        </w:rPr>
        <w:t>-------------------------------------</w:t>
      </w:r>
    </w:p>
    <w:p w:rsidR="00AB1C99" w:rsidRPr="00064507" w:rsidRDefault="00AB1C99" w:rsidP="00C035C1">
      <w:pPr>
        <w:spacing w:line="336" w:lineRule="auto"/>
        <w:jc w:val="right"/>
        <w:rPr>
          <w:rFonts w:ascii="Times New Roman" w:hAnsi="Times New Roman" w:cs="Times New Roman"/>
          <w:sz w:val="28"/>
          <w:szCs w:val="28"/>
        </w:rPr>
      </w:pPr>
      <w:r w:rsidRPr="00064507">
        <w:rPr>
          <w:rFonts w:ascii="Times New Roman" w:hAnsi="Times New Roman" w:cs="Times New Roman"/>
          <w:sz w:val="28"/>
          <w:szCs w:val="28"/>
        </w:rPr>
        <w:t>(фамилия, имя, отчество)</w:t>
      </w:r>
    </w:p>
    <w:p w:rsidR="00AB1C99" w:rsidRPr="00064507" w:rsidRDefault="00AB1C99" w:rsidP="00C035C1">
      <w:pPr>
        <w:spacing w:line="336" w:lineRule="auto"/>
        <w:jc w:val="right"/>
        <w:rPr>
          <w:rFonts w:ascii="Times New Roman" w:hAnsi="Times New Roman" w:cs="Times New Roman"/>
          <w:sz w:val="28"/>
          <w:szCs w:val="28"/>
        </w:rPr>
      </w:pPr>
      <w:r w:rsidRPr="00064507">
        <w:rPr>
          <w:rFonts w:ascii="Times New Roman" w:hAnsi="Times New Roman" w:cs="Times New Roman"/>
          <w:sz w:val="28"/>
          <w:szCs w:val="28"/>
        </w:rPr>
        <w:t>зарегистрированного по адресу:</w:t>
      </w:r>
    </w:p>
    <w:p w:rsidR="00AB1C99" w:rsidRPr="00064507" w:rsidRDefault="00AB1C99" w:rsidP="00C035C1">
      <w:pPr>
        <w:spacing w:line="336" w:lineRule="auto"/>
        <w:jc w:val="right"/>
        <w:rPr>
          <w:rFonts w:ascii="Times New Roman" w:hAnsi="Times New Roman" w:cs="Times New Roman"/>
          <w:sz w:val="28"/>
          <w:szCs w:val="28"/>
        </w:rPr>
      </w:pPr>
      <w:r w:rsidRPr="00064507">
        <w:rPr>
          <w:rFonts w:ascii="Times New Roman" w:hAnsi="Times New Roman" w:cs="Times New Roman"/>
          <w:sz w:val="28"/>
          <w:szCs w:val="28"/>
        </w:rPr>
        <w:t> </w:t>
      </w:r>
    </w:p>
    <w:p w:rsidR="00AB1C99" w:rsidRPr="00064507" w:rsidRDefault="00AB1C99" w:rsidP="00C035C1">
      <w:pPr>
        <w:spacing w:line="336" w:lineRule="auto"/>
        <w:jc w:val="right"/>
        <w:rPr>
          <w:rFonts w:ascii="Times New Roman" w:hAnsi="Times New Roman" w:cs="Times New Roman"/>
          <w:sz w:val="28"/>
          <w:szCs w:val="28"/>
        </w:rPr>
      </w:pPr>
      <w:r w:rsidRPr="00064507">
        <w:rPr>
          <w:rFonts w:ascii="Times New Roman" w:hAnsi="Times New Roman" w:cs="Times New Roman"/>
          <w:sz w:val="28"/>
          <w:szCs w:val="28"/>
        </w:rPr>
        <w:t>------------------------------------------</w:t>
      </w:r>
    </w:p>
    <w:p w:rsidR="00AB1C99" w:rsidRPr="00064507" w:rsidRDefault="00AB1C99" w:rsidP="00C035C1">
      <w:pPr>
        <w:spacing w:line="336" w:lineRule="auto"/>
        <w:jc w:val="right"/>
        <w:rPr>
          <w:rFonts w:ascii="Times New Roman" w:hAnsi="Times New Roman" w:cs="Times New Roman"/>
          <w:sz w:val="28"/>
          <w:szCs w:val="28"/>
        </w:rPr>
      </w:pPr>
      <w:r w:rsidRPr="00064507">
        <w:rPr>
          <w:rFonts w:ascii="Times New Roman" w:hAnsi="Times New Roman" w:cs="Times New Roman"/>
          <w:sz w:val="28"/>
          <w:szCs w:val="28"/>
        </w:rPr>
        <w:t>(адрес регистрации указывается</w:t>
      </w:r>
    </w:p>
    <w:p w:rsidR="00AB1C99" w:rsidRPr="00064507" w:rsidRDefault="00AB1C99" w:rsidP="00C035C1">
      <w:pPr>
        <w:spacing w:line="336" w:lineRule="auto"/>
        <w:jc w:val="right"/>
        <w:rPr>
          <w:rFonts w:ascii="Times New Roman" w:hAnsi="Times New Roman" w:cs="Times New Roman"/>
          <w:sz w:val="28"/>
          <w:szCs w:val="28"/>
        </w:rPr>
      </w:pPr>
      <w:r w:rsidRPr="00064507">
        <w:rPr>
          <w:rFonts w:ascii="Times New Roman" w:hAnsi="Times New Roman" w:cs="Times New Roman"/>
          <w:sz w:val="28"/>
          <w:szCs w:val="28"/>
        </w:rPr>
        <w:t> </w:t>
      </w:r>
    </w:p>
    <w:p w:rsidR="00AB1C99" w:rsidRPr="00064507" w:rsidRDefault="00AB1C99" w:rsidP="00C035C1">
      <w:pPr>
        <w:spacing w:line="336" w:lineRule="auto"/>
        <w:jc w:val="right"/>
        <w:rPr>
          <w:rFonts w:ascii="Times New Roman" w:hAnsi="Times New Roman" w:cs="Times New Roman"/>
          <w:sz w:val="28"/>
          <w:szCs w:val="28"/>
        </w:rPr>
      </w:pPr>
      <w:r w:rsidRPr="00064507">
        <w:rPr>
          <w:rFonts w:ascii="Times New Roman" w:hAnsi="Times New Roman" w:cs="Times New Roman"/>
          <w:sz w:val="28"/>
          <w:szCs w:val="28"/>
        </w:rPr>
        <w:t>------------------------------------------</w:t>
      </w:r>
    </w:p>
    <w:p w:rsidR="00AB1C99" w:rsidRPr="00064507" w:rsidRDefault="00AB1C99" w:rsidP="00C035C1">
      <w:pPr>
        <w:spacing w:line="336" w:lineRule="auto"/>
        <w:jc w:val="right"/>
        <w:rPr>
          <w:rFonts w:ascii="Times New Roman" w:hAnsi="Times New Roman" w:cs="Times New Roman"/>
          <w:sz w:val="28"/>
          <w:szCs w:val="28"/>
        </w:rPr>
      </w:pPr>
      <w:r w:rsidRPr="00064507">
        <w:rPr>
          <w:rFonts w:ascii="Times New Roman" w:hAnsi="Times New Roman" w:cs="Times New Roman"/>
          <w:sz w:val="28"/>
          <w:szCs w:val="28"/>
        </w:rPr>
        <w:t>с почтовым индексом)</w:t>
      </w:r>
    </w:p>
    <w:p w:rsidR="00AB1C99" w:rsidRPr="00064507" w:rsidRDefault="00AB1C99" w:rsidP="00C035C1">
      <w:pPr>
        <w:spacing w:line="336" w:lineRule="auto"/>
        <w:jc w:val="right"/>
        <w:rPr>
          <w:rFonts w:ascii="Times New Roman" w:hAnsi="Times New Roman" w:cs="Times New Roman"/>
          <w:sz w:val="28"/>
          <w:szCs w:val="28"/>
        </w:rPr>
      </w:pPr>
      <w:r w:rsidRPr="00064507">
        <w:rPr>
          <w:rFonts w:ascii="Times New Roman" w:hAnsi="Times New Roman" w:cs="Times New Roman"/>
          <w:sz w:val="28"/>
          <w:szCs w:val="28"/>
        </w:rPr>
        <w:t>паспорт серия N</w:t>
      </w:r>
    </w:p>
    <w:p w:rsidR="00AB1C99" w:rsidRPr="00064507" w:rsidRDefault="00AB1C99" w:rsidP="00C035C1">
      <w:pPr>
        <w:spacing w:line="336" w:lineRule="auto"/>
        <w:jc w:val="right"/>
        <w:rPr>
          <w:rFonts w:ascii="Times New Roman" w:hAnsi="Times New Roman" w:cs="Times New Roman"/>
          <w:sz w:val="28"/>
          <w:szCs w:val="28"/>
        </w:rPr>
      </w:pPr>
      <w:r w:rsidRPr="00064507">
        <w:rPr>
          <w:rFonts w:ascii="Times New Roman" w:hAnsi="Times New Roman" w:cs="Times New Roman"/>
          <w:sz w:val="28"/>
          <w:szCs w:val="28"/>
        </w:rPr>
        <w:t>-------- ------------------</w:t>
      </w:r>
    </w:p>
    <w:p w:rsidR="00AB1C99" w:rsidRPr="00064507" w:rsidRDefault="00AB1C99" w:rsidP="00C035C1">
      <w:pPr>
        <w:spacing w:line="336" w:lineRule="auto"/>
        <w:jc w:val="right"/>
        <w:rPr>
          <w:rFonts w:ascii="Times New Roman" w:hAnsi="Times New Roman" w:cs="Times New Roman"/>
          <w:sz w:val="28"/>
          <w:szCs w:val="28"/>
        </w:rPr>
      </w:pPr>
      <w:r w:rsidRPr="00064507">
        <w:rPr>
          <w:rFonts w:ascii="Times New Roman" w:hAnsi="Times New Roman" w:cs="Times New Roman"/>
          <w:sz w:val="28"/>
          <w:szCs w:val="28"/>
        </w:rPr>
        <w:t>выдан</w:t>
      </w:r>
    </w:p>
    <w:p w:rsidR="00AB1C99" w:rsidRPr="00064507" w:rsidRDefault="00AB1C99" w:rsidP="00C035C1">
      <w:pPr>
        <w:spacing w:line="336" w:lineRule="auto"/>
        <w:jc w:val="right"/>
        <w:rPr>
          <w:rFonts w:ascii="Times New Roman" w:hAnsi="Times New Roman" w:cs="Times New Roman"/>
          <w:sz w:val="28"/>
          <w:szCs w:val="28"/>
        </w:rPr>
      </w:pPr>
      <w:r w:rsidRPr="00064507">
        <w:rPr>
          <w:rFonts w:ascii="Times New Roman" w:hAnsi="Times New Roman" w:cs="Times New Roman"/>
          <w:sz w:val="28"/>
          <w:szCs w:val="28"/>
        </w:rPr>
        <w:t>--------------------------------------------</w:t>
      </w:r>
    </w:p>
    <w:p w:rsidR="00AB1C99" w:rsidRPr="00064507" w:rsidRDefault="00AB1C99" w:rsidP="00C035C1">
      <w:pPr>
        <w:spacing w:line="336" w:lineRule="auto"/>
        <w:jc w:val="right"/>
        <w:rPr>
          <w:rFonts w:ascii="Times New Roman" w:hAnsi="Times New Roman" w:cs="Times New Roman"/>
          <w:sz w:val="28"/>
          <w:szCs w:val="28"/>
        </w:rPr>
      </w:pPr>
      <w:r w:rsidRPr="00064507">
        <w:rPr>
          <w:rFonts w:ascii="Times New Roman" w:hAnsi="Times New Roman" w:cs="Times New Roman"/>
          <w:sz w:val="28"/>
          <w:szCs w:val="28"/>
        </w:rPr>
        <w:t>(дата выдачи и наименование</w:t>
      </w:r>
    </w:p>
    <w:p w:rsidR="00AB1C99" w:rsidRPr="00064507" w:rsidRDefault="00AB1C99" w:rsidP="00C035C1">
      <w:pPr>
        <w:spacing w:line="336" w:lineRule="auto"/>
        <w:jc w:val="right"/>
        <w:rPr>
          <w:rFonts w:ascii="Times New Roman" w:hAnsi="Times New Roman" w:cs="Times New Roman"/>
          <w:sz w:val="28"/>
          <w:szCs w:val="28"/>
        </w:rPr>
      </w:pPr>
      <w:r w:rsidRPr="00064507">
        <w:rPr>
          <w:rFonts w:ascii="Times New Roman" w:hAnsi="Times New Roman" w:cs="Times New Roman"/>
          <w:sz w:val="28"/>
          <w:szCs w:val="28"/>
        </w:rPr>
        <w:t> </w:t>
      </w:r>
    </w:p>
    <w:p w:rsidR="00AB1C99" w:rsidRPr="00064507" w:rsidRDefault="00AB1C99" w:rsidP="00C035C1">
      <w:pPr>
        <w:spacing w:line="336" w:lineRule="auto"/>
        <w:jc w:val="right"/>
        <w:rPr>
          <w:rFonts w:ascii="Times New Roman" w:hAnsi="Times New Roman" w:cs="Times New Roman"/>
          <w:sz w:val="28"/>
          <w:szCs w:val="28"/>
        </w:rPr>
      </w:pPr>
      <w:r w:rsidRPr="00064507">
        <w:rPr>
          <w:rFonts w:ascii="Times New Roman" w:hAnsi="Times New Roman" w:cs="Times New Roman"/>
          <w:sz w:val="28"/>
          <w:szCs w:val="28"/>
        </w:rPr>
        <w:t>--------------------------------------------</w:t>
      </w:r>
    </w:p>
    <w:p w:rsidR="00AB1C99" w:rsidRPr="00064507" w:rsidRDefault="00AB1C99" w:rsidP="00C035C1">
      <w:pPr>
        <w:spacing w:line="336" w:lineRule="auto"/>
        <w:jc w:val="right"/>
        <w:rPr>
          <w:rFonts w:ascii="Times New Roman" w:hAnsi="Times New Roman" w:cs="Times New Roman"/>
          <w:sz w:val="28"/>
          <w:szCs w:val="28"/>
        </w:rPr>
      </w:pPr>
      <w:r w:rsidRPr="00064507">
        <w:rPr>
          <w:rFonts w:ascii="Times New Roman" w:hAnsi="Times New Roman" w:cs="Times New Roman"/>
          <w:sz w:val="28"/>
          <w:szCs w:val="28"/>
        </w:rPr>
        <w:t>органа, выдавшего документ)</w:t>
      </w:r>
    </w:p>
    <w:p w:rsidR="00AB1C99" w:rsidRPr="00064507" w:rsidRDefault="00AB1C99" w:rsidP="00C035C1">
      <w:pPr>
        <w:spacing w:line="336" w:lineRule="auto"/>
        <w:rPr>
          <w:rFonts w:ascii="Times New Roman" w:hAnsi="Times New Roman" w:cs="Times New Roman"/>
          <w:sz w:val="28"/>
          <w:szCs w:val="28"/>
        </w:rPr>
      </w:pPr>
      <w:r w:rsidRPr="00064507">
        <w:rPr>
          <w:rFonts w:ascii="Times New Roman" w:hAnsi="Times New Roman" w:cs="Times New Roman"/>
          <w:sz w:val="28"/>
          <w:szCs w:val="28"/>
        </w:rPr>
        <w:t> </w:t>
      </w:r>
    </w:p>
    <w:p w:rsidR="00AB1C99" w:rsidRPr="00064507" w:rsidRDefault="00AB1C99" w:rsidP="00C035C1">
      <w:pPr>
        <w:spacing w:line="336" w:lineRule="auto"/>
        <w:jc w:val="center"/>
        <w:rPr>
          <w:rFonts w:ascii="Times New Roman" w:hAnsi="Times New Roman" w:cs="Times New Roman"/>
          <w:sz w:val="28"/>
          <w:szCs w:val="28"/>
        </w:rPr>
      </w:pPr>
      <w:r w:rsidRPr="00064507">
        <w:rPr>
          <w:rFonts w:ascii="Times New Roman" w:hAnsi="Times New Roman" w:cs="Times New Roman"/>
          <w:sz w:val="28"/>
          <w:szCs w:val="28"/>
        </w:rPr>
        <w:t>СОГЛАСИЕ</w:t>
      </w:r>
    </w:p>
    <w:p w:rsidR="00AB1C99" w:rsidRPr="00064507" w:rsidRDefault="00AB1C99" w:rsidP="00C035C1">
      <w:pPr>
        <w:spacing w:line="336" w:lineRule="auto"/>
        <w:jc w:val="center"/>
        <w:rPr>
          <w:rFonts w:ascii="Times New Roman" w:hAnsi="Times New Roman" w:cs="Times New Roman"/>
          <w:sz w:val="28"/>
          <w:szCs w:val="28"/>
        </w:rPr>
      </w:pPr>
      <w:r w:rsidRPr="00064507">
        <w:rPr>
          <w:rFonts w:ascii="Times New Roman" w:hAnsi="Times New Roman" w:cs="Times New Roman"/>
          <w:sz w:val="28"/>
          <w:szCs w:val="28"/>
        </w:rPr>
        <w:t>на обработку персональных данных</w:t>
      </w:r>
    </w:p>
    <w:p w:rsidR="00AB1C99" w:rsidRPr="00064507" w:rsidRDefault="00AB1C99" w:rsidP="00C035C1">
      <w:pPr>
        <w:spacing w:line="336" w:lineRule="auto"/>
        <w:rPr>
          <w:rFonts w:ascii="Times New Roman" w:hAnsi="Times New Roman" w:cs="Times New Roman"/>
          <w:sz w:val="28"/>
          <w:szCs w:val="28"/>
        </w:rPr>
      </w:pPr>
      <w:r w:rsidRPr="00064507">
        <w:rPr>
          <w:rFonts w:ascii="Times New Roman" w:hAnsi="Times New Roman" w:cs="Times New Roman"/>
          <w:sz w:val="28"/>
          <w:szCs w:val="28"/>
        </w:rPr>
        <w:t> </w:t>
      </w:r>
    </w:p>
    <w:p w:rsidR="00AB1C99" w:rsidRPr="00064507" w:rsidRDefault="00AB1C99" w:rsidP="00C035C1">
      <w:pPr>
        <w:spacing w:line="336" w:lineRule="auto"/>
        <w:rPr>
          <w:rFonts w:ascii="Times New Roman" w:hAnsi="Times New Roman" w:cs="Times New Roman"/>
          <w:sz w:val="28"/>
          <w:szCs w:val="28"/>
        </w:rPr>
      </w:pPr>
      <w:r w:rsidRPr="00064507">
        <w:rPr>
          <w:rFonts w:ascii="Times New Roman" w:hAnsi="Times New Roman" w:cs="Times New Roman"/>
          <w:sz w:val="28"/>
          <w:szCs w:val="28"/>
        </w:rPr>
        <w:t> </w:t>
      </w:r>
    </w:p>
    <w:p w:rsidR="00AB1C99" w:rsidRPr="00064507" w:rsidRDefault="00AB1C99" w:rsidP="00C035C1">
      <w:pPr>
        <w:spacing w:line="336" w:lineRule="auto"/>
        <w:rPr>
          <w:rFonts w:ascii="Times New Roman" w:hAnsi="Times New Roman" w:cs="Times New Roman"/>
          <w:sz w:val="28"/>
          <w:szCs w:val="28"/>
        </w:rPr>
      </w:pPr>
      <w:r w:rsidRPr="00064507">
        <w:rPr>
          <w:rFonts w:ascii="Times New Roman" w:hAnsi="Times New Roman" w:cs="Times New Roman"/>
          <w:sz w:val="28"/>
          <w:szCs w:val="28"/>
        </w:rPr>
        <w:t>Я, -------------------------------------------------------,</w:t>
      </w:r>
    </w:p>
    <w:p w:rsidR="00AB1C99" w:rsidRPr="00064507" w:rsidRDefault="00AB1C99" w:rsidP="00C035C1">
      <w:pPr>
        <w:spacing w:line="336" w:lineRule="auto"/>
        <w:jc w:val="center"/>
        <w:rPr>
          <w:rFonts w:ascii="Times New Roman" w:hAnsi="Times New Roman" w:cs="Times New Roman"/>
          <w:sz w:val="28"/>
          <w:szCs w:val="28"/>
        </w:rPr>
      </w:pPr>
      <w:r w:rsidRPr="00064507">
        <w:rPr>
          <w:rFonts w:ascii="Times New Roman" w:hAnsi="Times New Roman" w:cs="Times New Roman"/>
          <w:sz w:val="28"/>
          <w:szCs w:val="28"/>
        </w:rPr>
        <w:t>(фамилия, имя, отчество полностью)</w:t>
      </w:r>
    </w:p>
    <w:p w:rsidR="00AB1C99" w:rsidRPr="00064507" w:rsidRDefault="00AB1C99" w:rsidP="00C035C1">
      <w:pPr>
        <w:spacing w:line="336" w:lineRule="auto"/>
        <w:rPr>
          <w:rFonts w:ascii="Times New Roman" w:hAnsi="Times New Roman" w:cs="Times New Roman"/>
          <w:sz w:val="28"/>
          <w:szCs w:val="28"/>
        </w:rPr>
      </w:pPr>
      <w:r w:rsidRPr="00064507">
        <w:rPr>
          <w:rFonts w:ascii="Times New Roman" w:hAnsi="Times New Roman" w:cs="Times New Roman"/>
          <w:sz w:val="28"/>
          <w:szCs w:val="28"/>
        </w:rPr>
        <w:t>в соответствии со статьей 9 Федерального закона от 27 июля 2006 года N 152-ФЗ "О персональных данных"</w:t>
      </w:r>
    </w:p>
    <w:p w:rsidR="00AB1C99" w:rsidRPr="00064507" w:rsidRDefault="00AB1C99" w:rsidP="00C035C1">
      <w:pPr>
        <w:spacing w:line="336" w:lineRule="auto"/>
        <w:rPr>
          <w:rFonts w:ascii="Times New Roman" w:hAnsi="Times New Roman" w:cs="Times New Roman"/>
          <w:sz w:val="28"/>
          <w:szCs w:val="28"/>
        </w:rPr>
      </w:pPr>
      <w:r w:rsidRPr="00064507">
        <w:rPr>
          <w:rFonts w:ascii="Times New Roman" w:hAnsi="Times New Roman" w:cs="Times New Roman"/>
          <w:sz w:val="28"/>
          <w:szCs w:val="28"/>
        </w:rPr>
        <w:t>даю согласие</w:t>
      </w:r>
    </w:p>
    <w:p w:rsidR="00AB1C99" w:rsidRPr="00064507" w:rsidRDefault="00AB1C99" w:rsidP="00C035C1">
      <w:pPr>
        <w:spacing w:line="336" w:lineRule="auto"/>
        <w:rPr>
          <w:rFonts w:ascii="Times New Roman" w:hAnsi="Times New Roman" w:cs="Times New Roman"/>
          <w:sz w:val="28"/>
          <w:szCs w:val="28"/>
        </w:rPr>
      </w:pPr>
      <w:r w:rsidRPr="00064507">
        <w:rPr>
          <w:rFonts w:ascii="Times New Roman" w:hAnsi="Times New Roman" w:cs="Times New Roman"/>
          <w:sz w:val="28"/>
          <w:szCs w:val="28"/>
        </w:rPr>
        <w:t>администрации Савкинского сельсовета, расположенной по адресу:</w:t>
      </w:r>
      <w:r>
        <w:rPr>
          <w:rFonts w:ascii="Times New Roman" w:hAnsi="Times New Roman" w:cs="Times New Roman"/>
          <w:sz w:val="28"/>
          <w:szCs w:val="28"/>
        </w:rPr>
        <w:t xml:space="preserve"> </w:t>
      </w:r>
      <w:r w:rsidRPr="00064507">
        <w:rPr>
          <w:rFonts w:ascii="Times New Roman" w:hAnsi="Times New Roman" w:cs="Times New Roman"/>
          <w:sz w:val="28"/>
          <w:szCs w:val="28"/>
        </w:rPr>
        <w:t>Новосибирская область,</w:t>
      </w:r>
      <w:r>
        <w:rPr>
          <w:rFonts w:ascii="Times New Roman" w:hAnsi="Times New Roman" w:cs="Times New Roman"/>
          <w:sz w:val="28"/>
          <w:szCs w:val="28"/>
        </w:rPr>
        <w:t xml:space="preserve"> </w:t>
      </w:r>
      <w:r w:rsidRPr="00064507">
        <w:rPr>
          <w:rFonts w:ascii="Times New Roman" w:hAnsi="Times New Roman" w:cs="Times New Roman"/>
          <w:sz w:val="28"/>
          <w:szCs w:val="28"/>
        </w:rPr>
        <w:t xml:space="preserve"> Баганский район, село Савкино, ул.Лескова, 57, на автоматизированную, а также без использования средств автоматизации обработку моих персональных данных, а именно совершение действий, предусмотренных пунктом 3 части первой статьи 3 Федерального закона от 27 июля 2006 года N 152-ФЗ "О персональных данных", со сведениями о фактах, событиях и обстоятельствах моей жизни, представленных в администрацию Савкинского сельсовета.</w:t>
      </w:r>
    </w:p>
    <w:p w:rsidR="00AB1C99" w:rsidRPr="00064507" w:rsidRDefault="00AB1C99" w:rsidP="00C035C1">
      <w:pPr>
        <w:spacing w:line="336" w:lineRule="auto"/>
        <w:rPr>
          <w:rFonts w:ascii="Times New Roman" w:hAnsi="Times New Roman" w:cs="Times New Roman"/>
          <w:sz w:val="28"/>
          <w:szCs w:val="28"/>
        </w:rPr>
      </w:pPr>
      <w:r w:rsidRPr="00064507">
        <w:rPr>
          <w:rFonts w:ascii="Times New Roman" w:hAnsi="Times New Roman" w:cs="Times New Roman"/>
          <w:sz w:val="28"/>
          <w:szCs w:val="28"/>
        </w:rPr>
        <w:t>Настоящее согласие действует со дня его подписания до дня отзыва в письменной форме.</w:t>
      </w:r>
    </w:p>
    <w:p w:rsidR="00AB1C99" w:rsidRPr="00064507" w:rsidRDefault="00AB1C99" w:rsidP="00C035C1">
      <w:pPr>
        <w:spacing w:line="336" w:lineRule="auto"/>
        <w:rPr>
          <w:rFonts w:ascii="Times New Roman" w:hAnsi="Times New Roman" w:cs="Times New Roman"/>
          <w:sz w:val="28"/>
          <w:szCs w:val="28"/>
        </w:rPr>
      </w:pPr>
      <w:r w:rsidRPr="00064507">
        <w:rPr>
          <w:rFonts w:ascii="Times New Roman" w:hAnsi="Times New Roman" w:cs="Times New Roman"/>
          <w:sz w:val="28"/>
          <w:szCs w:val="28"/>
        </w:rPr>
        <w:t> </w:t>
      </w:r>
    </w:p>
    <w:p w:rsidR="00AB1C99" w:rsidRPr="00064507" w:rsidRDefault="00AB1C99" w:rsidP="00C035C1">
      <w:pPr>
        <w:spacing w:line="336" w:lineRule="auto"/>
        <w:rPr>
          <w:rFonts w:ascii="Times New Roman" w:hAnsi="Times New Roman" w:cs="Times New Roman"/>
          <w:sz w:val="28"/>
          <w:szCs w:val="28"/>
        </w:rPr>
      </w:pPr>
      <w:r w:rsidRPr="00064507">
        <w:rPr>
          <w:rFonts w:ascii="Times New Roman" w:hAnsi="Times New Roman" w:cs="Times New Roman"/>
          <w:sz w:val="28"/>
          <w:szCs w:val="28"/>
        </w:rPr>
        <w:t>---------- --------------------</w:t>
      </w:r>
    </w:p>
    <w:p w:rsidR="00AB1C99" w:rsidRPr="00064507" w:rsidRDefault="00AB1C99" w:rsidP="00C035C1">
      <w:pPr>
        <w:spacing w:line="336" w:lineRule="auto"/>
        <w:rPr>
          <w:rFonts w:ascii="Times New Roman" w:hAnsi="Times New Roman" w:cs="Times New Roman"/>
          <w:sz w:val="28"/>
          <w:szCs w:val="28"/>
        </w:rPr>
      </w:pPr>
      <w:r w:rsidRPr="00064507">
        <w:rPr>
          <w:rFonts w:ascii="Times New Roman" w:hAnsi="Times New Roman" w:cs="Times New Roman"/>
          <w:sz w:val="28"/>
          <w:szCs w:val="28"/>
        </w:rPr>
        <w:t>(подпись) (расшифровка подписи)</w:t>
      </w:r>
    </w:p>
    <w:p w:rsidR="00AB1C99" w:rsidRPr="00064507" w:rsidRDefault="00AB1C99" w:rsidP="00C035C1">
      <w:pPr>
        <w:spacing w:line="336" w:lineRule="auto"/>
        <w:rPr>
          <w:rFonts w:ascii="Times New Roman" w:hAnsi="Times New Roman" w:cs="Times New Roman"/>
          <w:sz w:val="28"/>
          <w:szCs w:val="28"/>
        </w:rPr>
      </w:pPr>
      <w:r w:rsidRPr="00064507">
        <w:rPr>
          <w:rFonts w:ascii="Times New Roman" w:hAnsi="Times New Roman" w:cs="Times New Roman"/>
          <w:sz w:val="28"/>
          <w:szCs w:val="28"/>
        </w:rPr>
        <w:t> </w:t>
      </w:r>
    </w:p>
    <w:p w:rsidR="00AB1C99" w:rsidRPr="00064507" w:rsidRDefault="00AB1C99" w:rsidP="00C035C1">
      <w:pPr>
        <w:spacing w:line="336" w:lineRule="auto"/>
        <w:rPr>
          <w:rFonts w:ascii="Times New Roman" w:hAnsi="Times New Roman" w:cs="Times New Roman"/>
          <w:sz w:val="28"/>
          <w:szCs w:val="28"/>
        </w:rPr>
      </w:pPr>
      <w:r w:rsidRPr="00064507">
        <w:rPr>
          <w:rFonts w:ascii="Times New Roman" w:hAnsi="Times New Roman" w:cs="Times New Roman"/>
          <w:sz w:val="28"/>
          <w:szCs w:val="28"/>
        </w:rPr>
        <w:t>----------</w:t>
      </w:r>
    </w:p>
    <w:p w:rsidR="00AB1C99" w:rsidRPr="00064507" w:rsidRDefault="00AB1C99" w:rsidP="00C035C1">
      <w:pPr>
        <w:spacing w:line="336" w:lineRule="auto"/>
        <w:rPr>
          <w:rFonts w:ascii="Times New Roman" w:hAnsi="Times New Roman" w:cs="Times New Roman"/>
          <w:sz w:val="28"/>
          <w:szCs w:val="28"/>
        </w:rPr>
      </w:pPr>
      <w:r w:rsidRPr="00064507">
        <w:rPr>
          <w:rFonts w:ascii="Times New Roman" w:hAnsi="Times New Roman" w:cs="Times New Roman"/>
          <w:sz w:val="28"/>
          <w:szCs w:val="28"/>
        </w:rPr>
        <w:t>(дата)</w:t>
      </w:r>
    </w:p>
    <w:p w:rsidR="00AB1C99" w:rsidRPr="00064507" w:rsidRDefault="00AB1C99" w:rsidP="00C035C1">
      <w:pPr>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Pr="00064507" w:rsidRDefault="00AB1C99" w:rsidP="001041D8">
      <w:pPr>
        <w:jc w:val="both"/>
        <w:rPr>
          <w:rFonts w:ascii="Times New Roman" w:hAnsi="Times New Roman" w:cs="Times New Roman"/>
          <w:sz w:val="28"/>
          <w:szCs w:val="28"/>
        </w:rPr>
      </w:pPr>
    </w:p>
    <w:p w:rsidR="00AB1C99" w:rsidRDefault="00AB1C99" w:rsidP="001041D8">
      <w:pPr>
        <w:ind w:left="6381"/>
        <w:jc w:val="both"/>
        <w:rPr>
          <w:rFonts w:ascii="Times New Roman" w:hAnsi="Times New Roman" w:cs="Times New Roman"/>
          <w:color w:val="auto"/>
          <w:sz w:val="28"/>
          <w:szCs w:val="28"/>
        </w:rPr>
      </w:pPr>
    </w:p>
    <w:p w:rsidR="00AB1C99" w:rsidRPr="00064507" w:rsidRDefault="00AB1C99" w:rsidP="001041D8">
      <w:pPr>
        <w:ind w:left="6381"/>
        <w:jc w:val="both"/>
        <w:rPr>
          <w:rFonts w:ascii="Times New Roman" w:hAnsi="Times New Roman" w:cs="Times New Roman"/>
          <w:color w:val="auto"/>
          <w:sz w:val="28"/>
          <w:szCs w:val="28"/>
        </w:rPr>
      </w:pPr>
    </w:p>
    <w:p w:rsidR="00AB1C99" w:rsidRPr="00064507" w:rsidRDefault="00AB1C99" w:rsidP="001041D8">
      <w:pPr>
        <w:ind w:left="6381"/>
        <w:jc w:val="both"/>
        <w:rPr>
          <w:rFonts w:ascii="Times New Roman" w:hAnsi="Times New Roman" w:cs="Times New Roman"/>
          <w:color w:val="auto"/>
          <w:sz w:val="28"/>
          <w:szCs w:val="28"/>
        </w:rPr>
      </w:pPr>
    </w:p>
    <w:p w:rsidR="00AB1C99" w:rsidRPr="00064507" w:rsidRDefault="00AB1C99" w:rsidP="001041D8">
      <w:pPr>
        <w:ind w:left="6381"/>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Приложение № 12</w:t>
      </w:r>
    </w:p>
    <w:p w:rsidR="00AB1C99" w:rsidRPr="00064507" w:rsidRDefault="00AB1C99" w:rsidP="001041D8">
      <w:pPr>
        <w:ind w:left="6381"/>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 xml:space="preserve">утверждено Постановлением </w:t>
      </w:r>
    </w:p>
    <w:p w:rsidR="00AB1C99" w:rsidRPr="00064507" w:rsidRDefault="00AB1C99" w:rsidP="001041D8">
      <w:pPr>
        <w:ind w:left="6381"/>
        <w:jc w:val="both"/>
        <w:rPr>
          <w:rFonts w:ascii="Times New Roman" w:hAnsi="Times New Roman" w:cs="Times New Roman"/>
          <w:color w:val="auto"/>
          <w:sz w:val="28"/>
          <w:szCs w:val="28"/>
        </w:rPr>
      </w:pPr>
      <w:r w:rsidRPr="00064507">
        <w:rPr>
          <w:rFonts w:ascii="Times New Roman" w:hAnsi="Times New Roman" w:cs="Times New Roman"/>
          <w:color w:val="auto"/>
          <w:sz w:val="28"/>
          <w:szCs w:val="28"/>
        </w:rPr>
        <w:t xml:space="preserve">Главы Савкинского сельсовета </w:t>
      </w:r>
    </w:p>
    <w:p w:rsidR="00AB1C99" w:rsidRPr="00064507" w:rsidRDefault="00AB1C99" w:rsidP="001041D8">
      <w:pPr>
        <w:ind w:left="6381"/>
        <w:jc w:val="both"/>
        <w:rPr>
          <w:rFonts w:ascii="Times New Roman" w:hAnsi="Times New Roman" w:cs="Times New Roman"/>
          <w:sz w:val="28"/>
          <w:szCs w:val="28"/>
        </w:rPr>
      </w:pPr>
      <w:r w:rsidRPr="00064507">
        <w:rPr>
          <w:rFonts w:ascii="Times New Roman" w:hAnsi="Times New Roman" w:cs="Times New Roman"/>
          <w:sz w:val="28"/>
          <w:szCs w:val="28"/>
        </w:rPr>
        <w:t>От</w:t>
      </w:r>
      <w:r>
        <w:rPr>
          <w:rFonts w:ascii="Times New Roman" w:hAnsi="Times New Roman" w:cs="Times New Roman"/>
          <w:sz w:val="28"/>
          <w:szCs w:val="28"/>
        </w:rPr>
        <w:t xml:space="preserve"> 13.08.2012</w:t>
      </w:r>
      <w:r w:rsidRPr="00064507">
        <w:rPr>
          <w:rFonts w:ascii="Times New Roman" w:hAnsi="Times New Roman" w:cs="Times New Roman"/>
          <w:sz w:val="28"/>
          <w:szCs w:val="28"/>
        </w:rPr>
        <w:t xml:space="preserve">  № </w:t>
      </w:r>
      <w:r>
        <w:rPr>
          <w:rFonts w:ascii="Times New Roman" w:hAnsi="Times New Roman" w:cs="Times New Roman"/>
          <w:sz w:val="28"/>
          <w:szCs w:val="28"/>
        </w:rPr>
        <w:t>42</w:t>
      </w:r>
    </w:p>
    <w:p w:rsidR="00AB1C99" w:rsidRPr="00064507" w:rsidRDefault="00AB1C99" w:rsidP="001041D8">
      <w:pPr>
        <w:jc w:val="both"/>
        <w:rPr>
          <w:rFonts w:ascii="Times New Roman" w:hAnsi="Times New Roman" w:cs="Times New Roman"/>
          <w:color w:val="auto"/>
          <w:sz w:val="28"/>
          <w:szCs w:val="28"/>
        </w:rPr>
      </w:pPr>
    </w:p>
    <w:p w:rsidR="00AB1C99" w:rsidRPr="00064507" w:rsidRDefault="00AB1C99" w:rsidP="001041D8">
      <w:pPr>
        <w:jc w:val="both"/>
        <w:rPr>
          <w:rFonts w:ascii="Times New Roman" w:hAnsi="Times New Roman" w:cs="Times New Roman"/>
          <w:color w:val="auto"/>
          <w:sz w:val="28"/>
          <w:szCs w:val="28"/>
        </w:rPr>
      </w:pPr>
    </w:p>
    <w:p w:rsidR="00AB1C99" w:rsidRPr="00064507" w:rsidRDefault="00AB1C99" w:rsidP="001041D8">
      <w:pPr>
        <w:jc w:val="both"/>
        <w:rPr>
          <w:rFonts w:ascii="Times New Roman" w:hAnsi="Times New Roman" w:cs="Times New Roman"/>
          <w:color w:val="auto"/>
          <w:sz w:val="28"/>
          <w:szCs w:val="28"/>
        </w:rPr>
      </w:pPr>
    </w:p>
    <w:p w:rsidR="00AB1C99" w:rsidRPr="00064507" w:rsidRDefault="00AB1C99" w:rsidP="001041D8">
      <w:pPr>
        <w:jc w:val="center"/>
        <w:rPr>
          <w:rFonts w:ascii="Times New Roman" w:hAnsi="Times New Roman" w:cs="Times New Roman"/>
          <w:b/>
          <w:color w:val="auto"/>
          <w:sz w:val="28"/>
          <w:szCs w:val="28"/>
        </w:rPr>
      </w:pPr>
      <w:r w:rsidRPr="00064507">
        <w:rPr>
          <w:rFonts w:ascii="Times New Roman" w:hAnsi="Times New Roman" w:cs="Times New Roman"/>
          <w:b/>
          <w:color w:val="auto"/>
          <w:sz w:val="28"/>
          <w:szCs w:val="28"/>
        </w:rPr>
        <w:t>Порядок доступа работников администрации Савкинского сельсовета Баганского района Новосибирской области</w:t>
      </w:r>
    </w:p>
    <w:p w:rsidR="00AB1C99" w:rsidRPr="00064507" w:rsidRDefault="00AB1C99" w:rsidP="001041D8">
      <w:pPr>
        <w:jc w:val="center"/>
        <w:rPr>
          <w:rFonts w:ascii="Times New Roman" w:hAnsi="Times New Roman" w:cs="Times New Roman"/>
          <w:b/>
          <w:color w:val="auto"/>
          <w:sz w:val="28"/>
          <w:szCs w:val="28"/>
        </w:rPr>
      </w:pPr>
      <w:r w:rsidRPr="00064507">
        <w:rPr>
          <w:rFonts w:ascii="Times New Roman" w:hAnsi="Times New Roman" w:cs="Times New Roman"/>
          <w:b/>
          <w:color w:val="auto"/>
          <w:sz w:val="28"/>
          <w:szCs w:val="28"/>
        </w:rPr>
        <w:t>в помещения, в которых ведется обработка персональных данных</w:t>
      </w:r>
    </w:p>
    <w:p w:rsidR="00AB1C99" w:rsidRPr="00064507" w:rsidRDefault="00AB1C99" w:rsidP="001041D8">
      <w:pPr>
        <w:jc w:val="center"/>
        <w:rPr>
          <w:rFonts w:ascii="Times New Roman" w:hAnsi="Times New Roman" w:cs="Times New Roman"/>
          <w:b/>
          <w:color w:val="auto"/>
          <w:sz w:val="28"/>
          <w:szCs w:val="28"/>
        </w:rPr>
      </w:pPr>
    </w:p>
    <w:p w:rsidR="00AB1C99" w:rsidRPr="00064507" w:rsidRDefault="00AB1C99" w:rsidP="001041D8">
      <w:pPr>
        <w:shd w:val="clear" w:color="auto" w:fill="FFFFFF"/>
        <w:ind w:firstLine="680"/>
        <w:jc w:val="both"/>
        <w:rPr>
          <w:rFonts w:ascii="Times New Roman" w:hAnsi="Times New Roman" w:cs="Times New Roman"/>
          <w:sz w:val="28"/>
          <w:szCs w:val="28"/>
        </w:rPr>
      </w:pPr>
    </w:p>
    <w:p w:rsidR="00AB1C99" w:rsidRPr="00064507" w:rsidRDefault="00AB1C99" w:rsidP="001041D8">
      <w:pPr>
        <w:autoSpaceDE w:val="0"/>
        <w:autoSpaceDN w:val="0"/>
        <w:adjustRightInd w:val="0"/>
        <w:ind w:firstLine="709"/>
        <w:jc w:val="both"/>
        <w:outlineLvl w:val="0"/>
        <w:rPr>
          <w:rFonts w:ascii="Times New Roman" w:hAnsi="Times New Roman" w:cs="Times New Roman"/>
          <w:sz w:val="28"/>
          <w:szCs w:val="28"/>
        </w:rPr>
      </w:pPr>
      <w:r w:rsidRPr="00064507">
        <w:rPr>
          <w:rFonts w:ascii="Times New Roman" w:hAnsi="Times New Roman" w:cs="Times New Roman"/>
          <w:sz w:val="28"/>
          <w:szCs w:val="28"/>
        </w:rPr>
        <w:t xml:space="preserve">1. Настоящий Порядок доступа муниципальных служащих и работников администрации Савкинского сельсовета (далее – Работники) в помещения, в которых ведется обработка персональных данных, (далее – Порядок) устанавливают единые требования к доступу Работников администрации Савкинского сельсовета (далее – администрация) в служебные помещения в целях предотвращения нарушения прав субъектов персональных данных, обрабатываемых в администрации, и обеспечения соблюдения требований законодательства о персональных данных. </w:t>
      </w:r>
    </w:p>
    <w:p w:rsidR="00AB1C99" w:rsidRPr="00064507" w:rsidRDefault="00AB1C99" w:rsidP="001041D8">
      <w:pPr>
        <w:autoSpaceDE w:val="0"/>
        <w:autoSpaceDN w:val="0"/>
        <w:adjustRightInd w:val="0"/>
        <w:ind w:firstLine="709"/>
        <w:jc w:val="both"/>
        <w:rPr>
          <w:rFonts w:ascii="Times New Roman" w:hAnsi="Times New Roman" w:cs="Times New Roman"/>
          <w:sz w:val="28"/>
          <w:szCs w:val="28"/>
        </w:rPr>
      </w:pPr>
      <w:r w:rsidRPr="00064507">
        <w:rPr>
          <w:rFonts w:ascii="Times New Roman" w:hAnsi="Times New Roman" w:cs="Times New Roman"/>
          <w:sz w:val="28"/>
          <w:szCs w:val="28"/>
        </w:rPr>
        <w:t>2. Настоящий Порядок обязателен для применения и исполнения всеми Работниками администрации.</w:t>
      </w:r>
    </w:p>
    <w:p w:rsidR="00AB1C99" w:rsidRPr="00064507" w:rsidRDefault="00AB1C99" w:rsidP="001041D8">
      <w:pPr>
        <w:ind w:firstLine="708"/>
        <w:jc w:val="both"/>
        <w:rPr>
          <w:rFonts w:ascii="Times New Roman" w:hAnsi="Times New Roman" w:cs="Times New Roman"/>
          <w:sz w:val="28"/>
          <w:szCs w:val="28"/>
        </w:rPr>
      </w:pPr>
      <w:r w:rsidRPr="00064507">
        <w:rPr>
          <w:rFonts w:ascii="Times New Roman" w:hAnsi="Times New Roman" w:cs="Times New Roman"/>
          <w:sz w:val="28"/>
          <w:szCs w:val="28"/>
        </w:rPr>
        <w:t>3. Помещения, в которых ведется обработка персональных данных, должны отвечать определенным нормам и исключать возможность бесконтрольного проникновения в них посторонних лиц и гарантировать сохранность находящихся в этих помещениях документов и средств автоматизации.</w:t>
      </w:r>
    </w:p>
    <w:p w:rsidR="00AB1C99" w:rsidRPr="00064507" w:rsidRDefault="00AB1C99" w:rsidP="001041D8">
      <w:pPr>
        <w:ind w:firstLine="708"/>
        <w:jc w:val="both"/>
        <w:rPr>
          <w:rFonts w:ascii="Times New Roman" w:hAnsi="Times New Roman" w:cs="Times New Roman"/>
          <w:sz w:val="28"/>
          <w:szCs w:val="28"/>
        </w:rPr>
      </w:pPr>
      <w:r w:rsidRPr="00064507">
        <w:rPr>
          <w:rFonts w:ascii="Times New Roman" w:hAnsi="Times New Roman" w:cs="Times New Roman"/>
          <w:sz w:val="28"/>
          <w:szCs w:val="28"/>
        </w:rPr>
        <w:t>4. Входные двери оборудуются замками, гарантирующими надежное закрытие помещений в нерабочее время.</w:t>
      </w:r>
    </w:p>
    <w:p w:rsidR="00AB1C99" w:rsidRPr="00064507" w:rsidRDefault="00AB1C99" w:rsidP="001041D8">
      <w:pPr>
        <w:ind w:firstLine="708"/>
        <w:jc w:val="both"/>
        <w:rPr>
          <w:rFonts w:ascii="Times New Roman" w:hAnsi="Times New Roman" w:cs="Times New Roman"/>
          <w:sz w:val="28"/>
          <w:szCs w:val="28"/>
        </w:rPr>
      </w:pPr>
      <w:r w:rsidRPr="00064507">
        <w:rPr>
          <w:rFonts w:ascii="Times New Roman" w:hAnsi="Times New Roman" w:cs="Times New Roman"/>
          <w:sz w:val="28"/>
          <w:szCs w:val="28"/>
        </w:rPr>
        <w:t>5. По завершению рабочего дня, помещения, в которых ведется обработка персональных данных, закрываются.</w:t>
      </w:r>
    </w:p>
    <w:p w:rsidR="00AB1C99" w:rsidRPr="00064507" w:rsidRDefault="00AB1C99" w:rsidP="001041D8">
      <w:pPr>
        <w:ind w:firstLine="708"/>
        <w:jc w:val="both"/>
        <w:rPr>
          <w:rFonts w:ascii="Times New Roman" w:hAnsi="Times New Roman" w:cs="Times New Roman"/>
          <w:sz w:val="28"/>
          <w:szCs w:val="28"/>
        </w:rPr>
      </w:pPr>
      <w:r w:rsidRPr="00064507">
        <w:rPr>
          <w:rFonts w:ascii="Times New Roman" w:hAnsi="Times New Roman" w:cs="Times New Roman"/>
          <w:sz w:val="28"/>
          <w:szCs w:val="28"/>
        </w:rPr>
        <w:t>6. Вскрытие помещений, где ведется обработка персональных данных, производят Работники, работающие в этих помещениях.</w:t>
      </w:r>
    </w:p>
    <w:p w:rsidR="00AB1C99" w:rsidRPr="00064507" w:rsidRDefault="00AB1C99" w:rsidP="001041D8">
      <w:pPr>
        <w:ind w:firstLine="708"/>
        <w:jc w:val="both"/>
        <w:rPr>
          <w:rFonts w:ascii="Times New Roman" w:hAnsi="Times New Roman" w:cs="Times New Roman"/>
          <w:sz w:val="28"/>
          <w:szCs w:val="28"/>
        </w:rPr>
      </w:pPr>
      <w:r w:rsidRPr="00064507">
        <w:rPr>
          <w:rFonts w:ascii="Times New Roman" w:hAnsi="Times New Roman" w:cs="Times New Roman"/>
          <w:sz w:val="28"/>
          <w:szCs w:val="28"/>
        </w:rPr>
        <w:t>7. При отсутствии сотрудников администрации, работающих в этих помещениях, помещения могут быть вскрыты комиссией, созданной по указанию Главы сельсовета.</w:t>
      </w:r>
    </w:p>
    <w:p w:rsidR="00AB1C99" w:rsidRPr="00064507" w:rsidRDefault="00AB1C99" w:rsidP="001041D8">
      <w:pPr>
        <w:ind w:firstLine="708"/>
        <w:jc w:val="both"/>
        <w:rPr>
          <w:rFonts w:ascii="Times New Roman" w:hAnsi="Times New Roman" w:cs="Times New Roman"/>
          <w:sz w:val="28"/>
          <w:szCs w:val="28"/>
        </w:rPr>
      </w:pPr>
      <w:r w:rsidRPr="00064507">
        <w:rPr>
          <w:rFonts w:ascii="Times New Roman" w:hAnsi="Times New Roman" w:cs="Times New Roman"/>
          <w:sz w:val="28"/>
          <w:szCs w:val="28"/>
        </w:rPr>
        <w:t>8. В случае утраты ключей от помещений немедленно заменяется замок.</w:t>
      </w:r>
    </w:p>
    <w:p w:rsidR="00AB1C99" w:rsidRPr="00064507" w:rsidRDefault="00AB1C99" w:rsidP="001041D8">
      <w:pPr>
        <w:ind w:firstLine="708"/>
        <w:jc w:val="both"/>
        <w:rPr>
          <w:rFonts w:ascii="Times New Roman" w:hAnsi="Times New Roman" w:cs="Times New Roman"/>
          <w:sz w:val="28"/>
          <w:szCs w:val="28"/>
        </w:rPr>
      </w:pPr>
      <w:r w:rsidRPr="00064507">
        <w:rPr>
          <w:rFonts w:ascii="Times New Roman" w:hAnsi="Times New Roman" w:cs="Times New Roman"/>
          <w:sz w:val="28"/>
          <w:szCs w:val="28"/>
        </w:rPr>
        <w:t>9. Уборка в помещениях, где ведется обработка персональных данных, производится только в присутствии служащих, работающих в этих помещениях.</w:t>
      </w:r>
    </w:p>
    <w:p w:rsidR="00AB1C99" w:rsidRPr="00064507" w:rsidRDefault="00AB1C99" w:rsidP="001041D8">
      <w:pPr>
        <w:ind w:firstLine="708"/>
        <w:jc w:val="both"/>
        <w:rPr>
          <w:rFonts w:ascii="Times New Roman" w:hAnsi="Times New Roman" w:cs="Times New Roman"/>
          <w:sz w:val="28"/>
          <w:szCs w:val="28"/>
        </w:rPr>
      </w:pPr>
      <w:r w:rsidRPr="00064507">
        <w:rPr>
          <w:rFonts w:ascii="Times New Roman" w:hAnsi="Times New Roman" w:cs="Times New Roman"/>
          <w:sz w:val="28"/>
          <w:szCs w:val="28"/>
        </w:rPr>
        <w:t>10. При обнаружении повреждений запоров или других признаков, указывающих на возможное проникновение в помещения, в которых ведется обработка персональных данных, посторонних лиц, эти помещения не вскрываются, а составляется акт и о случившемся немедленно ставятся в  известность Глава Савкинского сельсовета и органы МВД.</w:t>
      </w:r>
    </w:p>
    <w:p w:rsidR="00AB1C99" w:rsidRPr="00064507" w:rsidRDefault="00AB1C99" w:rsidP="00064507">
      <w:pPr>
        <w:ind w:firstLine="708"/>
        <w:jc w:val="both"/>
        <w:rPr>
          <w:rFonts w:ascii="Times New Roman" w:hAnsi="Times New Roman" w:cs="Times New Roman"/>
        </w:rPr>
      </w:pPr>
      <w:r w:rsidRPr="00064507">
        <w:rPr>
          <w:rFonts w:ascii="Times New Roman" w:hAnsi="Times New Roman" w:cs="Times New Roman"/>
          <w:sz w:val="28"/>
          <w:szCs w:val="28"/>
        </w:rPr>
        <w:t>11. Одновременно принимаются меры по охране места происшествия и до прибытия работников органов МВД в эти помещения никто не допускается.</w:t>
      </w:r>
    </w:p>
    <w:sectPr w:rsidR="00AB1C99" w:rsidRPr="00064507" w:rsidSect="00906267">
      <w:pgSz w:w="11907" w:h="16839" w:code="9"/>
      <w:pgMar w:top="1134" w:right="567" w:bottom="1134" w:left="1134" w:header="0" w:footer="6"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C14C8"/>
    <w:multiLevelType w:val="hybridMultilevel"/>
    <w:tmpl w:val="7D0484B6"/>
    <w:lvl w:ilvl="0" w:tplc="0BB8F4F2">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
    <w:nsid w:val="0D006128"/>
    <w:multiLevelType w:val="multilevel"/>
    <w:tmpl w:val="EC9CAD7A"/>
    <w:lvl w:ilvl="0">
      <w:start w:val="2"/>
      <w:numFmt w:val="decimal"/>
      <w:lvlText w:val="%1."/>
      <w:lvlJc w:val="left"/>
      <w:pPr>
        <w:ind w:left="480" w:hanging="48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
    <w:nsid w:val="0DE70F23"/>
    <w:multiLevelType w:val="hybridMultilevel"/>
    <w:tmpl w:val="BB30B5B8"/>
    <w:lvl w:ilvl="0" w:tplc="56A0AEF6">
      <w:start w:val="1"/>
      <w:numFmt w:val="bullet"/>
      <w:lvlText w:val="-"/>
      <w:lvlJc w:val="left"/>
      <w:pPr>
        <w:ind w:left="1110" w:hanging="750"/>
      </w:pPr>
      <w:rPr>
        <w:rFonts w:ascii="Courier New" w:hAnsi="Courier New"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897723D"/>
    <w:multiLevelType w:val="hybridMultilevel"/>
    <w:tmpl w:val="DBD8A920"/>
    <w:lvl w:ilvl="0" w:tplc="9A7C0436">
      <w:start w:val="1"/>
      <w:numFmt w:val="decimal"/>
      <w:lvlText w:val="%1."/>
      <w:lvlJc w:val="left"/>
      <w:pPr>
        <w:tabs>
          <w:tab w:val="num" w:pos="1260"/>
        </w:tabs>
        <w:ind w:left="12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3F707DD1"/>
    <w:multiLevelType w:val="hybridMultilevel"/>
    <w:tmpl w:val="0740A6FC"/>
    <w:lvl w:ilvl="0" w:tplc="56A0AEF6">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5983436B"/>
    <w:multiLevelType w:val="hybridMultilevel"/>
    <w:tmpl w:val="58843554"/>
    <w:lvl w:ilvl="0" w:tplc="81C27FE8">
      <w:start w:val="1"/>
      <w:numFmt w:val="decimal"/>
      <w:lvlText w:val="%1."/>
      <w:lvlJc w:val="left"/>
      <w:pPr>
        <w:ind w:left="1110" w:hanging="75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BBF6002"/>
    <w:multiLevelType w:val="multilevel"/>
    <w:tmpl w:val="04EE7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CDF7975"/>
    <w:multiLevelType w:val="multilevel"/>
    <w:tmpl w:val="0A4EC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C6D22F8"/>
    <w:multiLevelType w:val="hybridMultilevel"/>
    <w:tmpl w:val="637AAD96"/>
    <w:lvl w:ilvl="0" w:tplc="56A0AEF6">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5"/>
  </w:num>
  <w:num w:numId="2">
    <w:abstractNumId w:val="2"/>
  </w:num>
  <w:num w:numId="3">
    <w:abstractNumId w:val="8"/>
  </w:num>
  <w:num w:numId="4">
    <w:abstractNumId w:val="4"/>
  </w:num>
  <w:num w:numId="5">
    <w:abstractNumId w:val="1"/>
  </w:num>
  <w:num w:numId="6">
    <w:abstractNumId w:val="0"/>
  </w:num>
  <w:num w:numId="7">
    <w:abstractNumId w:val="7"/>
  </w:num>
  <w:num w:numId="8">
    <w:abstractNumId w:val="6"/>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41D8"/>
    <w:rsid w:val="0000070E"/>
    <w:rsid w:val="000013C8"/>
    <w:rsid w:val="00001A02"/>
    <w:rsid w:val="00001B90"/>
    <w:rsid w:val="000020A3"/>
    <w:rsid w:val="000030BB"/>
    <w:rsid w:val="0000401A"/>
    <w:rsid w:val="00006050"/>
    <w:rsid w:val="00006ECB"/>
    <w:rsid w:val="00010035"/>
    <w:rsid w:val="0001055E"/>
    <w:rsid w:val="00011597"/>
    <w:rsid w:val="00012ACB"/>
    <w:rsid w:val="00014263"/>
    <w:rsid w:val="00015BDF"/>
    <w:rsid w:val="00017545"/>
    <w:rsid w:val="000179FF"/>
    <w:rsid w:val="000217C0"/>
    <w:rsid w:val="00023D78"/>
    <w:rsid w:val="0002443D"/>
    <w:rsid w:val="0002513D"/>
    <w:rsid w:val="00025998"/>
    <w:rsid w:val="00025A92"/>
    <w:rsid w:val="000268D6"/>
    <w:rsid w:val="00030807"/>
    <w:rsid w:val="0003092E"/>
    <w:rsid w:val="00030DE6"/>
    <w:rsid w:val="00032D22"/>
    <w:rsid w:val="00032DD8"/>
    <w:rsid w:val="00033151"/>
    <w:rsid w:val="00033368"/>
    <w:rsid w:val="00033B78"/>
    <w:rsid w:val="00034349"/>
    <w:rsid w:val="000360E6"/>
    <w:rsid w:val="00036356"/>
    <w:rsid w:val="00036CA1"/>
    <w:rsid w:val="000379EB"/>
    <w:rsid w:val="00037E15"/>
    <w:rsid w:val="00040581"/>
    <w:rsid w:val="00040E77"/>
    <w:rsid w:val="0004296C"/>
    <w:rsid w:val="00043318"/>
    <w:rsid w:val="000435D9"/>
    <w:rsid w:val="000438FC"/>
    <w:rsid w:val="00043A14"/>
    <w:rsid w:val="0004413B"/>
    <w:rsid w:val="0004433A"/>
    <w:rsid w:val="00045B41"/>
    <w:rsid w:val="00045C3F"/>
    <w:rsid w:val="00045D16"/>
    <w:rsid w:val="00045F7E"/>
    <w:rsid w:val="000460D8"/>
    <w:rsid w:val="000502B6"/>
    <w:rsid w:val="00050B7D"/>
    <w:rsid w:val="00052210"/>
    <w:rsid w:val="00053E36"/>
    <w:rsid w:val="00054882"/>
    <w:rsid w:val="000549AE"/>
    <w:rsid w:val="00055167"/>
    <w:rsid w:val="00055A68"/>
    <w:rsid w:val="00055BDE"/>
    <w:rsid w:val="00056340"/>
    <w:rsid w:val="00057A88"/>
    <w:rsid w:val="00057EA7"/>
    <w:rsid w:val="00057EC8"/>
    <w:rsid w:val="00060160"/>
    <w:rsid w:val="000611C5"/>
    <w:rsid w:val="000617D4"/>
    <w:rsid w:val="00061853"/>
    <w:rsid w:val="00061B76"/>
    <w:rsid w:val="00062099"/>
    <w:rsid w:val="00062342"/>
    <w:rsid w:val="00063513"/>
    <w:rsid w:val="00064507"/>
    <w:rsid w:val="00064A2A"/>
    <w:rsid w:val="00064B24"/>
    <w:rsid w:val="000653D6"/>
    <w:rsid w:val="000668C4"/>
    <w:rsid w:val="00066D25"/>
    <w:rsid w:val="0006715C"/>
    <w:rsid w:val="00067422"/>
    <w:rsid w:val="0006742C"/>
    <w:rsid w:val="000674FA"/>
    <w:rsid w:val="00070BBE"/>
    <w:rsid w:val="00072090"/>
    <w:rsid w:val="000729E7"/>
    <w:rsid w:val="00072D36"/>
    <w:rsid w:val="0007309E"/>
    <w:rsid w:val="000742D1"/>
    <w:rsid w:val="00075FD9"/>
    <w:rsid w:val="00076F47"/>
    <w:rsid w:val="00081B8C"/>
    <w:rsid w:val="00082479"/>
    <w:rsid w:val="0008307D"/>
    <w:rsid w:val="0008336D"/>
    <w:rsid w:val="000839C8"/>
    <w:rsid w:val="00083B76"/>
    <w:rsid w:val="000853BA"/>
    <w:rsid w:val="0008708E"/>
    <w:rsid w:val="00091066"/>
    <w:rsid w:val="00092A88"/>
    <w:rsid w:val="00092C2A"/>
    <w:rsid w:val="00092E54"/>
    <w:rsid w:val="00094EEC"/>
    <w:rsid w:val="00094FED"/>
    <w:rsid w:val="00095004"/>
    <w:rsid w:val="00095581"/>
    <w:rsid w:val="000957F1"/>
    <w:rsid w:val="000960C8"/>
    <w:rsid w:val="00096275"/>
    <w:rsid w:val="000962C2"/>
    <w:rsid w:val="00096E0E"/>
    <w:rsid w:val="00097146"/>
    <w:rsid w:val="000A08BC"/>
    <w:rsid w:val="000A0CA7"/>
    <w:rsid w:val="000A0E77"/>
    <w:rsid w:val="000A257F"/>
    <w:rsid w:val="000A2C57"/>
    <w:rsid w:val="000A3EF4"/>
    <w:rsid w:val="000A3F76"/>
    <w:rsid w:val="000A4365"/>
    <w:rsid w:val="000A5B8B"/>
    <w:rsid w:val="000A642E"/>
    <w:rsid w:val="000A68C3"/>
    <w:rsid w:val="000A704A"/>
    <w:rsid w:val="000A7063"/>
    <w:rsid w:val="000A7904"/>
    <w:rsid w:val="000B090B"/>
    <w:rsid w:val="000B0AD4"/>
    <w:rsid w:val="000B200C"/>
    <w:rsid w:val="000B2E7F"/>
    <w:rsid w:val="000B3B60"/>
    <w:rsid w:val="000B3C65"/>
    <w:rsid w:val="000B45F2"/>
    <w:rsid w:val="000B50CA"/>
    <w:rsid w:val="000B566C"/>
    <w:rsid w:val="000B630C"/>
    <w:rsid w:val="000B6AB3"/>
    <w:rsid w:val="000B6E28"/>
    <w:rsid w:val="000B726E"/>
    <w:rsid w:val="000C0D49"/>
    <w:rsid w:val="000C11EE"/>
    <w:rsid w:val="000C17B1"/>
    <w:rsid w:val="000C26F1"/>
    <w:rsid w:val="000C32DE"/>
    <w:rsid w:val="000C3620"/>
    <w:rsid w:val="000C4818"/>
    <w:rsid w:val="000C4BA4"/>
    <w:rsid w:val="000C5B9F"/>
    <w:rsid w:val="000C5BED"/>
    <w:rsid w:val="000C7355"/>
    <w:rsid w:val="000C7669"/>
    <w:rsid w:val="000C7A1B"/>
    <w:rsid w:val="000D047B"/>
    <w:rsid w:val="000D04E3"/>
    <w:rsid w:val="000D0808"/>
    <w:rsid w:val="000D0991"/>
    <w:rsid w:val="000D1161"/>
    <w:rsid w:val="000D181E"/>
    <w:rsid w:val="000D214F"/>
    <w:rsid w:val="000D2373"/>
    <w:rsid w:val="000D36C7"/>
    <w:rsid w:val="000D3A16"/>
    <w:rsid w:val="000D416E"/>
    <w:rsid w:val="000D4273"/>
    <w:rsid w:val="000D6AB6"/>
    <w:rsid w:val="000D742D"/>
    <w:rsid w:val="000E006A"/>
    <w:rsid w:val="000E0722"/>
    <w:rsid w:val="000E0888"/>
    <w:rsid w:val="000E165D"/>
    <w:rsid w:val="000E1759"/>
    <w:rsid w:val="000E1931"/>
    <w:rsid w:val="000E25ED"/>
    <w:rsid w:val="000E27F1"/>
    <w:rsid w:val="000E2A24"/>
    <w:rsid w:val="000E2B20"/>
    <w:rsid w:val="000E2FA6"/>
    <w:rsid w:val="000E45C7"/>
    <w:rsid w:val="000E5354"/>
    <w:rsid w:val="000E5784"/>
    <w:rsid w:val="000E78D7"/>
    <w:rsid w:val="000E7CCA"/>
    <w:rsid w:val="000E7ED0"/>
    <w:rsid w:val="000F1693"/>
    <w:rsid w:val="000F175B"/>
    <w:rsid w:val="000F24FB"/>
    <w:rsid w:val="000F32E5"/>
    <w:rsid w:val="000F3A4F"/>
    <w:rsid w:val="000F42ED"/>
    <w:rsid w:val="000F4843"/>
    <w:rsid w:val="000F48E5"/>
    <w:rsid w:val="000F50F4"/>
    <w:rsid w:val="000F620C"/>
    <w:rsid w:val="000F67FF"/>
    <w:rsid w:val="000F6CAC"/>
    <w:rsid w:val="000F766B"/>
    <w:rsid w:val="001001F7"/>
    <w:rsid w:val="00102458"/>
    <w:rsid w:val="001024AD"/>
    <w:rsid w:val="00102AA6"/>
    <w:rsid w:val="001030BA"/>
    <w:rsid w:val="001036C0"/>
    <w:rsid w:val="001041D8"/>
    <w:rsid w:val="00104955"/>
    <w:rsid w:val="00104982"/>
    <w:rsid w:val="001069D6"/>
    <w:rsid w:val="00107FFC"/>
    <w:rsid w:val="00110682"/>
    <w:rsid w:val="001116B5"/>
    <w:rsid w:val="00111E9D"/>
    <w:rsid w:val="00112140"/>
    <w:rsid w:val="001124A2"/>
    <w:rsid w:val="00112A45"/>
    <w:rsid w:val="0011304D"/>
    <w:rsid w:val="0011589E"/>
    <w:rsid w:val="00115B80"/>
    <w:rsid w:val="00115D64"/>
    <w:rsid w:val="0011645A"/>
    <w:rsid w:val="001165A0"/>
    <w:rsid w:val="00117BE8"/>
    <w:rsid w:val="00120320"/>
    <w:rsid w:val="00120FAF"/>
    <w:rsid w:val="001211ED"/>
    <w:rsid w:val="001212CC"/>
    <w:rsid w:val="00121C60"/>
    <w:rsid w:val="00121FC9"/>
    <w:rsid w:val="00122787"/>
    <w:rsid w:val="0012570E"/>
    <w:rsid w:val="00125B99"/>
    <w:rsid w:val="0012607E"/>
    <w:rsid w:val="00126BE3"/>
    <w:rsid w:val="0012747C"/>
    <w:rsid w:val="0012797D"/>
    <w:rsid w:val="00132F12"/>
    <w:rsid w:val="00133A4F"/>
    <w:rsid w:val="001340E4"/>
    <w:rsid w:val="001343CF"/>
    <w:rsid w:val="001349FE"/>
    <w:rsid w:val="0013571D"/>
    <w:rsid w:val="00137395"/>
    <w:rsid w:val="0013785F"/>
    <w:rsid w:val="00137FD5"/>
    <w:rsid w:val="001413E6"/>
    <w:rsid w:val="00141538"/>
    <w:rsid w:val="00142DAD"/>
    <w:rsid w:val="001437A5"/>
    <w:rsid w:val="00143A96"/>
    <w:rsid w:val="0014552E"/>
    <w:rsid w:val="0014584D"/>
    <w:rsid w:val="00145FD9"/>
    <w:rsid w:val="00146396"/>
    <w:rsid w:val="00146545"/>
    <w:rsid w:val="001466B1"/>
    <w:rsid w:val="00146C08"/>
    <w:rsid w:val="00147B3D"/>
    <w:rsid w:val="0015026A"/>
    <w:rsid w:val="00150C7D"/>
    <w:rsid w:val="001522FA"/>
    <w:rsid w:val="00152770"/>
    <w:rsid w:val="00152E10"/>
    <w:rsid w:val="001532CD"/>
    <w:rsid w:val="001537E5"/>
    <w:rsid w:val="00154331"/>
    <w:rsid w:val="001545C6"/>
    <w:rsid w:val="0015541A"/>
    <w:rsid w:val="0015551C"/>
    <w:rsid w:val="00156EBC"/>
    <w:rsid w:val="001572B0"/>
    <w:rsid w:val="00157F99"/>
    <w:rsid w:val="00160585"/>
    <w:rsid w:val="00160B18"/>
    <w:rsid w:val="001632DA"/>
    <w:rsid w:val="00165BB8"/>
    <w:rsid w:val="0016694D"/>
    <w:rsid w:val="00167497"/>
    <w:rsid w:val="00167D57"/>
    <w:rsid w:val="0017019D"/>
    <w:rsid w:val="001705A6"/>
    <w:rsid w:val="001709A1"/>
    <w:rsid w:val="00172856"/>
    <w:rsid w:val="00173C2A"/>
    <w:rsid w:val="00173DCC"/>
    <w:rsid w:val="0017418F"/>
    <w:rsid w:val="00174865"/>
    <w:rsid w:val="00174C54"/>
    <w:rsid w:val="00174D55"/>
    <w:rsid w:val="001760F5"/>
    <w:rsid w:val="00176962"/>
    <w:rsid w:val="001770F6"/>
    <w:rsid w:val="00180C34"/>
    <w:rsid w:val="00181239"/>
    <w:rsid w:val="001818E2"/>
    <w:rsid w:val="001848FA"/>
    <w:rsid w:val="001875CC"/>
    <w:rsid w:val="00190933"/>
    <w:rsid w:val="00190E4B"/>
    <w:rsid w:val="00191231"/>
    <w:rsid w:val="0019194C"/>
    <w:rsid w:val="00191B96"/>
    <w:rsid w:val="0019240C"/>
    <w:rsid w:val="00192AA4"/>
    <w:rsid w:val="00192CF3"/>
    <w:rsid w:val="00193480"/>
    <w:rsid w:val="0019532E"/>
    <w:rsid w:val="00197612"/>
    <w:rsid w:val="001A1402"/>
    <w:rsid w:val="001A19DD"/>
    <w:rsid w:val="001A2645"/>
    <w:rsid w:val="001A3B10"/>
    <w:rsid w:val="001A4C99"/>
    <w:rsid w:val="001A4D56"/>
    <w:rsid w:val="001A5450"/>
    <w:rsid w:val="001A6C60"/>
    <w:rsid w:val="001A7A58"/>
    <w:rsid w:val="001B01B8"/>
    <w:rsid w:val="001B242F"/>
    <w:rsid w:val="001B2578"/>
    <w:rsid w:val="001B3802"/>
    <w:rsid w:val="001B46B5"/>
    <w:rsid w:val="001B5B55"/>
    <w:rsid w:val="001B5D84"/>
    <w:rsid w:val="001B6B2F"/>
    <w:rsid w:val="001B6C66"/>
    <w:rsid w:val="001B6EB8"/>
    <w:rsid w:val="001B77F4"/>
    <w:rsid w:val="001C0711"/>
    <w:rsid w:val="001C14F3"/>
    <w:rsid w:val="001C2800"/>
    <w:rsid w:val="001C3523"/>
    <w:rsid w:val="001C3E87"/>
    <w:rsid w:val="001C5559"/>
    <w:rsid w:val="001C5D90"/>
    <w:rsid w:val="001C5F03"/>
    <w:rsid w:val="001C65E0"/>
    <w:rsid w:val="001C6AFC"/>
    <w:rsid w:val="001C7625"/>
    <w:rsid w:val="001C7DE2"/>
    <w:rsid w:val="001D0320"/>
    <w:rsid w:val="001D0496"/>
    <w:rsid w:val="001D0D64"/>
    <w:rsid w:val="001D2220"/>
    <w:rsid w:val="001D267C"/>
    <w:rsid w:val="001D27ED"/>
    <w:rsid w:val="001D2FDE"/>
    <w:rsid w:val="001D314B"/>
    <w:rsid w:val="001D37F4"/>
    <w:rsid w:val="001D3A6B"/>
    <w:rsid w:val="001D4148"/>
    <w:rsid w:val="001D4F33"/>
    <w:rsid w:val="001D5D4E"/>
    <w:rsid w:val="001D69FE"/>
    <w:rsid w:val="001D7951"/>
    <w:rsid w:val="001E0699"/>
    <w:rsid w:val="001E09E6"/>
    <w:rsid w:val="001E36E7"/>
    <w:rsid w:val="001E4D7E"/>
    <w:rsid w:val="001E4FB1"/>
    <w:rsid w:val="001E5259"/>
    <w:rsid w:val="001E5B73"/>
    <w:rsid w:val="001E6C52"/>
    <w:rsid w:val="001E72D3"/>
    <w:rsid w:val="001E7DB1"/>
    <w:rsid w:val="001F1219"/>
    <w:rsid w:val="001F1605"/>
    <w:rsid w:val="001F2388"/>
    <w:rsid w:val="001F3614"/>
    <w:rsid w:val="001F366A"/>
    <w:rsid w:val="001F3DAF"/>
    <w:rsid w:val="001F4466"/>
    <w:rsid w:val="001F4488"/>
    <w:rsid w:val="001F4A1A"/>
    <w:rsid w:val="001F4C11"/>
    <w:rsid w:val="001F4C9D"/>
    <w:rsid w:val="001F5EDF"/>
    <w:rsid w:val="001F6594"/>
    <w:rsid w:val="001F6B03"/>
    <w:rsid w:val="001F7B0C"/>
    <w:rsid w:val="00200D34"/>
    <w:rsid w:val="00200DB2"/>
    <w:rsid w:val="00201537"/>
    <w:rsid w:val="002016A2"/>
    <w:rsid w:val="002018DD"/>
    <w:rsid w:val="00201B92"/>
    <w:rsid w:val="00202752"/>
    <w:rsid w:val="0020291C"/>
    <w:rsid w:val="00202960"/>
    <w:rsid w:val="00202BEE"/>
    <w:rsid w:val="00204935"/>
    <w:rsid w:val="00204BDC"/>
    <w:rsid w:val="0020666D"/>
    <w:rsid w:val="00210BF1"/>
    <w:rsid w:val="002119DB"/>
    <w:rsid w:val="00211B68"/>
    <w:rsid w:val="00211CA9"/>
    <w:rsid w:val="00212E3C"/>
    <w:rsid w:val="0021534D"/>
    <w:rsid w:val="0021556A"/>
    <w:rsid w:val="002156D2"/>
    <w:rsid w:val="00215965"/>
    <w:rsid w:val="00216C55"/>
    <w:rsid w:val="00217138"/>
    <w:rsid w:val="0022063F"/>
    <w:rsid w:val="002206FB"/>
    <w:rsid w:val="00221535"/>
    <w:rsid w:val="00221AF2"/>
    <w:rsid w:val="00221EE4"/>
    <w:rsid w:val="002222BF"/>
    <w:rsid w:val="00224782"/>
    <w:rsid w:val="00224D34"/>
    <w:rsid w:val="00224D4F"/>
    <w:rsid w:val="002261D3"/>
    <w:rsid w:val="00226251"/>
    <w:rsid w:val="00226CA9"/>
    <w:rsid w:val="00230DAA"/>
    <w:rsid w:val="002311A5"/>
    <w:rsid w:val="002319F9"/>
    <w:rsid w:val="0023292A"/>
    <w:rsid w:val="00232BE5"/>
    <w:rsid w:val="00232CFB"/>
    <w:rsid w:val="00233368"/>
    <w:rsid w:val="002334F7"/>
    <w:rsid w:val="00233BE6"/>
    <w:rsid w:val="00234C4E"/>
    <w:rsid w:val="00236F3D"/>
    <w:rsid w:val="0023715D"/>
    <w:rsid w:val="002402E0"/>
    <w:rsid w:val="00240671"/>
    <w:rsid w:val="00240BBB"/>
    <w:rsid w:val="00244C25"/>
    <w:rsid w:val="00245C4F"/>
    <w:rsid w:val="0024656D"/>
    <w:rsid w:val="002476FD"/>
    <w:rsid w:val="00247EA3"/>
    <w:rsid w:val="00251727"/>
    <w:rsid w:val="002533EA"/>
    <w:rsid w:val="00253812"/>
    <w:rsid w:val="0025401C"/>
    <w:rsid w:val="0025435B"/>
    <w:rsid w:val="00254ADD"/>
    <w:rsid w:val="00254FDA"/>
    <w:rsid w:val="00255416"/>
    <w:rsid w:val="0025559F"/>
    <w:rsid w:val="002559A0"/>
    <w:rsid w:val="0025604B"/>
    <w:rsid w:val="00256A8A"/>
    <w:rsid w:val="0025748B"/>
    <w:rsid w:val="0025785A"/>
    <w:rsid w:val="0025787F"/>
    <w:rsid w:val="0025788B"/>
    <w:rsid w:val="00257AD5"/>
    <w:rsid w:val="00257E32"/>
    <w:rsid w:val="00260769"/>
    <w:rsid w:val="002607B0"/>
    <w:rsid w:val="00260D8F"/>
    <w:rsid w:val="0026138C"/>
    <w:rsid w:val="002636D8"/>
    <w:rsid w:val="00263880"/>
    <w:rsid w:val="00263A3C"/>
    <w:rsid w:val="00264131"/>
    <w:rsid w:val="00265890"/>
    <w:rsid w:val="002658A7"/>
    <w:rsid w:val="002668B4"/>
    <w:rsid w:val="0027003D"/>
    <w:rsid w:val="002717F4"/>
    <w:rsid w:val="002723BB"/>
    <w:rsid w:val="00272C86"/>
    <w:rsid w:val="00273DE3"/>
    <w:rsid w:val="00275AD7"/>
    <w:rsid w:val="00275B73"/>
    <w:rsid w:val="002771F6"/>
    <w:rsid w:val="00277831"/>
    <w:rsid w:val="00280341"/>
    <w:rsid w:val="002807A0"/>
    <w:rsid w:val="00280CB2"/>
    <w:rsid w:val="002822E0"/>
    <w:rsid w:val="0028294B"/>
    <w:rsid w:val="00283533"/>
    <w:rsid w:val="0028450E"/>
    <w:rsid w:val="0028473C"/>
    <w:rsid w:val="00286A37"/>
    <w:rsid w:val="00286EA1"/>
    <w:rsid w:val="002872E6"/>
    <w:rsid w:val="00287844"/>
    <w:rsid w:val="00287BAC"/>
    <w:rsid w:val="00290504"/>
    <w:rsid w:val="00290881"/>
    <w:rsid w:val="00291F58"/>
    <w:rsid w:val="00292293"/>
    <w:rsid w:val="00292BEC"/>
    <w:rsid w:val="002932FD"/>
    <w:rsid w:val="00295ABC"/>
    <w:rsid w:val="002979F3"/>
    <w:rsid w:val="002A172D"/>
    <w:rsid w:val="002A1E1F"/>
    <w:rsid w:val="002A219E"/>
    <w:rsid w:val="002A47E9"/>
    <w:rsid w:val="002A761F"/>
    <w:rsid w:val="002A79AB"/>
    <w:rsid w:val="002B2C5A"/>
    <w:rsid w:val="002B38FE"/>
    <w:rsid w:val="002B3FED"/>
    <w:rsid w:val="002B4391"/>
    <w:rsid w:val="002B4A5A"/>
    <w:rsid w:val="002B4BCE"/>
    <w:rsid w:val="002B4C7C"/>
    <w:rsid w:val="002B5140"/>
    <w:rsid w:val="002B5176"/>
    <w:rsid w:val="002B5550"/>
    <w:rsid w:val="002B5E05"/>
    <w:rsid w:val="002B6CBA"/>
    <w:rsid w:val="002B74BA"/>
    <w:rsid w:val="002C1111"/>
    <w:rsid w:val="002C1191"/>
    <w:rsid w:val="002C2F72"/>
    <w:rsid w:val="002C37C0"/>
    <w:rsid w:val="002C4C42"/>
    <w:rsid w:val="002C4E6D"/>
    <w:rsid w:val="002C5482"/>
    <w:rsid w:val="002C7FA7"/>
    <w:rsid w:val="002D108C"/>
    <w:rsid w:val="002D1192"/>
    <w:rsid w:val="002D1A6E"/>
    <w:rsid w:val="002D1DFA"/>
    <w:rsid w:val="002D2AAC"/>
    <w:rsid w:val="002D4256"/>
    <w:rsid w:val="002D4AA0"/>
    <w:rsid w:val="002D4FC3"/>
    <w:rsid w:val="002D52C3"/>
    <w:rsid w:val="002D5B81"/>
    <w:rsid w:val="002D665D"/>
    <w:rsid w:val="002D70B4"/>
    <w:rsid w:val="002D76B2"/>
    <w:rsid w:val="002E10B6"/>
    <w:rsid w:val="002E123C"/>
    <w:rsid w:val="002E30E2"/>
    <w:rsid w:val="002E320B"/>
    <w:rsid w:val="002E4593"/>
    <w:rsid w:val="002E4601"/>
    <w:rsid w:val="002E51AE"/>
    <w:rsid w:val="002E6CC3"/>
    <w:rsid w:val="002E71EB"/>
    <w:rsid w:val="002F0A64"/>
    <w:rsid w:val="002F1115"/>
    <w:rsid w:val="002F1A38"/>
    <w:rsid w:val="002F1D15"/>
    <w:rsid w:val="002F343F"/>
    <w:rsid w:val="002F3471"/>
    <w:rsid w:val="002F498D"/>
    <w:rsid w:val="002F4FB5"/>
    <w:rsid w:val="002F5C7B"/>
    <w:rsid w:val="002F6110"/>
    <w:rsid w:val="002F6D3B"/>
    <w:rsid w:val="002F6FBE"/>
    <w:rsid w:val="003018CB"/>
    <w:rsid w:val="00302740"/>
    <w:rsid w:val="00302B32"/>
    <w:rsid w:val="00303A09"/>
    <w:rsid w:val="00304E09"/>
    <w:rsid w:val="003056BB"/>
    <w:rsid w:val="003056BE"/>
    <w:rsid w:val="003067BA"/>
    <w:rsid w:val="0030711E"/>
    <w:rsid w:val="003071F1"/>
    <w:rsid w:val="0030744B"/>
    <w:rsid w:val="0031005E"/>
    <w:rsid w:val="00310103"/>
    <w:rsid w:val="0031054B"/>
    <w:rsid w:val="00310565"/>
    <w:rsid w:val="00310876"/>
    <w:rsid w:val="00310A7A"/>
    <w:rsid w:val="00310D50"/>
    <w:rsid w:val="00311822"/>
    <w:rsid w:val="00311EEC"/>
    <w:rsid w:val="00311F33"/>
    <w:rsid w:val="00313957"/>
    <w:rsid w:val="00313962"/>
    <w:rsid w:val="0031492D"/>
    <w:rsid w:val="00314AAB"/>
    <w:rsid w:val="00314BAB"/>
    <w:rsid w:val="00314C5A"/>
    <w:rsid w:val="00315580"/>
    <w:rsid w:val="00315ECA"/>
    <w:rsid w:val="0031673A"/>
    <w:rsid w:val="00317216"/>
    <w:rsid w:val="00320648"/>
    <w:rsid w:val="00320683"/>
    <w:rsid w:val="00320D1F"/>
    <w:rsid w:val="003217EB"/>
    <w:rsid w:val="00323D39"/>
    <w:rsid w:val="00323FF7"/>
    <w:rsid w:val="00324D03"/>
    <w:rsid w:val="00325702"/>
    <w:rsid w:val="00325A07"/>
    <w:rsid w:val="00325BA4"/>
    <w:rsid w:val="00325D25"/>
    <w:rsid w:val="0032620A"/>
    <w:rsid w:val="00327987"/>
    <w:rsid w:val="00330452"/>
    <w:rsid w:val="00331154"/>
    <w:rsid w:val="00331226"/>
    <w:rsid w:val="003319E9"/>
    <w:rsid w:val="00333503"/>
    <w:rsid w:val="003364D2"/>
    <w:rsid w:val="00337DCF"/>
    <w:rsid w:val="00341E14"/>
    <w:rsid w:val="00342760"/>
    <w:rsid w:val="00343170"/>
    <w:rsid w:val="003431F1"/>
    <w:rsid w:val="00343915"/>
    <w:rsid w:val="00343BB0"/>
    <w:rsid w:val="00344318"/>
    <w:rsid w:val="0034494D"/>
    <w:rsid w:val="00346EFF"/>
    <w:rsid w:val="003470A2"/>
    <w:rsid w:val="00347896"/>
    <w:rsid w:val="00347B3E"/>
    <w:rsid w:val="00347EE5"/>
    <w:rsid w:val="00350356"/>
    <w:rsid w:val="00350A79"/>
    <w:rsid w:val="003513DC"/>
    <w:rsid w:val="00351AF0"/>
    <w:rsid w:val="00353098"/>
    <w:rsid w:val="003535E9"/>
    <w:rsid w:val="00354374"/>
    <w:rsid w:val="00354889"/>
    <w:rsid w:val="003550A1"/>
    <w:rsid w:val="0035573F"/>
    <w:rsid w:val="003557A6"/>
    <w:rsid w:val="003560CC"/>
    <w:rsid w:val="003619C8"/>
    <w:rsid w:val="0036236C"/>
    <w:rsid w:val="00363A9A"/>
    <w:rsid w:val="00365109"/>
    <w:rsid w:val="00365279"/>
    <w:rsid w:val="003669A9"/>
    <w:rsid w:val="00366E3B"/>
    <w:rsid w:val="00367D84"/>
    <w:rsid w:val="003714B6"/>
    <w:rsid w:val="00371CE3"/>
    <w:rsid w:val="003721A2"/>
    <w:rsid w:val="00372D10"/>
    <w:rsid w:val="00373175"/>
    <w:rsid w:val="00374089"/>
    <w:rsid w:val="00374124"/>
    <w:rsid w:val="0037412A"/>
    <w:rsid w:val="00377C52"/>
    <w:rsid w:val="00377DBD"/>
    <w:rsid w:val="003817FA"/>
    <w:rsid w:val="003832FD"/>
    <w:rsid w:val="00384276"/>
    <w:rsid w:val="003848EA"/>
    <w:rsid w:val="0038581C"/>
    <w:rsid w:val="00385CE4"/>
    <w:rsid w:val="00385E16"/>
    <w:rsid w:val="0038637D"/>
    <w:rsid w:val="003879CF"/>
    <w:rsid w:val="00387C8F"/>
    <w:rsid w:val="00390745"/>
    <w:rsid w:val="00390DF1"/>
    <w:rsid w:val="00390E47"/>
    <w:rsid w:val="00390ECE"/>
    <w:rsid w:val="00391FFA"/>
    <w:rsid w:val="00391FFB"/>
    <w:rsid w:val="00393106"/>
    <w:rsid w:val="00393804"/>
    <w:rsid w:val="00393A60"/>
    <w:rsid w:val="00394C27"/>
    <w:rsid w:val="00395FEE"/>
    <w:rsid w:val="00396936"/>
    <w:rsid w:val="00397755"/>
    <w:rsid w:val="003A0190"/>
    <w:rsid w:val="003A09B2"/>
    <w:rsid w:val="003A0CDE"/>
    <w:rsid w:val="003A1877"/>
    <w:rsid w:val="003A1BD2"/>
    <w:rsid w:val="003A355D"/>
    <w:rsid w:val="003A6AB2"/>
    <w:rsid w:val="003A6D77"/>
    <w:rsid w:val="003A7115"/>
    <w:rsid w:val="003B0DFA"/>
    <w:rsid w:val="003B1401"/>
    <w:rsid w:val="003B37F4"/>
    <w:rsid w:val="003B5A33"/>
    <w:rsid w:val="003B5C87"/>
    <w:rsid w:val="003B6F36"/>
    <w:rsid w:val="003C33C1"/>
    <w:rsid w:val="003C37AC"/>
    <w:rsid w:val="003C4A10"/>
    <w:rsid w:val="003C4A41"/>
    <w:rsid w:val="003C5BB9"/>
    <w:rsid w:val="003C6156"/>
    <w:rsid w:val="003C6CD1"/>
    <w:rsid w:val="003C70D9"/>
    <w:rsid w:val="003C7219"/>
    <w:rsid w:val="003C750C"/>
    <w:rsid w:val="003C7517"/>
    <w:rsid w:val="003D0318"/>
    <w:rsid w:val="003D0AB7"/>
    <w:rsid w:val="003D1D01"/>
    <w:rsid w:val="003D2608"/>
    <w:rsid w:val="003D354C"/>
    <w:rsid w:val="003D432E"/>
    <w:rsid w:val="003D79E1"/>
    <w:rsid w:val="003D7C72"/>
    <w:rsid w:val="003E134F"/>
    <w:rsid w:val="003E1B41"/>
    <w:rsid w:val="003E1BA5"/>
    <w:rsid w:val="003E1C95"/>
    <w:rsid w:val="003E32F6"/>
    <w:rsid w:val="003E45D2"/>
    <w:rsid w:val="003E4AC8"/>
    <w:rsid w:val="003E5171"/>
    <w:rsid w:val="003E5191"/>
    <w:rsid w:val="003E61CA"/>
    <w:rsid w:val="003E6765"/>
    <w:rsid w:val="003E7185"/>
    <w:rsid w:val="003E72AC"/>
    <w:rsid w:val="003E7F71"/>
    <w:rsid w:val="003F0502"/>
    <w:rsid w:val="003F05A1"/>
    <w:rsid w:val="003F0843"/>
    <w:rsid w:val="003F0A30"/>
    <w:rsid w:val="003F0ECF"/>
    <w:rsid w:val="003F131B"/>
    <w:rsid w:val="003F156B"/>
    <w:rsid w:val="003F15EE"/>
    <w:rsid w:val="003F17AF"/>
    <w:rsid w:val="003F439A"/>
    <w:rsid w:val="003F49AE"/>
    <w:rsid w:val="003F4D24"/>
    <w:rsid w:val="003F51C3"/>
    <w:rsid w:val="003F51CF"/>
    <w:rsid w:val="003F7C68"/>
    <w:rsid w:val="004002BC"/>
    <w:rsid w:val="004011E1"/>
    <w:rsid w:val="00402227"/>
    <w:rsid w:val="00402355"/>
    <w:rsid w:val="0040302C"/>
    <w:rsid w:val="004036F5"/>
    <w:rsid w:val="00403D3A"/>
    <w:rsid w:val="00404237"/>
    <w:rsid w:val="00407338"/>
    <w:rsid w:val="00411134"/>
    <w:rsid w:val="00411970"/>
    <w:rsid w:val="00411B65"/>
    <w:rsid w:val="00411B77"/>
    <w:rsid w:val="004121BD"/>
    <w:rsid w:val="004128EE"/>
    <w:rsid w:val="0041307F"/>
    <w:rsid w:val="00413158"/>
    <w:rsid w:val="00413F21"/>
    <w:rsid w:val="004159F5"/>
    <w:rsid w:val="0041623A"/>
    <w:rsid w:val="00416E25"/>
    <w:rsid w:val="00417043"/>
    <w:rsid w:val="0041744D"/>
    <w:rsid w:val="00417A4E"/>
    <w:rsid w:val="0042027D"/>
    <w:rsid w:val="004206C4"/>
    <w:rsid w:val="00420D81"/>
    <w:rsid w:val="00422039"/>
    <w:rsid w:val="00423238"/>
    <w:rsid w:val="00423760"/>
    <w:rsid w:val="00423AFB"/>
    <w:rsid w:val="00424E19"/>
    <w:rsid w:val="00425BC6"/>
    <w:rsid w:val="00426064"/>
    <w:rsid w:val="00426D5A"/>
    <w:rsid w:val="00430127"/>
    <w:rsid w:val="00431262"/>
    <w:rsid w:val="004331C1"/>
    <w:rsid w:val="00433755"/>
    <w:rsid w:val="004337DC"/>
    <w:rsid w:val="004345DD"/>
    <w:rsid w:val="00435B35"/>
    <w:rsid w:val="00436422"/>
    <w:rsid w:val="00436522"/>
    <w:rsid w:val="00436960"/>
    <w:rsid w:val="00436F6B"/>
    <w:rsid w:val="004370DD"/>
    <w:rsid w:val="004401AE"/>
    <w:rsid w:val="00440307"/>
    <w:rsid w:val="00440A4A"/>
    <w:rsid w:val="0044103C"/>
    <w:rsid w:val="00441CC0"/>
    <w:rsid w:val="00442116"/>
    <w:rsid w:val="0044238F"/>
    <w:rsid w:val="00442485"/>
    <w:rsid w:val="004448B3"/>
    <w:rsid w:val="00445291"/>
    <w:rsid w:val="0044540A"/>
    <w:rsid w:val="00446522"/>
    <w:rsid w:val="00446C1B"/>
    <w:rsid w:val="00447EDA"/>
    <w:rsid w:val="0045161F"/>
    <w:rsid w:val="00453F7B"/>
    <w:rsid w:val="00454EFC"/>
    <w:rsid w:val="00455277"/>
    <w:rsid w:val="0045749A"/>
    <w:rsid w:val="00457AEB"/>
    <w:rsid w:val="0046096D"/>
    <w:rsid w:val="00461C3C"/>
    <w:rsid w:val="00463289"/>
    <w:rsid w:val="00463610"/>
    <w:rsid w:val="004638A0"/>
    <w:rsid w:val="0046431B"/>
    <w:rsid w:val="00465327"/>
    <w:rsid w:val="00466A12"/>
    <w:rsid w:val="00466B44"/>
    <w:rsid w:val="00466D58"/>
    <w:rsid w:val="004678C1"/>
    <w:rsid w:val="0047087A"/>
    <w:rsid w:val="0047096B"/>
    <w:rsid w:val="004710EB"/>
    <w:rsid w:val="0047117E"/>
    <w:rsid w:val="004714AD"/>
    <w:rsid w:val="0047171A"/>
    <w:rsid w:val="00471CA8"/>
    <w:rsid w:val="00472466"/>
    <w:rsid w:val="00472942"/>
    <w:rsid w:val="00474EF2"/>
    <w:rsid w:val="00475833"/>
    <w:rsid w:val="004764FE"/>
    <w:rsid w:val="0047719E"/>
    <w:rsid w:val="004771D2"/>
    <w:rsid w:val="00477D5A"/>
    <w:rsid w:val="004815C0"/>
    <w:rsid w:val="00481664"/>
    <w:rsid w:val="004821FC"/>
    <w:rsid w:val="00482FFD"/>
    <w:rsid w:val="00484C5B"/>
    <w:rsid w:val="00484F1F"/>
    <w:rsid w:val="004859A5"/>
    <w:rsid w:val="00485E18"/>
    <w:rsid w:val="004868B6"/>
    <w:rsid w:val="00487710"/>
    <w:rsid w:val="00487BD1"/>
    <w:rsid w:val="00487C52"/>
    <w:rsid w:val="00487F06"/>
    <w:rsid w:val="004909AF"/>
    <w:rsid w:val="00490D79"/>
    <w:rsid w:val="00491C45"/>
    <w:rsid w:val="00492DE0"/>
    <w:rsid w:val="0049334D"/>
    <w:rsid w:val="00493627"/>
    <w:rsid w:val="0049371D"/>
    <w:rsid w:val="004940E1"/>
    <w:rsid w:val="0049482D"/>
    <w:rsid w:val="00496040"/>
    <w:rsid w:val="0049614A"/>
    <w:rsid w:val="004964FC"/>
    <w:rsid w:val="00496897"/>
    <w:rsid w:val="0049764D"/>
    <w:rsid w:val="004A0D42"/>
    <w:rsid w:val="004A185F"/>
    <w:rsid w:val="004A1D81"/>
    <w:rsid w:val="004A2366"/>
    <w:rsid w:val="004A2C27"/>
    <w:rsid w:val="004A44A3"/>
    <w:rsid w:val="004A47C6"/>
    <w:rsid w:val="004A4E31"/>
    <w:rsid w:val="004A5646"/>
    <w:rsid w:val="004A6761"/>
    <w:rsid w:val="004A7088"/>
    <w:rsid w:val="004A7161"/>
    <w:rsid w:val="004B02A4"/>
    <w:rsid w:val="004B07E7"/>
    <w:rsid w:val="004B08E7"/>
    <w:rsid w:val="004B16BC"/>
    <w:rsid w:val="004B26CD"/>
    <w:rsid w:val="004B2E75"/>
    <w:rsid w:val="004B3EA0"/>
    <w:rsid w:val="004B400C"/>
    <w:rsid w:val="004B4D00"/>
    <w:rsid w:val="004B54A6"/>
    <w:rsid w:val="004B60A5"/>
    <w:rsid w:val="004B62C3"/>
    <w:rsid w:val="004B633E"/>
    <w:rsid w:val="004C0067"/>
    <w:rsid w:val="004C0246"/>
    <w:rsid w:val="004C083C"/>
    <w:rsid w:val="004C13FF"/>
    <w:rsid w:val="004C15A8"/>
    <w:rsid w:val="004C1A09"/>
    <w:rsid w:val="004C1B04"/>
    <w:rsid w:val="004C207A"/>
    <w:rsid w:val="004C2A46"/>
    <w:rsid w:val="004C301B"/>
    <w:rsid w:val="004C3D95"/>
    <w:rsid w:val="004C4197"/>
    <w:rsid w:val="004C59C9"/>
    <w:rsid w:val="004C5EBB"/>
    <w:rsid w:val="004C6E0A"/>
    <w:rsid w:val="004C7809"/>
    <w:rsid w:val="004D0426"/>
    <w:rsid w:val="004D27C3"/>
    <w:rsid w:val="004D2816"/>
    <w:rsid w:val="004D297E"/>
    <w:rsid w:val="004D3598"/>
    <w:rsid w:val="004D40BC"/>
    <w:rsid w:val="004D4CE6"/>
    <w:rsid w:val="004D4D7B"/>
    <w:rsid w:val="004D4D95"/>
    <w:rsid w:val="004D4E06"/>
    <w:rsid w:val="004D516B"/>
    <w:rsid w:val="004D5220"/>
    <w:rsid w:val="004D6C62"/>
    <w:rsid w:val="004E0696"/>
    <w:rsid w:val="004E1077"/>
    <w:rsid w:val="004E2A58"/>
    <w:rsid w:val="004E2B76"/>
    <w:rsid w:val="004E2D41"/>
    <w:rsid w:val="004E3062"/>
    <w:rsid w:val="004E3515"/>
    <w:rsid w:val="004E3595"/>
    <w:rsid w:val="004E3BE3"/>
    <w:rsid w:val="004E493D"/>
    <w:rsid w:val="004E4F63"/>
    <w:rsid w:val="004E53B0"/>
    <w:rsid w:val="004E559F"/>
    <w:rsid w:val="004E5BF5"/>
    <w:rsid w:val="004E5D92"/>
    <w:rsid w:val="004E6E92"/>
    <w:rsid w:val="004F01A1"/>
    <w:rsid w:val="004F1863"/>
    <w:rsid w:val="004F2D40"/>
    <w:rsid w:val="004F38CC"/>
    <w:rsid w:val="004F40C6"/>
    <w:rsid w:val="004F4950"/>
    <w:rsid w:val="004F4A32"/>
    <w:rsid w:val="004F4E41"/>
    <w:rsid w:val="004F4EA7"/>
    <w:rsid w:val="004F6082"/>
    <w:rsid w:val="004F6418"/>
    <w:rsid w:val="004F7574"/>
    <w:rsid w:val="004F7886"/>
    <w:rsid w:val="0050019C"/>
    <w:rsid w:val="005001D6"/>
    <w:rsid w:val="0050149A"/>
    <w:rsid w:val="00501CC3"/>
    <w:rsid w:val="00502CD0"/>
    <w:rsid w:val="00503C9C"/>
    <w:rsid w:val="00503D4B"/>
    <w:rsid w:val="00503ED3"/>
    <w:rsid w:val="0050422D"/>
    <w:rsid w:val="00504279"/>
    <w:rsid w:val="00504B9F"/>
    <w:rsid w:val="00506C04"/>
    <w:rsid w:val="00507883"/>
    <w:rsid w:val="00507AAC"/>
    <w:rsid w:val="00507C41"/>
    <w:rsid w:val="00507D2D"/>
    <w:rsid w:val="00507F9F"/>
    <w:rsid w:val="005103B5"/>
    <w:rsid w:val="0051066D"/>
    <w:rsid w:val="00510FED"/>
    <w:rsid w:val="00511FF8"/>
    <w:rsid w:val="0051212F"/>
    <w:rsid w:val="005145DA"/>
    <w:rsid w:val="00514DA2"/>
    <w:rsid w:val="005168D2"/>
    <w:rsid w:val="00517183"/>
    <w:rsid w:val="00517394"/>
    <w:rsid w:val="00517615"/>
    <w:rsid w:val="00517DB9"/>
    <w:rsid w:val="00520FED"/>
    <w:rsid w:val="005216B5"/>
    <w:rsid w:val="0052281F"/>
    <w:rsid w:val="005228E2"/>
    <w:rsid w:val="005229D6"/>
    <w:rsid w:val="00522EE6"/>
    <w:rsid w:val="005239BB"/>
    <w:rsid w:val="005246C7"/>
    <w:rsid w:val="00524F28"/>
    <w:rsid w:val="00526DB7"/>
    <w:rsid w:val="00527D4A"/>
    <w:rsid w:val="00531707"/>
    <w:rsid w:val="00532975"/>
    <w:rsid w:val="0053403F"/>
    <w:rsid w:val="0053453A"/>
    <w:rsid w:val="00534B87"/>
    <w:rsid w:val="00535108"/>
    <w:rsid w:val="0053640E"/>
    <w:rsid w:val="005413E4"/>
    <w:rsid w:val="0054163B"/>
    <w:rsid w:val="00541754"/>
    <w:rsid w:val="00541C27"/>
    <w:rsid w:val="00541DBE"/>
    <w:rsid w:val="00543655"/>
    <w:rsid w:val="005443F1"/>
    <w:rsid w:val="00544C53"/>
    <w:rsid w:val="00545460"/>
    <w:rsid w:val="0054556D"/>
    <w:rsid w:val="00545720"/>
    <w:rsid w:val="00545AA0"/>
    <w:rsid w:val="00545E4A"/>
    <w:rsid w:val="00546129"/>
    <w:rsid w:val="00551384"/>
    <w:rsid w:val="005513CF"/>
    <w:rsid w:val="00551BD3"/>
    <w:rsid w:val="00551FAB"/>
    <w:rsid w:val="00552096"/>
    <w:rsid w:val="00552681"/>
    <w:rsid w:val="005533AD"/>
    <w:rsid w:val="0055373B"/>
    <w:rsid w:val="00553B27"/>
    <w:rsid w:val="005546F0"/>
    <w:rsid w:val="005561A3"/>
    <w:rsid w:val="00556655"/>
    <w:rsid w:val="00557E03"/>
    <w:rsid w:val="00560712"/>
    <w:rsid w:val="005618E6"/>
    <w:rsid w:val="00561C93"/>
    <w:rsid w:val="005622E0"/>
    <w:rsid w:val="005626F8"/>
    <w:rsid w:val="0056369B"/>
    <w:rsid w:val="00565837"/>
    <w:rsid w:val="00565A50"/>
    <w:rsid w:val="00565E72"/>
    <w:rsid w:val="00565F49"/>
    <w:rsid w:val="00566697"/>
    <w:rsid w:val="00566816"/>
    <w:rsid w:val="005679D6"/>
    <w:rsid w:val="00567E68"/>
    <w:rsid w:val="00567FD3"/>
    <w:rsid w:val="00572807"/>
    <w:rsid w:val="00572FB5"/>
    <w:rsid w:val="005732BB"/>
    <w:rsid w:val="005743F3"/>
    <w:rsid w:val="00574511"/>
    <w:rsid w:val="005747DB"/>
    <w:rsid w:val="00574EF2"/>
    <w:rsid w:val="00575B29"/>
    <w:rsid w:val="005779E3"/>
    <w:rsid w:val="0058032A"/>
    <w:rsid w:val="005819E7"/>
    <w:rsid w:val="00581C9C"/>
    <w:rsid w:val="0058227B"/>
    <w:rsid w:val="00582FE5"/>
    <w:rsid w:val="00583CB5"/>
    <w:rsid w:val="005845F2"/>
    <w:rsid w:val="00584CE7"/>
    <w:rsid w:val="00586185"/>
    <w:rsid w:val="0058784B"/>
    <w:rsid w:val="00590223"/>
    <w:rsid w:val="0059039E"/>
    <w:rsid w:val="00591070"/>
    <w:rsid w:val="00591D0A"/>
    <w:rsid w:val="00591EA8"/>
    <w:rsid w:val="005920C4"/>
    <w:rsid w:val="0059397B"/>
    <w:rsid w:val="00594C0C"/>
    <w:rsid w:val="005951C7"/>
    <w:rsid w:val="00595702"/>
    <w:rsid w:val="00597A38"/>
    <w:rsid w:val="005A0121"/>
    <w:rsid w:val="005A0E41"/>
    <w:rsid w:val="005A10F3"/>
    <w:rsid w:val="005A111C"/>
    <w:rsid w:val="005A13EF"/>
    <w:rsid w:val="005A1765"/>
    <w:rsid w:val="005A1BBB"/>
    <w:rsid w:val="005A2D41"/>
    <w:rsid w:val="005A2FE9"/>
    <w:rsid w:val="005A3ABD"/>
    <w:rsid w:val="005A3D19"/>
    <w:rsid w:val="005A4542"/>
    <w:rsid w:val="005A6906"/>
    <w:rsid w:val="005A6D02"/>
    <w:rsid w:val="005A6E97"/>
    <w:rsid w:val="005B0052"/>
    <w:rsid w:val="005B0F4E"/>
    <w:rsid w:val="005B1056"/>
    <w:rsid w:val="005B1C90"/>
    <w:rsid w:val="005B2833"/>
    <w:rsid w:val="005B29F6"/>
    <w:rsid w:val="005B61A6"/>
    <w:rsid w:val="005B6718"/>
    <w:rsid w:val="005B6E97"/>
    <w:rsid w:val="005C0343"/>
    <w:rsid w:val="005C046B"/>
    <w:rsid w:val="005C04AC"/>
    <w:rsid w:val="005C094B"/>
    <w:rsid w:val="005C0AD0"/>
    <w:rsid w:val="005C10C6"/>
    <w:rsid w:val="005C1AAA"/>
    <w:rsid w:val="005C1AE0"/>
    <w:rsid w:val="005C254E"/>
    <w:rsid w:val="005C27A6"/>
    <w:rsid w:val="005C28BE"/>
    <w:rsid w:val="005C29D5"/>
    <w:rsid w:val="005C29FE"/>
    <w:rsid w:val="005C3555"/>
    <w:rsid w:val="005C4488"/>
    <w:rsid w:val="005C4C55"/>
    <w:rsid w:val="005C4E06"/>
    <w:rsid w:val="005C54DE"/>
    <w:rsid w:val="005C6663"/>
    <w:rsid w:val="005C7271"/>
    <w:rsid w:val="005C7FE0"/>
    <w:rsid w:val="005D3742"/>
    <w:rsid w:val="005D38A4"/>
    <w:rsid w:val="005D4301"/>
    <w:rsid w:val="005D4A2D"/>
    <w:rsid w:val="005D5FFF"/>
    <w:rsid w:val="005D724A"/>
    <w:rsid w:val="005E04AD"/>
    <w:rsid w:val="005E0E7A"/>
    <w:rsid w:val="005E1321"/>
    <w:rsid w:val="005E2408"/>
    <w:rsid w:val="005E2FEF"/>
    <w:rsid w:val="005E327F"/>
    <w:rsid w:val="005E41F5"/>
    <w:rsid w:val="005E5AB9"/>
    <w:rsid w:val="005F07BD"/>
    <w:rsid w:val="005F137D"/>
    <w:rsid w:val="005F1920"/>
    <w:rsid w:val="005F1D8E"/>
    <w:rsid w:val="005F2E23"/>
    <w:rsid w:val="005F3413"/>
    <w:rsid w:val="005F4763"/>
    <w:rsid w:val="005F4A88"/>
    <w:rsid w:val="005F54EC"/>
    <w:rsid w:val="005F58DF"/>
    <w:rsid w:val="005F6B07"/>
    <w:rsid w:val="005F6F5D"/>
    <w:rsid w:val="005F7269"/>
    <w:rsid w:val="005F746D"/>
    <w:rsid w:val="0060140F"/>
    <w:rsid w:val="00601D54"/>
    <w:rsid w:val="00602525"/>
    <w:rsid w:val="006028C0"/>
    <w:rsid w:val="00603415"/>
    <w:rsid w:val="00603D33"/>
    <w:rsid w:val="00605A1E"/>
    <w:rsid w:val="006064FA"/>
    <w:rsid w:val="006065E3"/>
    <w:rsid w:val="006073DF"/>
    <w:rsid w:val="00610645"/>
    <w:rsid w:val="00610EAC"/>
    <w:rsid w:val="00611036"/>
    <w:rsid w:val="0061156C"/>
    <w:rsid w:val="00611A36"/>
    <w:rsid w:val="00611CAF"/>
    <w:rsid w:val="00612887"/>
    <w:rsid w:val="0061683A"/>
    <w:rsid w:val="00616E6F"/>
    <w:rsid w:val="006201B8"/>
    <w:rsid w:val="006214A7"/>
    <w:rsid w:val="006233EA"/>
    <w:rsid w:val="00623B7A"/>
    <w:rsid w:val="00623DA9"/>
    <w:rsid w:val="0062455A"/>
    <w:rsid w:val="00624560"/>
    <w:rsid w:val="00624780"/>
    <w:rsid w:val="006252AA"/>
    <w:rsid w:val="00625AFE"/>
    <w:rsid w:val="00625F38"/>
    <w:rsid w:val="00626B0F"/>
    <w:rsid w:val="00627606"/>
    <w:rsid w:val="00627C9C"/>
    <w:rsid w:val="006301B9"/>
    <w:rsid w:val="00630216"/>
    <w:rsid w:val="006302B3"/>
    <w:rsid w:val="00630E60"/>
    <w:rsid w:val="006312B7"/>
    <w:rsid w:val="00631790"/>
    <w:rsid w:val="006317EC"/>
    <w:rsid w:val="00632A44"/>
    <w:rsid w:val="00632A92"/>
    <w:rsid w:val="0063320A"/>
    <w:rsid w:val="0063362A"/>
    <w:rsid w:val="00634BF1"/>
    <w:rsid w:val="00634CAB"/>
    <w:rsid w:val="006352D7"/>
    <w:rsid w:val="00635AC9"/>
    <w:rsid w:val="00635BA7"/>
    <w:rsid w:val="00636120"/>
    <w:rsid w:val="006367A5"/>
    <w:rsid w:val="00636E6B"/>
    <w:rsid w:val="00636FCA"/>
    <w:rsid w:val="006371A8"/>
    <w:rsid w:val="006377F4"/>
    <w:rsid w:val="006401FE"/>
    <w:rsid w:val="00640624"/>
    <w:rsid w:val="006412F8"/>
    <w:rsid w:val="00641993"/>
    <w:rsid w:val="00642F0B"/>
    <w:rsid w:val="00643E4F"/>
    <w:rsid w:val="006441CA"/>
    <w:rsid w:val="0064488E"/>
    <w:rsid w:val="006449E1"/>
    <w:rsid w:val="00644F75"/>
    <w:rsid w:val="006465F8"/>
    <w:rsid w:val="0064797A"/>
    <w:rsid w:val="00647E77"/>
    <w:rsid w:val="00650D1B"/>
    <w:rsid w:val="00651069"/>
    <w:rsid w:val="00652023"/>
    <w:rsid w:val="006527A9"/>
    <w:rsid w:val="00652BB5"/>
    <w:rsid w:val="006539E2"/>
    <w:rsid w:val="00654A1E"/>
    <w:rsid w:val="0065611E"/>
    <w:rsid w:val="0065630A"/>
    <w:rsid w:val="0065715C"/>
    <w:rsid w:val="006605DC"/>
    <w:rsid w:val="00660BD8"/>
    <w:rsid w:val="0066145A"/>
    <w:rsid w:val="006635FE"/>
    <w:rsid w:val="0066527B"/>
    <w:rsid w:val="0066654B"/>
    <w:rsid w:val="00666A31"/>
    <w:rsid w:val="00666EC8"/>
    <w:rsid w:val="006677E2"/>
    <w:rsid w:val="00671753"/>
    <w:rsid w:val="00672950"/>
    <w:rsid w:val="00672A7E"/>
    <w:rsid w:val="00672E94"/>
    <w:rsid w:val="00673B80"/>
    <w:rsid w:val="0067479C"/>
    <w:rsid w:val="00674AFD"/>
    <w:rsid w:val="00674CCE"/>
    <w:rsid w:val="00675323"/>
    <w:rsid w:val="006753BE"/>
    <w:rsid w:val="00675E51"/>
    <w:rsid w:val="00676584"/>
    <w:rsid w:val="006766ED"/>
    <w:rsid w:val="00676B94"/>
    <w:rsid w:val="00677CA4"/>
    <w:rsid w:val="00680C31"/>
    <w:rsid w:val="0068186D"/>
    <w:rsid w:val="00682306"/>
    <w:rsid w:val="0068398A"/>
    <w:rsid w:val="00683B91"/>
    <w:rsid w:val="006843C6"/>
    <w:rsid w:val="00684445"/>
    <w:rsid w:val="00684BB4"/>
    <w:rsid w:val="00685F14"/>
    <w:rsid w:val="0068642C"/>
    <w:rsid w:val="0068681A"/>
    <w:rsid w:val="00686AC4"/>
    <w:rsid w:val="00687915"/>
    <w:rsid w:val="00691E27"/>
    <w:rsid w:val="00692114"/>
    <w:rsid w:val="006923B3"/>
    <w:rsid w:val="0069274C"/>
    <w:rsid w:val="00694503"/>
    <w:rsid w:val="0069470E"/>
    <w:rsid w:val="00694FBA"/>
    <w:rsid w:val="00695C81"/>
    <w:rsid w:val="00696FEA"/>
    <w:rsid w:val="006972B5"/>
    <w:rsid w:val="00697C7D"/>
    <w:rsid w:val="006A01AD"/>
    <w:rsid w:val="006A041A"/>
    <w:rsid w:val="006A09EB"/>
    <w:rsid w:val="006A637A"/>
    <w:rsid w:val="006A6960"/>
    <w:rsid w:val="006A6D55"/>
    <w:rsid w:val="006A7440"/>
    <w:rsid w:val="006B020B"/>
    <w:rsid w:val="006B02AD"/>
    <w:rsid w:val="006B0353"/>
    <w:rsid w:val="006B0A3A"/>
    <w:rsid w:val="006B300D"/>
    <w:rsid w:val="006B4502"/>
    <w:rsid w:val="006B45B9"/>
    <w:rsid w:val="006B5EBA"/>
    <w:rsid w:val="006B6742"/>
    <w:rsid w:val="006B7EDD"/>
    <w:rsid w:val="006C008C"/>
    <w:rsid w:val="006C0ACB"/>
    <w:rsid w:val="006C10A6"/>
    <w:rsid w:val="006C1164"/>
    <w:rsid w:val="006C14BA"/>
    <w:rsid w:val="006C175E"/>
    <w:rsid w:val="006C3098"/>
    <w:rsid w:val="006C352F"/>
    <w:rsid w:val="006C3543"/>
    <w:rsid w:val="006C41CF"/>
    <w:rsid w:val="006C5097"/>
    <w:rsid w:val="006C5CAA"/>
    <w:rsid w:val="006C5F85"/>
    <w:rsid w:val="006C65D1"/>
    <w:rsid w:val="006C6E50"/>
    <w:rsid w:val="006D081D"/>
    <w:rsid w:val="006D0AF9"/>
    <w:rsid w:val="006D19A3"/>
    <w:rsid w:val="006D2862"/>
    <w:rsid w:val="006D3068"/>
    <w:rsid w:val="006D3D05"/>
    <w:rsid w:val="006D606D"/>
    <w:rsid w:val="006D6789"/>
    <w:rsid w:val="006D6D01"/>
    <w:rsid w:val="006E0742"/>
    <w:rsid w:val="006E14F4"/>
    <w:rsid w:val="006E1A1E"/>
    <w:rsid w:val="006E1B13"/>
    <w:rsid w:val="006E22D8"/>
    <w:rsid w:val="006E36CF"/>
    <w:rsid w:val="006E46C2"/>
    <w:rsid w:val="006E545C"/>
    <w:rsid w:val="006E5A78"/>
    <w:rsid w:val="006E5F66"/>
    <w:rsid w:val="006E6AB2"/>
    <w:rsid w:val="006F0C37"/>
    <w:rsid w:val="006F2C61"/>
    <w:rsid w:val="006F3D59"/>
    <w:rsid w:val="006F43F1"/>
    <w:rsid w:val="006F50B1"/>
    <w:rsid w:val="006F5CF3"/>
    <w:rsid w:val="006F5FC5"/>
    <w:rsid w:val="006F6323"/>
    <w:rsid w:val="006F6D60"/>
    <w:rsid w:val="00700A61"/>
    <w:rsid w:val="007017A8"/>
    <w:rsid w:val="00701D0D"/>
    <w:rsid w:val="007025BF"/>
    <w:rsid w:val="00702BBB"/>
    <w:rsid w:val="007065F4"/>
    <w:rsid w:val="0070671D"/>
    <w:rsid w:val="007071E0"/>
    <w:rsid w:val="007074FB"/>
    <w:rsid w:val="00707909"/>
    <w:rsid w:val="00710A3B"/>
    <w:rsid w:val="00710FDE"/>
    <w:rsid w:val="0071164C"/>
    <w:rsid w:val="00711EE8"/>
    <w:rsid w:val="00712E4F"/>
    <w:rsid w:val="00712EFE"/>
    <w:rsid w:val="00713288"/>
    <w:rsid w:val="00713C76"/>
    <w:rsid w:val="00713F97"/>
    <w:rsid w:val="00715646"/>
    <w:rsid w:val="00715D8B"/>
    <w:rsid w:val="00716406"/>
    <w:rsid w:val="0072077B"/>
    <w:rsid w:val="00720936"/>
    <w:rsid w:val="007209D7"/>
    <w:rsid w:val="0072309B"/>
    <w:rsid w:val="00723234"/>
    <w:rsid w:val="00723F6A"/>
    <w:rsid w:val="00724DC8"/>
    <w:rsid w:val="00724FF2"/>
    <w:rsid w:val="00726738"/>
    <w:rsid w:val="00730A49"/>
    <w:rsid w:val="00730B4A"/>
    <w:rsid w:val="0073138E"/>
    <w:rsid w:val="0073283B"/>
    <w:rsid w:val="00732EFD"/>
    <w:rsid w:val="00733648"/>
    <w:rsid w:val="007347F3"/>
    <w:rsid w:val="007355EB"/>
    <w:rsid w:val="00735DC2"/>
    <w:rsid w:val="007374E7"/>
    <w:rsid w:val="00740314"/>
    <w:rsid w:val="00741562"/>
    <w:rsid w:val="00741789"/>
    <w:rsid w:val="00741E15"/>
    <w:rsid w:val="00741E73"/>
    <w:rsid w:val="0074260A"/>
    <w:rsid w:val="00742AA2"/>
    <w:rsid w:val="00743CE5"/>
    <w:rsid w:val="00743E70"/>
    <w:rsid w:val="00744D65"/>
    <w:rsid w:val="007451D0"/>
    <w:rsid w:val="007473E9"/>
    <w:rsid w:val="007478C8"/>
    <w:rsid w:val="00747923"/>
    <w:rsid w:val="00747F07"/>
    <w:rsid w:val="00750040"/>
    <w:rsid w:val="0075055D"/>
    <w:rsid w:val="00754277"/>
    <w:rsid w:val="0075439B"/>
    <w:rsid w:val="00755C87"/>
    <w:rsid w:val="00755F46"/>
    <w:rsid w:val="00757335"/>
    <w:rsid w:val="00757DB3"/>
    <w:rsid w:val="00757F57"/>
    <w:rsid w:val="00760100"/>
    <w:rsid w:val="00760A07"/>
    <w:rsid w:val="0076155B"/>
    <w:rsid w:val="0076170E"/>
    <w:rsid w:val="00762226"/>
    <w:rsid w:val="00762DBC"/>
    <w:rsid w:val="00764681"/>
    <w:rsid w:val="00764F3A"/>
    <w:rsid w:val="00765EC3"/>
    <w:rsid w:val="00766171"/>
    <w:rsid w:val="00766648"/>
    <w:rsid w:val="00766F66"/>
    <w:rsid w:val="00767526"/>
    <w:rsid w:val="007677B0"/>
    <w:rsid w:val="007704B5"/>
    <w:rsid w:val="00771202"/>
    <w:rsid w:val="00771213"/>
    <w:rsid w:val="00771506"/>
    <w:rsid w:val="007737B7"/>
    <w:rsid w:val="007742FB"/>
    <w:rsid w:val="007762B2"/>
    <w:rsid w:val="00776982"/>
    <w:rsid w:val="00777BF6"/>
    <w:rsid w:val="00781411"/>
    <w:rsid w:val="00781849"/>
    <w:rsid w:val="0078193E"/>
    <w:rsid w:val="00782E29"/>
    <w:rsid w:val="00785EB9"/>
    <w:rsid w:val="00786182"/>
    <w:rsid w:val="00786A4C"/>
    <w:rsid w:val="00787B92"/>
    <w:rsid w:val="007914E1"/>
    <w:rsid w:val="0079219A"/>
    <w:rsid w:val="0079228F"/>
    <w:rsid w:val="00792D64"/>
    <w:rsid w:val="007945C3"/>
    <w:rsid w:val="0079557E"/>
    <w:rsid w:val="00795686"/>
    <w:rsid w:val="00795B99"/>
    <w:rsid w:val="00795C06"/>
    <w:rsid w:val="0079678F"/>
    <w:rsid w:val="007970C9"/>
    <w:rsid w:val="0079718A"/>
    <w:rsid w:val="007978F9"/>
    <w:rsid w:val="007A05D1"/>
    <w:rsid w:val="007A1A35"/>
    <w:rsid w:val="007A1B7F"/>
    <w:rsid w:val="007A1EBD"/>
    <w:rsid w:val="007A1FBB"/>
    <w:rsid w:val="007A2104"/>
    <w:rsid w:val="007A22FC"/>
    <w:rsid w:val="007A2789"/>
    <w:rsid w:val="007A303A"/>
    <w:rsid w:val="007A47FB"/>
    <w:rsid w:val="007A4AE9"/>
    <w:rsid w:val="007A5359"/>
    <w:rsid w:val="007A5A99"/>
    <w:rsid w:val="007A5DB6"/>
    <w:rsid w:val="007A5F9C"/>
    <w:rsid w:val="007A6474"/>
    <w:rsid w:val="007A74C2"/>
    <w:rsid w:val="007B12E4"/>
    <w:rsid w:val="007B1FDE"/>
    <w:rsid w:val="007B222D"/>
    <w:rsid w:val="007B2ED1"/>
    <w:rsid w:val="007B3CEA"/>
    <w:rsid w:val="007B4CB9"/>
    <w:rsid w:val="007B7209"/>
    <w:rsid w:val="007B7805"/>
    <w:rsid w:val="007B7BD6"/>
    <w:rsid w:val="007C07AA"/>
    <w:rsid w:val="007C08A0"/>
    <w:rsid w:val="007C11FE"/>
    <w:rsid w:val="007C180B"/>
    <w:rsid w:val="007C1F61"/>
    <w:rsid w:val="007C277A"/>
    <w:rsid w:val="007C32E8"/>
    <w:rsid w:val="007C48FB"/>
    <w:rsid w:val="007C6D7A"/>
    <w:rsid w:val="007C7752"/>
    <w:rsid w:val="007C7A13"/>
    <w:rsid w:val="007C7C79"/>
    <w:rsid w:val="007C7F06"/>
    <w:rsid w:val="007D08E5"/>
    <w:rsid w:val="007D10F3"/>
    <w:rsid w:val="007D1493"/>
    <w:rsid w:val="007D295A"/>
    <w:rsid w:val="007D2B26"/>
    <w:rsid w:val="007D32A5"/>
    <w:rsid w:val="007D5233"/>
    <w:rsid w:val="007D6020"/>
    <w:rsid w:val="007D773A"/>
    <w:rsid w:val="007E04A2"/>
    <w:rsid w:val="007E0EA5"/>
    <w:rsid w:val="007E1E85"/>
    <w:rsid w:val="007E2759"/>
    <w:rsid w:val="007E3EB2"/>
    <w:rsid w:val="007E40C1"/>
    <w:rsid w:val="007E42D6"/>
    <w:rsid w:val="007E4F2B"/>
    <w:rsid w:val="007E4FC6"/>
    <w:rsid w:val="007E5D9A"/>
    <w:rsid w:val="007E6522"/>
    <w:rsid w:val="007E6780"/>
    <w:rsid w:val="007E6923"/>
    <w:rsid w:val="007E6A04"/>
    <w:rsid w:val="007E6A1B"/>
    <w:rsid w:val="007E7993"/>
    <w:rsid w:val="007E7E4D"/>
    <w:rsid w:val="007F32C7"/>
    <w:rsid w:val="007F3377"/>
    <w:rsid w:val="007F437E"/>
    <w:rsid w:val="007F45B4"/>
    <w:rsid w:val="007F5DC1"/>
    <w:rsid w:val="00800863"/>
    <w:rsid w:val="00801D13"/>
    <w:rsid w:val="00802417"/>
    <w:rsid w:val="00802590"/>
    <w:rsid w:val="008035ED"/>
    <w:rsid w:val="00803CD4"/>
    <w:rsid w:val="008046EC"/>
    <w:rsid w:val="0080610C"/>
    <w:rsid w:val="00806A9B"/>
    <w:rsid w:val="008073BB"/>
    <w:rsid w:val="00807849"/>
    <w:rsid w:val="008102B5"/>
    <w:rsid w:val="00810836"/>
    <w:rsid w:val="0081177B"/>
    <w:rsid w:val="00811D32"/>
    <w:rsid w:val="008122E5"/>
    <w:rsid w:val="008128D8"/>
    <w:rsid w:val="00812D51"/>
    <w:rsid w:val="0081358A"/>
    <w:rsid w:val="00815326"/>
    <w:rsid w:val="00815ADE"/>
    <w:rsid w:val="00816D4D"/>
    <w:rsid w:val="008204EE"/>
    <w:rsid w:val="00820687"/>
    <w:rsid w:val="00822AF8"/>
    <w:rsid w:val="00823BDE"/>
    <w:rsid w:val="00823D47"/>
    <w:rsid w:val="00824068"/>
    <w:rsid w:val="0082426C"/>
    <w:rsid w:val="00825B40"/>
    <w:rsid w:val="00826567"/>
    <w:rsid w:val="00826656"/>
    <w:rsid w:val="00831206"/>
    <w:rsid w:val="008317DE"/>
    <w:rsid w:val="00831844"/>
    <w:rsid w:val="00831D0D"/>
    <w:rsid w:val="00832454"/>
    <w:rsid w:val="00832BD9"/>
    <w:rsid w:val="0083320F"/>
    <w:rsid w:val="00833F60"/>
    <w:rsid w:val="00833FF3"/>
    <w:rsid w:val="008343E7"/>
    <w:rsid w:val="0083474A"/>
    <w:rsid w:val="00834944"/>
    <w:rsid w:val="00835C39"/>
    <w:rsid w:val="008368B2"/>
    <w:rsid w:val="00837DCA"/>
    <w:rsid w:val="00841523"/>
    <w:rsid w:val="008417B8"/>
    <w:rsid w:val="00841BC8"/>
    <w:rsid w:val="008427E2"/>
    <w:rsid w:val="008436B6"/>
    <w:rsid w:val="00844420"/>
    <w:rsid w:val="008449E4"/>
    <w:rsid w:val="008453EE"/>
    <w:rsid w:val="008464CB"/>
    <w:rsid w:val="00846B7F"/>
    <w:rsid w:val="0085092E"/>
    <w:rsid w:val="00851BBA"/>
    <w:rsid w:val="00851C30"/>
    <w:rsid w:val="00853B8D"/>
    <w:rsid w:val="00856F86"/>
    <w:rsid w:val="00857119"/>
    <w:rsid w:val="00860BEE"/>
    <w:rsid w:val="0086287F"/>
    <w:rsid w:val="0086336E"/>
    <w:rsid w:val="008639B7"/>
    <w:rsid w:val="008640AF"/>
    <w:rsid w:val="008642CB"/>
    <w:rsid w:val="008654F1"/>
    <w:rsid w:val="0086610C"/>
    <w:rsid w:val="00866BF0"/>
    <w:rsid w:val="00866CF9"/>
    <w:rsid w:val="00866F73"/>
    <w:rsid w:val="008670C3"/>
    <w:rsid w:val="00870CB2"/>
    <w:rsid w:val="0087299B"/>
    <w:rsid w:val="008732F6"/>
    <w:rsid w:val="0087438F"/>
    <w:rsid w:val="008746A7"/>
    <w:rsid w:val="008751C1"/>
    <w:rsid w:val="008754E4"/>
    <w:rsid w:val="00877CAC"/>
    <w:rsid w:val="00880E47"/>
    <w:rsid w:val="00880FED"/>
    <w:rsid w:val="0088240A"/>
    <w:rsid w:val="0088310E"/>
    <w:rsid w:val="008832A1"/>
    <w:rsid w:val="00883B8C"/>
    <w:rsid w:val="00884959"/>
    <w:rsid w:val="00885612"/>
    <w:rsid w:val="00885E4D"/>
    <w:rsid w:val="008861C4"/>
    <w:rsid w:val="0088655D"/>
    <w:rsid w:val="00887095"/>
    <w:rsid w:val="00890576"/>
    <w:rsid w:val="00890D12"/>
    <w:rsid w:val="00891FDB"/>
    <w:rsid w:val="008937D9"/>
    <w:rsid w:val="00894514"/>
    <w:rsid w:val="00894713"/>
    <w:rsid w:val="008947BC"/>
    <w:rsid w:val="00895035"/>
    <w:rsid w:val="008958A7"/>
    <w:rsid w:val="00895981"/>
    <w:rsid w:val="008969B9"/>
    <w:rsid w:val="00896C0E"/>
    <w:rsid w:val="008A0139"/>
    <w:rsid w:val="008A0F31"/>
    <w:rsid w:val="008A15C7"/>
    <w:rsid w:val="008A1987"/>
    <w:rsid w:val="008A1A1A"/>
    <w:rsid w:val="008A26C9"/>
    <w:rsid w:val="008A2E5E"/>
    <w:rsid w:val="008A303E"/>
    <w:rsid w:val="008A35AF"/>
    <w:rsid w:val="008A3FE2"/>
    <w:rsid w:val="008A4207"/>
    <w:rsid w:val="008A463E"/>
    <w:rsid w:val="008A5EDB"/>
    <w:rsid w:val="008B089F"/>
    <w:rsid w:val="008B0F7C"/>
    <w:rsid w:val="008B1B74"/>
    <w:rsid w:val="008B4C46"/>
    <w:rsid w:val="008B66D8"/>
    <w:rsid w:val="008B66F0"/>
    <w:rsid w:val="008B6A68"/>
    <w:rsid w:val="008B705A"/>
    <w:rsid w:val="008B7AAB"/>
    <w:rsid w:val="008C0C83"/>
    <w:rsid w:val="008C2024"/>
    <w:rsid w:val="008C2532"/>
    <w:rsid w:val="008C37A8"/>
    <w:rsid w:val="008C3934"/>
    <w:rsid w:val="008C4734"/>
    <w:rsid w:val="008C4F7C"/>
    <w:rsid w:val="008C5B41"/>
    <w:rsid w:val="008C600C"/>
    <w:rsid w:val="008D0800"/>
    <w:rsid w:val="008D104B"/>
    <w:rsid w:val="008D1958"/>
    <w:rsid w:val="008D1BC5"/>
    <w:rsid w:val="008D23FA"/>
    <w:rsid w:val="008D2598"/>
    <w:rsid w:val="008D2A63"/>
    <w:rsid w:val="008D2DBF"/>
    <w:rsid w:val="008D46F4"/>
    <w:rsid w:val="008D50F3"/>
    <w:rsid w:val="008D5B41"/>
    <w:rsid w:val="008D72F1"/>
    <w:rsid w:val="008E0B88"/>
    <w:rsid w:val="008E0F50"/>
    <w:rsid w:val="008E1B1E"/>
    <w:rsid w:val="008E2BC2"/>
    <w:rsid w:val="008E2FC6"/>
    <w:rsid w:val="008E3596"/>
    <w:rsid w:val="008E399E"/>
    <w:rsid w:val="008E452E"/>
    <w:rsid w:val="008E460D"/>
    <w:rsid w:val="008E6351"/>
    <w:rsid w:val="008E780E"/>
    <w:rsid w:val="008E7BB8"/>
    <w:rsid w:val="008E7FF0"/>
    <w:rsid w:val="008F150C"/>
    <w:rsid w:val="008F15AF"/>
    <w:rsid w:val="008F3D53"/>
    <w:rsid w:val="008F3E35"/>
    <w:rsid w:val="008F49FB"/>
    <w:rsid w:val="008F4DFD"/>
    <w:rsid w:val="008F4F55"/>
    <w:rsid w:val="008F643D"/>
    <w:rsid w:val="008F6ADE"/>
    <w:rsid w:val="008F6D7D"/>
    <w:rsid w:val="008F76FE"/>
    <w:rsid w:val="008F7A2B"/>
    <w:rsid w:val="009000F7"/>
    <w:rsid w:val="0090053E"/>
    <w:rsid w:val="009007DE"/>
    <w:rsid w:val="00900880"/>
    <w:rsid w:val="0090197E"/>
    <w:rsid w:val="00902015"/>
    <w:rsid w:val="009021B2"/>
    <w:rsid w:val="0090229D"/>
    <w:rsid w:val="009036CA"/>
    <w:rsid w:val="00903B93"/>
    <w:rsid w:val="009041A8"/>
    <w:rsid w:val="009045C1"/>
    <w:rsid w:val="0090478D"/>
    <w:rsid w:val="00904AA6"/>
    <w:rsid w:val="00904C61"/>
    <w:rsid w:val="00906267"/>
    <w:rsid w:val="00906CD6"/>
    <w:rsid w:val="00907C26"/>
    <w:rsid w:val="0091081B"/>
    <w:rsid w:val="009144B1"/>
    <w:rsid w:val="009166D0"/>
    <w:rsid w:val="0091673E"/>
    <w:rsid w:val="00916A26"/>
    <w:rsid w:val="00916ED7"/>
    <w:rsid w:val="00920A60"/>
    <w:rsid w:val="00921F45"/>
    <w:rsid w:val="00922662"/>
    <w:rsid w:val="00922AD1"/>
    <w:rsid w:val="0092524F"/>
    <w:rsid w:val="0092540F"/>
    <w:rsid w:val="009254C5"/>
    <w:rsid w:val="009259B7"/>
    <w:rsid w:val="00925CCC"/>
    <w:rsid w:val="00927075"/>
    <w:rsid w:val="009276B3"/>
    <w:rsid w:val="009306A4"/>
    <w:rsid w:val="009311AF"/>
    <w:rsid w:val="00931BAB"/>
    <w:rsid w:val="00931E71"/>
    <w:rsid w:val="00932CBB"/>
    <w:rsid w:val="00933329"/>
    <w:rsid w:val="00933E90"/>
    <w:rsid w:val="00935044"/>
    <w:rsid w:val="00935163"/>
    <w:rsid w:val="00936224"/>
    <w:rsid w:val="009372C1"/>
    <w:rsid w:val="009374AA"/>
    <w:rsid w:val="00940356"/>
    <w:rsid w:val="009406FD"/>
    <w:rsid w:val="00940853"/>
    <w:rsid w:val="00940CAB"/>
    <w:rsid w:val="00942462"/>
    <w:rsid w:val="0094342B"/>
    <w:rsid w:val="009457B2"/>
    <w:rsid w:val="00945AB6"/>
    <w:rsid w:val="00946222"/>
    <w:rsid w:val="00947002"/>
    <w:rsid w:val="009513CE"/>
    <w:rsid w:val="00951928"/>
    <w:rsid w:val="00952386"/>
    <w:rsid w:val="009525B4"/>
    <w:rsid w:val="00952A4F"/>
    <w:rsid w:val="00953C4F"/>
    <w:rsid w:val="00956E1D"/>
    <w:rsid w:val="0095709D"/>
    <w:rsid w:val="00957C60"/>
    <w:rsid w:val="009606A5"/>
    <w:rsid w:val="00962792"/>
    <w:rsid w:val="00963385"/>
    <w:rsid w:val="0096369E"/>
    <w:rsid w:val="00963718"/>
    <w:rsid w:val="00965FF1"/>
    <w:rsid w:val="009665E7"/>
    <w:rsid w:val="00966905"/>
    <w:rsid w:val="009700FB"/>
    <w:rsid w:val="00970405"/>
    <w:rsid w:val="00970717"/>
    <w:rsid w:val="0097091D"/>
    <w:rsid w:val="009714F3"/>
    <w:rsid w:val="00971A5D"/>
    <w:rsid w:val="009731F7"/>
    <w:rsid w:val="0097386D"/>
    <w:rsid w:val="00973ABE"/>
    <w:rsid w:val="00975C0F"/>
    <w:rsid w:val="00976899"/>
    <w:rsid w:val="009776FF"/>
    <w:rsid w:val="00980126"/>
    <w:rsid w:val="00980757"/>
    <w:rsid w:val="00982255"/>
    <w:rsid w:val="00982359"/>
    <w:rsid w:val="00982BDE"/>
    <w:rsid w:val="00983878"/>
    <w:rsid w:val="00983DDF"/>
    <w:rsid w:val="0098418E"/>
    <w:rsid w:val="009841BD"/>
    <w:rsid w:val="00984726"/>
    <w:rsid w:val="00984EF8"/>
    <w:rsid w:val="009861CF"/>
    <w:rsid w:val="00986431"/>
    <w:rsid w:val="0098646D"/>
    <w:rsid w:val="0098648B"/>
    <w:rsid w:val="00986764"/>
    <w:rsid w:val="0098783B"/>
    <w:rsid w:val="009901A9"/>
    <w:rsid w:val="00990AEE"/>
    <w:rsid w:val="00991846"/>
    <w:rsid w:val="00992D1C"/>
    <w:rsid w:val="00992D83"/>
    <w:rsid w:val="00993AF1"/>
    <w:rsid w:val="009949C6"/>
    <w:rsid w:val="00994ACE"/>
    <w:rsid w:val="00995A61"/>
    <w:rsid w:val="009A03EA"/>
    <w:rsid w:val="009A0F18"/>
    <w:rsid w:val="009A29DB"/>
    <w:rsid w:val="009A3197"/>
    <w:rsid w:val="009A3212"/>
    <w:rsid w:val="009A333C"/>
    <w:rsid w:val="009A35C6"/>
    <w:rsid w:val="009A3EE0"/>
    <w:rsid w:val="009A4259"/>
    <w:rsid w:val="009A62C2"/>
    <w:rsid w:val="009A6EF1"/>
    <w:rsid w:val="009A7571"/>
    <w:rsid w:val="009A7A6B"/>
    <w:rsid w:val="009B12AA"/>
    <w:rsid w:val="009B217D"/>
    <w:rsid w:val="009B29A1"/>
    <w:rsid w:val="009B3810"/>
    <w:rsid w:val="009B41B7"/>
    <w:rsid w:val="009B4C36"/>
    <w:rsid w:val="009B7FB7"/>
    <w:rsid w:val="009C1547"/>
    <w:rsid w:val="009C2AE6"/>
    <w:rsid w:val="009C4233"/>
    <w:rsid w:val="009C4BB3"/>
    <w:rsid w:val="009C51C9"/>
    <w:rsid w:val="009C5BCF"/>
    <w:rsid w:val="009C5EEF"/>
    <w:rsid w:val="009C5FDC"/>
    <w:rsid w:val="009C6358"/>
    <w:rsid w:val="009C658F"/>
    <w:rsid w:val="009C74F8"/>
    <w:rsid w:val="009C7DC0"/>
    <w:rsid w:val="009D06B3"/>
    <w:rsid w:val="009D0A20"/>
    <w:rsid w:val="009D2650"/>
    <w:rsid w:val="009D2E35"/>
    <w:rsid w:val="009D34C5"/>
    <w:rsid w:val="009D37B6"/>
    <w:rsid w:val="009D3A94"/>
    <w:rsid w:val="009D3D82"/>
    <w:rsid w:val="009D4385"/>
    <w:rsid w:val="009D6724"/>
    <w:rsid w:val="009D6FF7"/>
    <w:rsid w:val="009D793E"/>
    <w:rsid w:val="009D7F3B"/>
    <w:rsid w:val="009E1C4F"/>
    <w:rsid w:val="009E22CA"/>
    <w:rsid w:val="009E230B"/>
    <w:rsid w:val="009E2932"/>
    <w:rsid w:val="009E36C8"/>
    <w:rsid w:val="009E4356"/>
    <w:rsid w:val="009E5EE6"/>
    <w:rsid w:val="009E61B0"/>
    <w:rsid w:val="009E6817"/>
    <w:rsid w:val="009E76B3"/>
    <w:rsid w:val="009F037B"/>
    <w:rsid w:val="009F0430"/>
    <w:rsid w:val="009F124D"/>
    <w:rsid w:val="009F1628"/>
    <w:rsid w:val="009F1E5D"/>
    <w:rsid w:val="009F227F"/>
    <w:rsid w:val="009F2769"/>
    <w:rsid w:val="009F2A9C"/>
    <w:rsid w:val="009F32FA"/>
    <w:rsid w:val="009F33CE"/>
    <w:rsid w:val="009F3E32"/>
    <w:rsid w:val="009F418D"/>
    <w:rsid w:val="009F4AAB"/>
    <w:rsid w:val="009F50C8"/>
    <w:rsid w:val="009F5298"/>
    <w:rsid w:val="009F535E"/>
    <w:rsid w:val="009F5BC1"/>
    <w:rsid w:val="009F604F"/>
    <w:rsid w:val="009F637D"/>
    <w:rsid w:val="009F66EF"/>
    <w:rsid w:val="009F6A4D"/>
    <w:rsid w:val="009F6C38"/>
    <w:rsid w:val="009F732C"/>
    <w:rsid w:val="00A014F0"/>
    <w:rsid w:val="00A01B33"/>
    <w:rsid w:val="00A023ED"/>
    <w:rsid w:val="00A04EE9"/>
    <w:rsid w:val="00A0576E"/>
    <w:rsid w:val="00A07115"/>
    <w:rsid w:val="00A07301"/>
    <w:rsid w:val="00A1101F"/>
    <w:rsid w:val="00A11FF2"/>
    <w:rsid w:val="00A123A2"/>
    <w:rsid w:val="00A13A8D"/>
    <w:rsid w:val="00A13E37"/>
    <w:rsid w:val="00A16096"/>
    <w:rsid w:val="00A16B89"/>
    <w:rsid w:val="00A170B6"/>
    <w:rsid w:val="00A17D30"/>
    <w:rsid w:val="00A202F1"/>
    <w:rsid w:val="00A204D8"/>
    <w:rsid w:val="00A20DC2"/>
    <w:rsid w:val="00A22584"/>
    <w:rsid w:val="00A23AD1"/>
    <w:rsid w:val="00A23BEB"/>
    <w:rsid w:val="00A24A01"/>
    <w:rsid w:val="00A24FAB"/>
    <w:rsid w:val="00A255AD"/>
    <w:rsid w:val="00A25C89"/>
    <w:rsid w:val="00A263D9"/>
    <w:rsid w:val="00A26F9C"/>
    <w:rsid w:val="00A274F3"/>
    <w:rsid w:val="00A27BBD"/>
    <w:rsid w:val="00A3103D"/>
    <w:rsid w:val="00A31478"/>
    <w:rsid w:val="00A34142"/>
    <w:rsid w:val="00A34896"/>
    <w:rsid w:val="00A34AE0"/>
    <w:rsid w:val="00A34D8F"/>
    <w:rsid w:val="00A35167"/>
    <w:rsid w:val="00A35721"/>
    <w:rsid w:val="00A3574C"/>
    <w:rsid w:val="00A35E05"/>
    <w:rsid w:val="00A36198"/>
    <w:rsid w:val="00A36E4E"/>
    <w:rsid w:val="00A3725A"/>
    <w:rsid w:val="00A379A2"/>
    <w:rsid w:val="00A379C3"/>
    <w:rsid w:val="00A41B60"/>
    <w:rsid w:val="00A42A13"/>
    <w:rsid w:val="00A44055"/>
    <w:rsid w:val="00A44313"/>
    <w:rsid w:val="00A44CC3"/>
    <w:rsid w:val="00A478BC"/>
    <w:rsid w:val="00A5033F"/>
    <w:rsid w:val="00A50F8F"/>
    <w:rsid w:val="00A51276"/>
    <w:rsid w:val="00A51C39"/>
    <w:rsid w:val="00A54ED4"/>
    <w:rsid w:val="00A556F6"/>
    <w:rsid w:val="00A55A71"/>
    <w:rsid w:val="00A60369"/>
    <w:rsid w:val="00A615A1"/>
    <w:rsid w:val="00A61E81"/>
    <w:rsid w:val="00A624EE"/>
    <w:rsid w:val="00A624FF"/>
    <w:rsid w:val="00A641DB"/>
    <w:rsid w:val="00A657E0"/>
    <w:rsid w:val="00A662D5"/>
    <w:rsid w:val="00A66EBD"/>
    <w:rsid w:val="00A66F22"/>
    <w:rsid w:val="00A673C7"/>
    <w:rsid w:val="00A67A77"/>
    <w:rsid w:val="00A70818"/>
    <w:rsid w:val="00A710C5"/>
    <w:rsid w:val="00A71749"/>
    <w:rsid w:val="00A71776"/>
    <w:rsid w:val="00A71798"/>
    <w:rsid w:val="00A71B4A"/>
    <w:rsid w:val="00A7228E"/>
    <w:rsid w:val="00A728B1"/>
    <w:rsid w:val="00A7358C"/>
    <w:rsid w:val="00A74A1B"/>
    <w:rsid w:val="00A76153"/>
    <w:rsid w:val="00A76E6E"/>
    <w:rsid w:val="00A800FF"/>
    <w:rsid w:val="00A80DEA"/>
    <w:rsid w:val="00A81676"/>
    <w:rsid w:val="00A820CF"/>
    <w:rsid w:val="00A82264"/>
    <w:rsid w:val="00A823C0"/>
    <w:rsid w:val="00A82A83"/>
    <w:rsid w:val="00A82CD2"/>
    <w:rsid w:val="00A83472"/>
    <w:rsid w:val="00A83648"/>
    <w:rsid w:val="00A8443B"/>
    <w:rsid w:val="00A86E01"/>
    <w:rsid w:val="00A87048"/>
    <w:rsid w:val="00A87116"/>
    <w:rsid w:val="00A908DF"/>
    <w:rsid w:val="00A92E17"/>
    <w:rsid w:val="00A93738"/>
    <w:rsid w:val="00A9380E"/>
    <w:rsid w:val="00A943A5"/>
    <w:rsid w:val="00A96B79"/>
    <w:rsid w:val="00A97260"/>
    <w:rsid w:val="00A97A45"/>
    <w:rsid w:val="00AA1B87"/>
    <w:rsid w:val="00AA28B0"/>
    <w:rsid w:val="00AA2BDF"/>
    <w:rsid w:val="00AA3171"/>
    <w:rsid w:val="00AA35DD"/>
    <w:rsid w:val="00AA393A"/>
    <w:rsid w:val="00AA401D"/>
    <w:rsid w:val="00AA612C"/>
    <w:rsid w:val="00AA79CF"/>
    <w:rsid w:val="00AA7C54"/>
    <w:rsid w:val="00AB01C8"/>
    <w:rsid w:val="00AB0480"/>
    <w:rsid w:val="00AB139A"/>
    <w:rsid w:val="00AB159B"/>
    <w:rsid w:val="00AB1C99"/>
    <w:rsid w:val="00AB21ED"/>
    <w:rsid w:val="00AB2DBC"/>
    <w:rsid w:val="00AB2DE0"/>
    <w:rsid w:val="00AB3533"/>
    <w:rsid w:val="00AB3944"/>
    <w:rsid w:val="00AB5206"/>
    <w:rsid w:val="00AB6DBE"/>
    <w:rsid w:val="00AB7482"/>
    <w:rsid w:val="00AB784E"/>
    <w:rsid w:val="00AB7DB4"/>
    <w:rsid w:val="00AB7DCE"/>
    <w:rsid w:val="00AC0A6F"/>
    <w:rsid w:val="00AC190F"/>
    <w:rsid w:val="00AC2115"/>
    <w:rsid w:val="00AC2337"/>
    <w:rsid w:val="00AC2507"/>
    <w:rsid w:val="00AC2902"/>
    <w:rsid w:val="00AC414D"/>
    <w:rsid w:val="00AC4875"/>
    <w:rsid w:val="00AC490D"/>
    <w:rsid w:val="00AC548A"/>
    <w:rsid w:val="00AC5493"/>
    <w:rsid w:val="00AC6569"/>
    <w:rsid w:val="00AC68CE"/>
    <w:rsid w:val="00AC6907"/>
    <w:rsid w:val="00AD0C76"/>
    <w:rsid w:val="00AD24CA"/>
    <w:rsid w:val="00AD3C4B"/>
    <w:rsid w:val="00AD403D"/>
    <w:rsid w:val="00AD42FD"/>
    <w:rsid w:val="00AD4A02"/>
    <w:rsid w:val="00AD6E24"/>
    <w:rsid w:val="00AE297A"/>
    <w:rsid w:val="00AE44B2"/>
    <w:rsid w:val="00AE44CE"/>
    <w:rsid w:val="00AE4C5D"/>
    <w:rsid w:val="00AE5622"/>
    <w:rsid w:val="00AE57FD"/>
    <w:rsid w:val="00AE77AC"/>
    <w:rsid w:val="00AE7A49"/>
    <w:rsid w:val="00AE7F74"/>
    <w:rsid w:val="00AF0481"/>
    <w:rsid w:val="00AF0EDD"/>
    <w:rsid w:val="00AF1476"/>
    <w:rsid w:val="00AF1840"/>
    <w:rsid w:val="00AF19CC"/>
    <w:rsid w:val="00AF43E7"/>
    <w:rsid w:val="00AF4848"/>
    <w:rsid w:val="00AF5293"/>
    <w:rsid w:val="00AF5EF7"/>
    <w:rsid w:val="00AF6452"/>
    <w:rsid w:val="00AF6742"/>
    <w:rsid w:val="00AF6D94"/>
    <w:rsid w:val="00B002CE"/>
    <w:rsid w:val="00B00821"/>
    <w:rsid w:val="00B00A2A"/>
    <w:rsid w:val="00B0121E"/>
    <w:rsid w:val="00B016B8"/>
    <w:rsid w:val="00B026F5"/>
    <w:rsid w:val="00B0320D"/>
    <w:rsid w:val="00B032C4"/>
    <w:rsid w:val="00B03D4D"/>
    <w:rsid w:val="00B03F6C"/>
    <w:rsid w:val="00B04132"/>
    <w:rsid w:val="00B04CEF"/>
    <w:rsid w:val="00B0507C"/>
    <w:rsid w:val="00B05168"/>
    <w:rsid w:val="00B05A8C"/>
    <w:rsid w:val="00B068A1"/>
    <w:rsid w:val="00B10997"/>
    <w:rsid w:val="00B10DE9"/>
    <w:rsid w:val="00B11F9D"/>
    <w:rsid w:val="00B128D7"/>
    <w:rsid w:val="00B1419A"/>
    <w:rsid w:val="00B1447D"/>
    <w:rsid w:val="00B144DB"/>
    <w:rsid w:val="00B148A4"/>
    <w:rsid w:val="00B14AA4"/>
    <w:rsid w:val="00B14D6C"/>
    <w:rsid w:val="00B15CAF"/>
    <w:rsid w:val="00B16AD2"/>
    <w:rsid w:val="00B176DE"/>
    <w:rsid w:val="00B17B31"/>
    <w:rsid w:val="00B208E3"/>
    <w:rsid w:val="00B20E4C"/>
    <w:rsid w:val="00B2243D"/>
    <w:rsid w:val="00B2272A"/>
    <w:rsid w:val="00B22A02"/>
    <w:rsid w:val="00B22B2C"/>
    <w:rsid w:val="00B232B0"/>
    <w:rsid w:val="00B23B2E"/>
    <w:rsid w:val="00B2506A"/>
    <w:rsid w:val="00B26409"/>
    <w:rsid w:val="00B26E74"/>
    <w:rsid w:val="00B301DF"/>
    <w:rsid w:val="00B30EB8"/>
    <w:rsid w:val="00B31642"/>
    <w:rsid w:val="00B321CF"/>
    <w:rsid w:val="00B33FCC"/>
    <w:rsid w:val="00B347AE"/>
    <w:rsid w:val="00B35B00"/>
    <w:rsid w:val="00B36140"/>
    <w:rsid w:val="00B3713B"/>
    <w:rsid w:val="00B37C0B"/>
    <w:rsid w:val="00B400E4"/>
    <w:rsid w:val="00B40299"/>
    <w:rsid w:val="00B4037C"/>
    <w:rsid w:val="00B4132A"/>
    <w:rsid w:val="00B4199C"/>
    <w:rsid w:val="00B42632"/>
    <w:rsid w:val="00B42E20"/>
    <w:rsid w:val="00B43472"/>
    <w:rsid w:val="00B4370E"/>
    <w:rsid w:val="00B43935"/>
    <w:rsid w:val="00B4405D"/>
    <w:rsid w:val="00B444C9"/>
    <w:rsid w:val="00B447AB"/>
    <w:rsid w:val="00B45AB5"/>
    <w:rsid w:val="00B46523"/>
    <w:rsid w:val="00B46FC7"/>
    <w:rsid w:val="00B50B01"/>
    <w:rsid w:val="00B50E9B"/>
    <w:rsid w:val="00B5295B"/>
    <w:rsid w:val="00B5300E"/>
    <w:rsid w:val="00B53553"/>
    <w:rsid w:val="00B53F22"/>
    <w:rsid w:val="00B53F35"/>
    <w:rsid w:val="00B5436F"/>
    <w:rsid w:val="00B549E2"/>
    <w:rsid w:val="00B550B6"/>
    <w:rsid w:val="00B5556E"/>
    <w:rsid w:val="00B56470"/>
    <w:rsid w:val="00B624C3"/>
    <w:rsid w:val="00B62F8A"/>
    <w:rsid w:val="00B63942"/>
    <w:rsid w:val="00B63FC0"/>
    <w:rsid w:val="00B658D2"/>
    <w:rsid w:val="00B6744D"/>
    <w:rsid w:val="00B70518"/>
    <w:rsid w:val="00B71BF2"/>
    <w:rsid w:val="00B72710"/>
    <w:rsid w:val="00B72797"/>
    <w:rsid w:val="00B72BF3"/>
    <w:rsid w:val="00B72E09"/>
    <w:rsid w:val="00B73E03"/>
    <w:rsid w:val="00B747BF"/>
    <w:rsid w:val="00B74FD0"/>
    <w:rsid w:val="00B7508E"/>
    <w:rsid w:val="00B75497"/>
    <w:rsid w:val="00B75DF5"/>
    <w:rsid w:val="00B76D0D"/>
    <w:rsid w:val="00B76D4F"/>
    <w:rsid w:val="00B779E5"/>
    <w:rsid w:val="00B77EFB"/>
    <w:rsid w:val="00B80BB6"/>
    <w:rsid w:val="00B817CC"/>
    <w:rsid w:val="00B81DD0"/>
    <w:rsid w:val="00B82CD0"/>
    <w:rsid w:val="00B8375C"/>
    <w:rsid w:val="00B837A6"/>
    <w:rsid w:val="00B8456D"/>
    <w:rsid w:val="00B84B9F"/>
    <w:rsid w:val="00B85F9A"/>
    <w:rsid w:val="00B87C2B"/>
    <w:rsid w:val="00B87D3A"/>
    <w:rsid w:val="00B904B3"/>
    <w:rsid w:val="00B908D9"/>
    <w:rsid w:val="00B90932"/>
    <w:rsid w:val="00B925F8"/>
    <w:rsid w:val="00B92FA6"/>
    <w:rsid w:val="00B93346"/>
    <w:rsid w:val="00B93B6B"/>
    <w:rsid w:val="00B93F7B"/>
    <w:rsid w:val="00B94E5A"/>
    <w:rsid w:val="00B95433"/>
    <w:rsid w:val="00B959E5"/>
    <w:rsid w:val="00B96103"/>
    <w:rsid w:val="00B9614C"/>
    <w:rsid w:val="00B97E27"/>
    <w:rsid w:val="00B97E50"/>
    <w:rsid w:val="00BA0460"/>
    <w:rsid w:val="00BA05A1"/>
    <w:rsid w:val="00BA1063"/>
    <w:rsid w:val="00BA19B6"/>
    <w:rsid w:val="00BA1E4B"/>
    <w:rsid w:val="00BA206E"/>
    <w:rsid w:val="00BA381F"/>
    <w:rsid w:val="00BA54C9"/>
    <w:rsid w:val="00BA6ED3"/>
    <w:rsid w:val="00BB0B00"/>
    <w:rsid w:val="00BB1A94"/>
    <w:rsid w:val="00BB4788"/>
    <w:rsid w:val="00BB5724"/>
    <w:rsid w:val="00BB64BD"/>
    <w:rsid w:val="00BB65C9"/>
    <w:rsid w:val="00BB6CAC"/>
    <w:rsid w:val="00BB6E94"/>
    <w:rsid w:val="00BB7218"/>
    <w:rsid w:val="00BB72A6"/>
    <w:rsid w:val="00BB75F6"/>
    <w:rsid w:val="00BB778A"/>
    <w:rsid w:val="00BB7D8D"/>
    <w:rsid w:val="00BC0D99"/>
    <w:rsid w:val="00BC14C6"/>
    <w:rsid w:val="00BC1F3F"/>
    <w:rsid w:val="00BC24DB"/>
    <w:rsid w:val="00BC3515"/>
    <w:rsid w:val="00BC3CAD"/>
    <w:rsid w:val="00BC3F01"/>
    <w:rsid w:val="00BC40CD"/>
    <w:rsid w:val="00BC42A6"/>
    <w:rsid w:val="00BC50D8"/>
    <w:rsid w:val="00BC5939"/>
    <w:rsid w:val="00BC5C5D"/>
    <w:rsid w:val="00BC665E"/>
    <w:rsid w:val="00BC7FF2"/>
    <w:rsid w:val="00BD00D1"/>
    <w:rsid w:val="00BD078A"/>
    <w:rsid w:val="00BD0A09"/>
    <w:rsid w:val="00BD1898"/>
    <w:rsid w:val="00BD2CBD"/>
    <w:rsid w:val="00BD316E"/>
    <w:rsid w:val="00BD40AB"/>
    <w:rsid w:val="00BD48F8"/>
    <w:rsid w:val="00BD5498"/>
    <w:rsid w:val="00BD5EE0"/>
    <w:rsid w:val="00BD66BF"/>
    <w:rsid w:val="00BD6F57"/>
    <w:rsid w:val="00BD74E3"/>
    <w:rsid w:val="00BD7B0C"/>
    <w:rsid w:val="00BE0713"/>
    <w:rsid w:val="00BE128B"/>
    <w:rsid w:val="00BE2428"/>
    <w:rsid w:val="00BE4009"/>
    <w:rsid w:val="00BE480D"/>
    <w:rsid w:val="00BE4E7B"/>
    <w:rsid w:val="00BE5375"/>
    <w:rsid w:val="00BE67D1"/>
    <w:rsid w:val="00BE6A1A"/>
    <w:rsid w:val="00BE7467"/>
    <w:rsid w:val="00BE7A59"/>
    <w:rsid w:val="00BE7D82"/>
    <w:rsid w:val="00BF5AFF"/>
    <w:rsid w:val="00BF5CC2"/>
    <w:rsid w:val="00BF6755"/>
    <w:rsid w:val="00BF6C4B"/>
    <w:rsid w:val="00BF7968"/>
    <w:rsid w:val="00BF7BA5"/>
    <w:rsid w:val="00C00DB1"/>
    <w:rsid w:val="00C01CC1"/>
    <w:rsid w:val="00C027CF"/>
    <w:rsid w:val="00C0322D"/>
    <w:rsid w:val="00C035C1"/>
    <w:rsid w:val="00C0443A"/>
    <w:rsid w:val="00C04B18"/>
    <w:rsid w:val="00C06F5B"/>
    <w:rsid w:val="00C074B5"/>
    <w:rsid w:val="00C078F5"/>
    <w:rsid w:val="00C10FA5"/>
    <w:rsid w:val="00C1146E"/>
    <w:rsid w:val="00C11C35"/>
    <w:rsid w:val="00C11E84"/>
    <w:rsid w:val="00C11FE3"/>
    <w:rsid w:val="00C12721"/>
    <w:rsid w:val="00C12FBB"/>
    <w:rsid w:val="00C13DA9"/>
    <w:rsid w:val="00C146CF"/>
    <w:rsid w:val="00C149ED"/>
    <w:rsid w:val="00C14EFF"/>
    <w:rsid w:val="00C15F5A"/>
    <w:rsid w:val="00C1695F"/>
    <w:rsid w:val="00C17A4D"/>
    <w:rsid w:val="00C17FB3"/>
    <w:rsid w:val="00C215D0"/>
    <w:rsid w:val="00C21BEF"/>
    <w:rsid w:val="00C2274C"/>
    <w:rsid w:val="00C23AE5"/>
    <w:rsid w:val="00C23FCF"/>
    <w:rsid w:val="00C24052"/>
    <w:rsid w:val="00C25D03"/>
    <w:rsid w:val="00C2693D"/>
    <w:rsid w:val="00C26AC7"/>
    <w:rsid w:val="00C26B55"/>
    <w:rsid w:val="00C27D78"/>
    <w:rsid w:val="00C27F02"/>
    <w:rsid w:val="00C30350"/>
    <w:rsid w:val="00C30469"/>
    <w:rsid w:val="00C31693"/>
    <w:rsid w:val="00C3190A"/>
    <w:rsid w:val="00C332D9"/>
    <w:rsid w:val="00C33704"/>
    <w:rsid w:val="00C3397E"/>
    <w:rsid w:val="00C33E4C"/>
    <w:rsid w:val="00C351CD"/>
    <w:rsid w:val="00C37911"/>
    <w:rsid w:val="00C4004C"/>
    <w:rsid w:val="00C40CEE"/>
    <w:rsid w:val="00C41095"/>
    <w:rsid w:val="00C4156B"/>
    <w:rsid w:val="00C41B49"/>
    <w:rsid w:val="00C41E31"/>
    <w:rsid w:val="00C41ED5"/>
    <w:rsid w:val="00C42289"/>
    <w:rsid w:val="00C42798"/>
    <w:rsid w:val="00C42CDF"/>
    <w:rsid w:val="00C434C7"/>
    <w:rsid w:val="00C4357E"/>
    <w:rsid w:val="00C43C21"/>
    <w:rsid w:val="00C447C9"/>
    <w:rsid w:val="00C447E0"/>
    <w:rsid w:val="00C4581F"/>
    <w:rsid w:val="00C4659A"/>
    <w:rsid w:val="00C47247"/>
    <w:rsid w:val="00C5028F"/>
    <w:rsid w:val="00C503AF"/>
    <w:rsid w:val="00C50AD5"/>
    <w:rsid w:val="00C523AC"/>
    <w:rsid w:val="00C52554"/>
    <w:rsid w:val="00C53A41"/>
    <w:rsid w:val="00C53B11"/>
    <w:rsid w:val="00C53B2D"/>
    <w:rsid w:val="00C54226"/>
    <w:rsid w:val="00C54BE4"/>
    <w:rsid w:val="00C5795F"/>
    <w:rsid w:val="00C579AD"/>
    <w:rsid w:val="00C57B7F"/>
    <w:rsid w:val="00C60181"/>
    <w:rsid w:val="00C62774"/>
    <w:rsid w:val="00C62BE8"/>
    <w:rsid w:val="00C63077"/>
    <w:rsid w:val="00C630E8"/>
    <w:rsid w:val="00C63739"/>
    <w:rsid w:val="00C64221"/>
    <w:rsid w:val="00C6452E"/>
    <w:rsid w:val="00C647F6"/>
    <w:rsid w:val="00C64E82"/>
    <w:rsid w:val="00C66088"/>
    <w:rsid w:val="00C67399"/>
    <w:rsid w:val="00C67809"/>
    <w:rsid w:val="00C711D6"/>
    <w:rsid w:val="00C71A16"/>
    <w:rsid w:val="00C72B90"/>
    <w:rsid w:val="00C72BB3"/>
    <w:rsid w:val="00C73574"/>
    <w:rsid w:val="00C74515"/>
    <w:rsid w:val="00C74B27"/>
    <w:rsid w:val="00C74E03"/>
    <w:rsid w:val="00C757B8"/>
    <w:rsid w:val="00C75A09"/>
    <w:rsid w:val="00C76167"/>
    <w:rsid w:val="00C77B4E"/>
    <w:rsid w:val="00C804F9"/>
    <w:rsid w:val="00C8054C"/>
    <w:rsid w:val="00C809AF"/>
    <w:rsid w:val="00C81221"/>
    <w:rsid w:val="00C82602"/>
    <w:rsid w:val="00C85E0B"/>
    <w:rsid w:val="00C86A3D"/>
    <w:rsid w:val="00C86D47"/>
    <w:rsid w:val="00C86E9D"/>
    <w:rsid w:val="00C8733B"/>
    <w:rsid w:val="00C87894"/>
    <w:rsid w:val="00C90634"/>
    <w:rsid w:val="00C90C29"/>
    <w:rsid w:val="00C90C50"/>
    <w:rsid w:val="00C916BA"/>
    <w:rsid w:val="00C9248A"/>
    <w:rsid w:val="00C9275F"/>
    <w:rsid w:val="00C93250"/>
    <w:rsid w:val="00C9375B"/>
    <w:rsid w:val="00C93FDD"/>
    <w:rsid w:val="00C95565"/>
    <w:rsid w:val="00C96E5A"/>
    <w:rsid w:val="00C97E16"/>
    <w:rsid w:val="00CA12DE"/>
    <w:rsid w:val="00CA2932"/>
    <w:rsid w:val="00CA2E13"/>
    <w:rsid w:val="00CA324B"/>
    <w:rsid w:val="00CA4555"/>
    <w:rsid w:val="00CA4D08"/>
    <w:rsid w:val="00CA5052"/>
    <w:rsid w:val="00CB0D4F"/>
    <w:rsid w:val="00CB0E6C"/>
    <w:rsid w:val="00CB1191"/>
    <w:rsid w:val="00CB18CD"/>
    <w:rsid w:val="00CB1997"/>
    <w:rsid w:val="00CB4C13"/>
    <w:rsid w:val="00CB514B"/>
    <w:rsid w:val="00CB6867"/>
    <w:rsid w:val="00CB7FA1"/>
    <w:rsid w:val="00CC07B2"/>
    <w:rsid w:val="00CC1980"/>
    <w:rsid w:val="00CC225D"/>
    <w:rsid w:val="00CC2978"/>
    <w:rsid w:val="00CC2CA5"/>
    <w:rsid w:val="00CC3356"/>
    <w:rsid w:val="00CC389E"/>
    <w:rsid w:val="00CC40AE"/>
    <w:rsid w:val="00CC4779"/>
    <w:rsid w:val="00CC512E"/>
    <w:rsid w:val="00CC520E"/>
    <w:rsid w:val="00CC6C15"/>
    <w:rsid w:val="00CC73D1"/>
    <w:rsid w:val="00CD03E3"/>
    <w:rsid w:val="00CD11D0"/>
    <w:rsid w:val="00CD139B"/>
    <w:rsid w:val="00CD184C"/>
    <w:rsid w:val="00CD1CBA"/>
    <w:rsid w:val="00CD1CE4"/>
    <w:rsid w:val="00CD268C"/>
    <w:rsid w:val="00CD4B14"/>
    <w:rsid w:val="00CD511F"/>
    <w:rsid w:val="00CD5BB1"/>
    <w:rsid w:val="00CD5D8A"/>
    <w:rsid w:val="00CD608E"/>
    <w:rsid w:val="00CD6E0F"/>
    <w:rsid w:val="00CD71FE"/>
    <w:rsid w:val="00CD7A01"/>
    <w:rsid w:val="00CE11BD"/>
    <w:rsid w:val="00CE1AA6"/>
    <w:rsid w:val="00CE229F"/>
    <w:rsid w:val="00CE24DE"/>
    <w:rsid w:val="00CE31F9"/>
    <w:rsid w:val="00CE358E"/>
    <w:rsid w:val="00CE3910"/>
    <w:rsid w:val="00CE52F8"/>
    <w:rsid w:val="00CE553E"/>
    <w:rsid w:val="00CE5BDF"/>
    <w:rsid w:val="00CE6618"/>
    <w:rsid w:val="00CE6745"/>
    <w:rsid w:val="00CE749C"/>
    <w:rsid w:val="00CE763C"/>
    <w:rsid w:val="00CE7B11"/>
    <w:rsid w:val="00CE7E68"/>
    <w:rsid w:val="00CF1E1C"/>
    <w:rsid w:val="00CF23C0"/>
    <w:rsid w:val="00CF2E7A"/>
    <w:rsid w:val="00CF329F"/>
    <w:rsid w:val="00CF32FB"/>
    <w:rsid w:val="00CF332D"/>
    <w:rsid w:val="00CF4024"/>
    <w:rsid w:val="00CF4BD7"/>
    <w:rsid w:val="00CF5861"/>
    <w:rsid w:val="00CF5CC3"/>
    <w:rsid w:val="00CF748C"/>
    <w:rsid w:val="00CF7506"/>
    <w:rsid w:val="00D01175"/>
    <w:rsid w:val="00D01AB3"/>
    <w:rsid w:val="00D03B6B"/>
    <w:rsid w:val="00D03D87"/>
    <w:rsid w:val="00D03E8E"/>
    <w:rsid w:val="00D03F1A"/>
    <w:rsid w:val="00D04029"/>
    <w:rsid w:val="00D04C99"/>
    <w:rsid w:val="00D0550A"/>
    <w:rsid w:val="00D05BFE"/>
    <w:rsid w:val="00D05DF9"/>
    <w:rsid w:val="00D06B82"/>
    <w:rsid w:val="00D0719E"/>
    <w:rsid w:val="00D100ED"/>
    <w:rsid w:val="00D11179"/>
    <w:rsid w:val="00D12648"/>
    <w:rsid w:val="00D1439D"/>
    <w:rsid w:val="00D14449"/>
    <w:rsid w:val="00D14A15"/>
    <w:rsid w:val="00D15520"/>
    <w:rsid w:val="00D15A7B"/>
    <w:rsid w:val="00D15D74"/>
    <w:rsid w:val="00D15DAD"/>
    <w:rsid w:val="00D16CA8"/>
    <w:rsid w:val="00D17EE0"/>
    <w:rsid w:val="00D20DE9"/>
    <w:rsid w:val="00D21A5D"/>
    <w:rsid w:val="00D231AB"/>
    <w:rsid w:val="00D2352E"/>
    <w:rsid w:val="00D23C3F"/>
    <w:rsid w:val="00D247DD"/>
    <w:rsid w:val="00D2575F"/>
    <w:rsid w:val="00D26D4E"/>
    <w:rsid w:val="00D270F7"/>
    <w:rsid w:val="00D2775C"/>
    <w:rsid w:val="00D3045D"/>
    <w:rsid w:val="00D30D9B"/>
    <w:rsid w:val="00D30F0D"/>
    <w:rsid w:val="00D31150"/>
    <w:rsid w:val="00D31482"/>
    <w:rsid w:val="00D31CD6"/>
    <w:rsid w:val="00D3326B"/>
    <w:rsid w:val="00D3330B"/>
    <w:rsid w:val="00D336E7"/>
    <w:rsid w:val="00D3525E"/>
    <w:rsid w:val="00D3624E"/>
    <w:rsid w:val="00D36569"/>
    <w:rsid w:val="00D41A46"/>
    <w:rsid w:val="00D43138"/>
    <w:rsid w:val="00D434CF"/>
    <w:rsid w:val="00D43C7D"/>
    <w:rsid w:val="00D43E26"/>
    <w:rsid w:val="00D44BAF"/>
    <w:rsid w:val="00D45ED4"/>
    <w:rsid w:val="00D45F1F"/>
    <w:rsid w:val="00D4719E"/>
    <w:rsid w:val="00D47E61"/>
    <w:rsid w:val="00D5021F"/>
    <w:rsid w:val="00D51F1B"/>
    <w:rsid w:val="00D52DAC"/>
    <w:rsid w:val="00D5336F"/>
    <w:rsid w:val="00D53C59"/>
    <w:rsid w:val="00D5637B"/>
    <w:rsid w:val="00D57BC3"/>
    <w:rsid w:val="00D600E9"/>
    <w:rsid w:val="00D601FA"/>
    <w:rsid w:val="00D60444"/>
    <w:rsid w:val="00D60FBA"/>
    <w:rsid w:val="00D62EFA"/>
    <w:rsid w:val="00D63815"/>
    <w:rsid w:val="00D64BB6"/>
    <w:rsid w:val="00D64DB5"/>
    <w:rsid w:val="00D65BE9"/>
    <w:rsid w:val="00D679B8"/>
    <w:rsid w:val="00D67E5B"/>
    <w:rsid w:val="00D72315"/>
    <w:rsid w:val="00D72BDD"/>
    <w:rsid w:val="00D74FE2"/>
    <w:rsid w:val="00D766E1"/>
    <w:rsid w:val="00D80F4E"/>
    <w:rsid w:val="00D81452"/>
    <w:rsid w:val="00D8253F"/>
    <w:rsid w:val="00D82C68"/>
    <w:rsid w:val="00D82DA1"/>
    <w:rsid w:val="00D82EDC"/>
    <w:rsid w:val="00D8322D"/>
    <w:rsid w:val="00D846C1"/>
    <w:rsid w:val="00D85054"/>
    <w:rsid w:val="00D851F9"/>
    <w:rsid w:val="00D85273"/>
    <w:rsid w:val="00D85764"/>
    <w:rsid w:val="00D85E5E"/>
    <w:rsid w:val="00D866F2"/>
    <w:rsid w:val="00D90A45"/>
    <w:rsid w:val="00D90B2A"/>
    <w:rsid w:val="00D91355"/>
    <w:rsid w:val="00D91B6F"/>
    <w:rsid w:val="00D93AF6"/>
    <w:rsid w:val="00D9408B"/>
    <w:rsid w:val="00D9631C"/>
    <w:rsid w:val="00D9702B"/>
    <w:rsid w:val="00D97241"/>
    <w:rsid w:val="00DA0699"/>
    <w:rsid w:val="00DA1463"/>
    <w:rsid w:val="00DA2CD6"/>
    <w:rsid w:val="00DA2E29"/>
    <w:rsid w:val="00DA3192"/>
    <w:rsid w:val="00DA3234"/>
    <w:rsid w:val="00DA3A79"/>
    <w:rsid w:val="00DA45EF"/>
    <w:rsid w:val="00DA56CD"/>
    <w:rsid w:val="00DA599C"/>
    <w:rsid w:val="00DA6456"/>
    <w:rsid w:val="00DA727D"/>
    <w:rsid w:val="00DB01C3"/>
    <w:rsid w:val="00DB1939"/>
    <w:rsid w:val="00DB1C71"/>
    <w:rsid w:val="00DB25DE"/>
    <w:rsid w:val="00DB2B0B"/>
    <w:rsid w:val="00DB35C6"/>
    <w:rsid w:val="00DB3EB3"/>
    <w:rsid w:val="00DB3F15"/>
    <w:rsid w:val="00DB4844"/>
    <w:rsid w:val="00DB5638"/>
    <w:rsid w:val="00DB5A87"/>
    <w:rsid w:val="00DB65CD"/>
    <w:rsid w:val="00DB7E67"/>
    <w:rsid w:val="00DC1D85"/>
    <w:rsid w:val="00DC1DAB"/>
    <w:rsid w:val="00DC3597"/>
    <w:rsid w:val="00DC52FD"/>
    <w:rsid w:val="00DC63C4"/>
    <w:rsid w:val="00DC6B62"/>
    <w:rsid w:val="00DD0715"/>
    <w:rsid w:val="00DD0FC8"/>
    <w:rsid w:val="00DD0FF6"/>
    <w:rsid w:val="00DD2804"/>
    <w:rsid w:val="00DD2D02"/>
    <w:rsid w:val="00DD2F14"/>
    <w:rsid w:val="00DD327A"/>
    <w:rsid w:val="00DD36DB"/>
    <w:rsid w:val="00DD4742"/>
    <w:rsid w:val="00DD4E85"/>
    <w:rsid w:val="00DD5E6C"/>
    <w:rsid w:val="00DD6ACC"/>
    <w:rsid w:val="00DD7299"/>
    <w:rsid w:val="00DD75AB"/>
    <w:rsid w:val="00DD7E48"/>
    <w:rsid w:val="00DE1685"/>
    <w:rsid w:val="00DE1A48"/>
    <w:rsid w:val="00DE4159"/>
    <w:rsid w:val="00DE416A"/>
    <w:rsid w:val="00DE4743"/>
    <w:rsid w:val="00DE4FC2"/>
    <w:rsid w:val="00DE5EA4"/>
    <w:rsid w:val="00DE6863"/>
    <w:rsid w:val="00DE6EEB"/>
    <w:rsid w:val="00DF02BC"/>
    <w:rsid w:val="00DF08C9"/>
    <w:rsid w:val="00DF1FE8"/>
    <w:rsid w:val="00DF3BB4"/>
    <w:rsid w:val="00DF3F0B"/>
    <w:rsid w:val="00DF3F62"/>
    <w:rsid w:val="00DF5254"/>
    <w:rsid w:val="00DF5453"/>
    <w:rsid w:val="00E049D0"/>
    <w:rsid w:val="00E04A59"/>
    <w:rsid w:val="00E05095"/>
    <w:rsid w:val="00E050A9"/>
    <w:rsid w:val="00E051CE"/>
    <w:rsid w:val="00E057B3"/>
    <w:rsid w:val="00E05C6C"/>
    <w:rsid w:val="00E06125"/>
    <w:rsid w:val="00E06898"/>
    <w:rsid w:val="00E069E1"/>
    <w:rsid w:val="00E0710B"/>
    <w:rsid w:val="00E0767C"/>
    <w:rsid w:val="00E07E48"/>
    <w:rsid w:val="00E10A0C"/>
    <w:rsid w:val="00E116C8"/>
    <w:rsid w:val="00E12698"/>
    <w:rsid w:val="00E12ECF"/>
    <w:rsid w:val="00E12F06"/>
    <w:rsid w:val="00E1325C"/>
    <w:rsid w:val="00E14865"/>
    <w:rsid w:val="00E15647"/>
    <w:rsid w:val="00E15698"/>
    <w:rsid w:val="00E16571"/>
    <w:rsid w:val="00E17348"/>
    <w:rsid w:val="00E20705"/>
    <w:rsid w:val="00E20E32"/>
    <w:rsid w:val="00E21202"/>
    <w:rsid w:val="00E21668"/>
    <w:rsid w:val="00E22971"/>
    <w:rsid w:val="00E22DBF"/>
    <w:rsid w:val="00E2381A"/>
    <w:rsid w:val="00E241F9"/>
    <w:rsid w:val="00E2614E"/>
    <w:rsid w:val="00E30053"/>
    <w:rsid w:val="00E3139D"/>
    <w:rsid w:val="00E3177B"/>
    <w:rsid w:val="00E322AF"/>
    <w:rsid w:val="00E32830"/>
    <w:rsid w:val="00E32919"/>
    <w:rsid w:val="00E354ED"/>
    <w:rsid w:val="00E36331"/>
    <w:rsid w:val="00E36568"/>
    <w:rsid w:val="00E370C9"/>
    <w:rsid w:val="00E37AE0"/>
    <w:rsid w:val="00E37B1A"/>
    <w:rsid w:val="00E40649"/>
    <w:rsid w:val="00E40656"/>
    <w:rsid w:val="00E406E0"/>
    <w:rsid w:val="00E41274"/>
    <w:rsid w:val="00E41279"/>
    <w:rsid w:val="00E41BD1"/>
    <w:rsid w:val="00E4341D"/>
    <w:rsid w:val="00E434E3"/>
    <w:rsid w:val="00E43F7E"/>
    <w:rsid w:val="00E4431A"/>
    <w:rsid w:val="00E444C7"/>
    <w:rsid w:val="00E45891"/>
    <w:rsid w:val="00E46D41"/>
    <w:rsid w:val="00E46EFA"/>
    <w:rsid w:val="00E473A9"/>
    <w:rsid w:val="00E4740E"/>
    <w:rsid w:val="00E5066F"/>
    <w:rsid w:val="00E524CF"/>
    <w:rsid w:val="00E53F93"/>
    <w:rsid w:val="00E56F2E"/>
    <w:rsid w:val="00E57011"/>
    <w:rsid w:val="00E574D9"/>
    <w:rsid w:val="00E6212E"/>
    <w:rsid w:val="00E62743"/>
    <w:rsid w:val="00E62CFE"/>
    <w:rsid w:val="00E63596"/>
    <w:rsid w:val="00E63914"/>
    <w:rsid w:val="00E63DDD"/>
    <w:rsid w:val="00E65692"/>
    <w:rsid w:val="00E669A3"/>
    <w:rsid w:val="00E67B04"/>
    <w:rsid w:val="00E7155E"/>
    <w:rsid w:val="00E72A05"/>
    <w:rsid w:val="00E731E7"/>
    <w:rsid w:val="00E73F0F"/>
    <w:rsid w:val="00E7415B"/>
    <w:rsid w:val="00E7416F"/>
    <w:rsid w:val="00E741BF"/>
    <w:rsid w:val="00E7470C"/>
    <w:rsid w:val="00E75102"/>
    <w:rsid w:val="00E752DB"/>
    <w:rsid w:val="00E76085"/>
    <w:rsid w:val="00E762E7"/>
    <w:rsid w:val="00E775C2"/>
    <w:rsid w:val="00E77D3C"/>
    <w:rsid w:val="00E77FD5"/>
    <w:rsid w:val="00E80140"/>
    <w:rsid w:val="00E818A7"/>
    <w:rsid w:val="00E84497"/>
    <w:rsid w:val="00E8462D"/>
    <w:rsid w:val="00E8487F"/>
    <w:rsid w:val="00E848EE"/>
    <w:rsid w:val="00E84BAC"/>
    <w:rsid w:val="00E84DCD"/>
    <w:rsid w:val="00E851CA"/>
    <w:rsid w:val="00E85595"/>
    <w:rsid w:val="00E85E18"/>
    <w:rsid w:val="00E868D8"/>
    <w:rsid w:val="00E87818"/>
    <w:rsid w:val="00E87CCA"/>
    <w:rsid w:val="00E87F65"/>
    <w:rsid w:val="00E91511"/>
    <w:rsid w:val="00E918D2"/>
    <w:rsid w:val="00E94E6A"/>
    <w:rsid w:val="00E94E87"/>
    <w:rsid w:val="00E95030"/>
    <w:rsid w:val="00E954EA"/>
    <w:rsid w:val="00E95B01"/>
    <w:rsid w:val="00E9658A"/>
    <w:rsid w:val="00EA00CB"/>
    <w:rsid w:val="00EA0230"/>
    <w:rsid w:val="00EA0F02"/>
    <w:rsid w:val="00EA3AB3"/>
    <w:rsid w:val="00EA562F"/>
    <w:rsid w:val="00EA56E4"/>
    <w:rsid w:val="00EA6ECE"/>
    <w:rsid w:val="00EA7211"/>
    <w:rsid w:val="00EA757D"/>
    <w:rsid w:val="00EA78FC"/>
    <w:rsid w:val="00EB00C8"/>
    <w:rsid w:val="00EB15A9"/>
    <w:rsid w:val="00EB243B"/>
    <w:rsid w:val="00EB279A"/>
    <w:rsid w:val="00EB2829"/>
    <w:rsid w:val="00EB3EC5"/>
    <w:rsid w:val="00EB3EC7"/>
    <w:rsid w:val="00EB4FA8"/>
    <w:rsid w:val="00EB5123"/>
    <w:rsid w:val="00EB607A"/>
    <w:rsid w:val="00EB6336"/>
    <w:rsid w:val="00EB6D4E"/>
    <w:rsid w:val="00EB6D89"/>
    <w:rsid w:val="00EB732E"/>
    <w:rsid w:val="00EB754E"/>
    <w:rsid w:val="00EC1BD5"/>
    <w:rsid w:val="00EC30C6"/>
    <w:rsid w:val="00EC4242"/>
    <w:rsid w:val="00EC4D1A"/>
    <w:rsid w:val="00EC61E1"/>
    <w:rsid w:val="00EC66DC"/>
    <w:rsid w:val="00EC6945"/>
    <w:rsid w:val="00ED03E8"/>
    <w:rsid w:val="00ED3CA1"/>
    <w:rsid w:val="00ED463C"/>
    <w:rsid w:val="00ED5066"/>
    <w:rsid w:val="00ED609E"/>
    <w:rsid w:val="00ED68D4"/>
    <w:rsid w:val="00ED6DB3"/>
    <w:rsid w:val="00ED7691"/>
    <w:rsid w:val="00ED77BC"/>
    <w:rsid w:val="00EE08D9"/>
    <w:rsid w:val="00EE0F1E"/>
    <w:rsid w:val="00EE1EC2"/>
    <w:rsid w:val="00EE1FF0"/>
    <w:rsid w:val="00EE2612"/>
    <w:rsid w:val="00EE40D6"/>
    <w:rsid w:val="00EE4AF6"/>
    <w:rsid w:val="00EE4E09"/>
    <w:rsid w:val="00EE4F3D"/>
    <w:rsid w:val="00EE67DA"/>
    <w:rsid w:val="00EE6DF4"/>
    <w:rsid w:val="00EE720A"/>
    <w:rsid w:val="00EE768A"/>
    <w:rsid w:val="00EE7E5C"/>
    <w:rsid w:val="00EF0792"/>
    <w:rsid w:val="00EF1207"/>
    <w:rsid w:val="00EF1F91"/>
    <w:rsid w:val="00EF23CA"/>
    <w:rsid w:val="00EF23E7"/>
    <w:rsid w:val="00EF2996"/>
    <w:rsid w:val="00EF39BA"/>
    <w:rsid w:val="00EF4250"/>
    <w:rsid w:val="00EF438A"/>
    <w:rsid w:val="00EF63D5"/>
    <w:rsid w:val="00EF6575"/>
    <w:rsid w:val="00EF6BA9"/>
    <w:rsid w:val="00EF6EE4"/>
    <w:rsid w:val="00F01346"/>
    <w:rsid w:val="00F04F3D"/>
    <w:rsid w:val="00F05679"/>
    <w:rsid w:val="00F05BCC"/>
    <w:rsid w:val="00F06022"/>
    <w:rsid w:val="00F06779"/>
    <w:rsid w:val="00F1005B"/>
    <w:rsid w:val="00F104B6"/>
    <w:rsid w:val="00F10C06"/>
    <w:rsid w:val="00F11EE4"/>
    <w:rsid w:val="00F13DE5"/>
    <w:rsid w:val="00F15333"/>
    <w:rsid w:val="00F15E1C"/>
    <w:rsid w:val="00F163E0"/>
    <w:rsid w:val="00F16935"/>
    <w:rsid w:val="00F16959"/>
    <w:rsid w:val="00F16C74"/>
    <w:rsid w:val="00F16CE4"/>
    <w:rsid w:val="00F170DE"/>
    <w:rsid w:val="00F173C7"/>
    <w:rsid w:val="00F21446"/>
    <w:rsid w:val="00F21D39"/>
    <w:rsid w:val="00F21E78"/>
    <w:rsid w:val="00F22BD9"/>
    <w:rsid w:val="00F2350F"/>
    <w:rsid w:val="00F23CC2"/>
    <w:rsid w:val="00F255DB"/>
    <w:rsid w:val="00F27180"/>
    <w:rsid w:val="00F31788"/>
    <w:rsid w:val="00F3222B"/>
    <w:rsid w:val="00F323C9"/>
    <w:rsid w:val="00F33A31"/>
    <w:rsid w:val="00F33BC3"/>
    <w:rsid w:val="00F347CC"/>
    <w:rsid w:val="00F35ACA"/>
    <w:rsid w:val="00F35E2C"/>
    <w:rsid w:val="00F36075"/>
    <w:rsid w:val="00F3608A"/>
    <w:rsid w:val="00F3702A"/>
    <w:rsid w:val="00F370F8"/>
    <w:rsid w:val="00F3731D"/>
    <w:rsid w:val="00F37B8F"/>
    <w:rsid w:val="00F37C15"/>
    <w:rsid w:val="00F37C17"/>
    <w:rsid w:val="00F42540"/>
    <w:rsid w:val="00F42F18"/>
    <w:rsid w:val="00F431C1"/>
    <w:rsid w:val="00F43A43"/>
    <w:rsid w:val="00F43D2B"/>
    <w:rsid w:val="00F443B9"/>
    <w:rsid w:val="00F45103"/>
    <w:rsid w:val="00F45583"/>
    <w:rsid w:val="00F47039"/>
    <w:rsid w:val="00F47968"/>
    <w:rsid w:val="00F5030E"/>
    <w:rsid w:val="00F51330"/>
    <w:rsid w:val="00F523B4"/>
    <w:rsid w:val="00F526D6"/>
    <w:rsid w:val="00F527A9"/>
    <w:rsid w:val="00F52841"/>
    <w:rsid w:val="00F52A77"/>
    <w:rsid w:val="00F53BA0"/>
    <w:rsid w:val="00F5414E"/>
    <w:rsid w:val="00F5446D"/>
    <w:rsid w:val="00F54BAF"/>
    <w:rsid w:val="00F54DF1"/>
    <w:rsid w:val="00F5536C"/>
    <w:rsid w:val="00F55CAE"/>
    <w:rsid w:val="00F561B1"/>
    <w:rsid w:val="00F57302"/>
    <w:rsid w:val="00F57A28"/>
    <w:rsid w:val="00F60538"/>
    <w:rsid w:val="00F60B8D"/>
    <w:rsid w:val="00F613CF"/>
    <w:rsid w:val="00F6199D"/>
    <w:rsid w:val="00F619FD"/>
    <w:rsid w:val="00F625C8"/>
    <w:rsid w:val="00F6311E"/>
    <w:rsid w:val="00F63BA4"/>
    <w:rsid w:val="00F65C45"/>
    <w:rsid w:val="00F67A2C"/>
    <w:rsid w:val="00F713EA"/>
    <w:rsid w:val="00F71869"/>
    <w:rsid w:val="00F71DA4"/>
    <w:rsid w:val="00F725D9"/>
    <w:rsid w:val="00F7281A"/>
    <w:rsid w:val="00F74155"/>
    <w:rsid w:val="00F74376"/>
    <w:rsid w:val="00F74E03"/>
    <w:rsid w:val="00F7574A"/>
    <w:rsid w:val="00F80426"/>
    <w:rsid w:val="00F80D21"/>
    <w:rsid w:val="00F81749"/>
    <w:rsid w:val="00F817A4"/>
    <w:rsid w:val="00F81A82"/>
    <w:rsid w:val="00F81F3C"/>
    <w:rsid w:val="00F825E1"/>
    <w:rsid w:val="00F837ED"/>
    <w:rsid w:val="00F838CC"/>
    <w:rsid w:val="00F83E7C"/>
    <w:rsid w:val="00F845A6"/>
    <w:rsid w:val="00F84FE4"/>
    <w:rsid w:val="00F84FEC"/>
    <w:rsid w:val="00F8557D"/>
    <w:rsid w:val="00F858E8"/>
    <w:rsid w:val="00F85A99"/>
    <w:rsid w:val="00F85CB1"/>
    <w:rsid w:val="00F8601D"/>
    <w:rsid w:val="00F86E7A"/>
    <w:rsid w:val="00F87135"/>
    <w:rsid w:val="00F8773E"/>
    <w:rsid w:val="00F90F11"/>
    <w:rsid w:val="00F912CA"/>
    <w:rsid w:val="00F94630"/>
    <w:rsid w:val="00F94755"/>
    <w:rsid w:val="00F94EAE"/>
    <w:rsid w:val="00F955D8"/>
    <w:rsid w:val="00F95682"/>
    <w:rsid w:val="00F9618C"/>
    <w:rsid w:val="00F972A7"/>
    <w:rsid w:val="00FA0E83"/>
    <w:rsid w:val="00FA0EF6"/>
    <w:rsid w:val="00FA2463"/>
    <w:rsid w:val="00FA26F2"/>
    <w:rsid w:val="00FA30A8"/>
    <w:rsid w:val="00FA324B"/>
    <w:rsid w:val="00FA36B4"/>
    <w:rsid w:val="00FA3AE1"/>
    <w:rsid w:val="00FA4FB4"/>
    <w:rsid w:val="00FA4FFA"/>
    <w:rsid w:val="00FA5F1F"/>
    <w:rsid w:val="00FB0BC8"/>
    <w:rsid w:val="00FB0CA3"/>
    <w:rsid w:val="00FB1D17"/>
    <w:rsid w:val="00FB2305"/>
    <w:rsid w:val="00FB41E1"/>
    <w:rsid w:val="00FB4948"/>
    <w:rsid w:val="00FB5AA4"/>
    <w:rsid w:val="00FB679C"/>
    <w:rsid w:val="00FB78E1"/>
    <w:rsid w:val="00FC101B"/>
    <w:rsid w:val="00FC1318"/>
    <w:rsid w:val="00FC14C4"/>
    <w:rsid w:val="00FC176F"/>
    <w:rsid w:val="00FC2ACA"/>
    <w:rsid w:val="00FC2BDC"/>
    <w:rsid w:val="00FC2DEB"/>
    <w:rsid w:val="00FC322E"/>
    <w:rsid w:val="00FC38C7"/>
    <w:rsid w:val="00FC39C5"/>
    <w:rsid w:val="00FC41D7"/>
    <w:rsid w:val="00FC73D8"/>
    <w:rsid w:val="00FC7B09"/>
    <w:rsid w:val="00FD00F8"/>
    <w:rsid w:val="00FD12A0"/>
    <w:rsid w:val="00FD171D"/>
    <w:rsid w:val="00FD18A6"/>
    <w:rsid w:val="00FD224A"/>
    <w:rsid w:val="00FD26BF"/>
    <w:rsid w:val="00FD3B4E"/>
    <w:rsid w:val="00FD46DE"/>
    <w:rsid w:val="00FD5165"/>
    <w:rsid w:val="00FD6B77"/>
    <w:rsid w:val="00FD6F53"/>
    <w:rsid w:val="00FD70BA"/>
    <w:rsid w:val="00FD7D64"/>
    <w:rsid w:val="00FE0088"/>
    <w:rsid w:val="00FE04FC"/>
    <w:rsid w:val="00FE1039"/>
    <w:rsid w:val="00FE1BEC"/>
    <w:rsid w:val="00FE2AEF"/>
    <w:rsid w:val="00FE39CF"/>
    <w:rsid w:val="00FE3A7F"/>
    <w:rsid w:val="00FE3BD5"/>
    <w:rsid w:val="00FE5971"/>
    <w:rsid w:val="00FE5D5B"/>
    <w:rsid w:val="00FE6350"/>
    <w:rsid w:val="00FE6C7C"/>
    <w:rsid w:val="00FE7C1E"/>
    <w:rsid w:val="00FF07EB"/>
    <w:rsid w:val="00FF1F0B"/>
    <w:rsid w:val="00FF1F7E"/>
    <w:rsid w:val="00FF46E1"/>
    <w:rsid w:val="00FF4C62"/>
    <w:rsid w:val="00FF5264"/>
    <w:rsid w:val="00FF56EC"/>
    <w:rsid w:val="00FF57EF"/>
    <w:rsid w:val="00FF7421"/>
    <w:rsid w:val="00FF762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1D8"/>
    <w:rPr>
      <w:rFonts w:ascii="Arial Unicode MS" w:eastAsia="Arial Unicode MS" w:hAnsi="Arial Unicode MS" w:cs="Arial Unicode MS"/>
      <w:color w:val="000000"/>
      <w:sz w:val="24"/>
      <w:szCs w:val="24"/>
    </w:rPr>
  </w:style>
  <w:style w:type="paragraph" w:styleId="Heading1">
    <w:name w:val="heading 1"/>
    <w:basedOn w:val="Normal"/>
    <w:next w:val="Normal"/>
    <w:link w:val="Heading1Char"/>
    <w:uiPriority w:val="99"/>
    <w:qFormat/>
    <w:rsid w:val="001041D8"/>
    <w:pPr>
      <w:widowControl w:val="0"/>
      <w:autoSpaceDE w:val="0"/>
      <w:autoSpaceDN w:val="0"/>
      <w:adjustRightInd w:val="0"/>
      <w:spacing w:before="108" w:after="108"/>
      <w:jc w:val="center"/>
      <w:outlineLvl w:val="0"/>
    </w:pPr>
    <w:rPr>
      <w:rFonts w:ascii="Arial" w:eastAsia="Times New Roman" w:hAnsi="Arial" w:cs="Arial"/>
      <w:b/>
      <w:bCs/>
      <w:color w:val="00008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041D8"/>
    <w:rPr>
      <w:rFonts w:ascii="Arial" w:hAnsi="Arial" w:cs="Arial"/>
      <w:b/>
      <w:bCs/>
      <w:color w:val="000080"/>
      <w:sz w:val="24"/>
      <w:szCs w:val="24"/>
      <w:lang w:eastAsia="ru-RU"/>
    </w:rPr>
  </w:style>
  <w:style w:type="character" w:customStyle="1" w:styleId="a">
    <w:name w:val="Цветовое выделение"/>
    <w:uiPriority w:val="99"/>
    <w:rsid w:val="001041D8"/>
    <w:rPr>
      <w:b/>
      <w:color w:val="000080"/>
    </w:rPr>
  </w:style>
  <w:style w:type="character" w:customStyle="1" w:styleId="a0">
    <w:name w:val="Гипертекстовая ссылка"/>
    <w:basedOn w:val="a"/>
    <w:uiPriority w:val="99"/>
    <w:rsid w:val="001041D8"/>
    <w:rPr>
      <w:rFonts w:cs="Times New Roman"/>
      <w:color w:val="008000"/>
    </w:rPr>
  </w:style>
  <w:style w:type="paragraph" w:customStyle="1" w:styleId="a1">
    <w:name w:val="Заголовок статьи"/>
    <w:basedOn w:val="Normal"/>
    <w:next w:val="Normal"/>
    <w:uiPriority w:val="99"/>
    <w:rsid w:val="001041D8"/>
    <w:pPr>
      <w:widowControl w:val="0"/>
      <w:autoSpaceDE w:val="0"/>
      <w:autoSpaceDN w:val="0"/>
      <w:adjustRightInd w:val="0"/>
      <w:ind w:left="1612" w:hanging="892"/>
      <w:jc w:val="both"/>
    </w:pPr>
    <w:rPr>
      <w:rFonts w:ascii="Arial" w:eastAsia="Times New Roman" w:hAnsi="Arial" w:cs="Arial"/>
      <w:color w:val="auto"/>
    </w:rPr>
  </w:style>
  <w:style w:type="character" w:styleId="Emphasis">
    <w:name w:val="Emphasis"/>
    <w:basedOn w:val="DefaultParagraphFont"/>
    <w:uiPriority w:val="99"/>
    <w:qFormat/>
    <w:rsid w:val="001041D8"/>
    <w:rPr>
      <w:rFonts w:cs="Times New Roman"/>
      <w:i/>
    </w:rPr>
  </w:style>
  <w:style w:type="character" w:styleId="Strong">
    <w:name w:val="Strong"/>
    <w:basedOn w:val="DefaultParagraphFont"/>
    <w:uiPriority w:val="99"/>
    <w:qFormat/>
    <w:rsid w:val="001041D8"/>
    <w:rPr>
      <w:rFonts w:cs="Times New Roman"/>
      <w:b/>
    </w:rPr>
  </w:style>
  <w:style w:type="paragraph" w:customStyle="1" w:styleId="a2">
    <w:name w:val="Нормальный (таблица)"/>
    <w:basedOn w:val="Normal"/>
    <w:next w:val="Normal"/>
    <w:uiPriority w:val="99"/>
    <w:rsid w:val="001041D8"/>
    <w:pPr>
      <w:widowControl w:val="0"/>
      <w:autoSpaceDE w:val="0"/>
      <w:autoSpaceDN w:val="0"/>
      <w:adjustRightInd w:val="0"/>
      <w:jc w:val="both"/>
    </w:pPr>
    <w:rPr>
      <w:rFonts w:ascii="Arial" w:eastAsia="Times New Roman" w:hAnsi="Arial" w:cs="Arial"/>
      <w:color w:val="auto"/>
    </w:rPr>
  </w:style>
  <w:style w:type="paragraph" w:styleId="BodyTextIndent2">
    <w:name w:val="Body Text Indent 2"/>
    <w:basedOn w:val="Normal"/>
    <w:link w:val="BodyTextIndent2Char"/>
    <w:uiPriority w:val="99"/>
    <w:semiHidden/>
    <w:rsid w:val="001041D8"/>
    <w:pPr>
      <w:suppressAutoHyphens/>
      <w:autoSpaceDE w:val="0"/>
      <w:ind w:firstLine="540"/>
      <w:jc w:val="both"/>
    </w:pPr>
    <w:rPr>
      <w:rFonts w:ascii="Times New Roman" w:eastAsia="Times New Roman" w:hAnsi="Times New Roman" w:cs="Times New Roman"/>
      <w:color w:val="auto"/>
      <w:sz w:val="28"/>
      <w:szCs w:val="28"/>
      <w:lang w:eastAsia="ar-SA"/>
    </w:rPr>
  </w:style>
  <w:style w:type="character" w:customStyle="1" w:styleId="BodyTextIndent2Char">
    <w:name w:val="Body Text Indent 2 Char"/>
    <w:basedOn w:val="DefaultParagraphFont"/>
    <w:link w:val="BodyTextIndent2"/>
    <w:uiPriority w:val="99"/>
    <w:semiHidden/>
    <w:locked/>
    <w:rsid w:val="001041D8"/>
    <w:rPr>
      <w:rFonts w:ascii="Times New Roman" w:hAnsi="Times New Roman" w:cs="Times New Roman"/>
      <w:sz w:val="28"/>
      <w:szCs w:val="28"/>
      <w:lang w:eastAsia="ar-SA" w:bidi="ar-SA"/>
    </w:rPr>
  </w:style>
  <w:style w:type="paragraph" w:customStyle="1" w:styleId="ConsPlusTitle">
    <w:name w:val="ConsPlusTitle"/>
    <w:uiPriority w:val="99"/>
    <w:rsid w:val="001041D8"/>
    <w:pPr>
      <w:autoSpaceDE w:val="0"/>
      <w:autoSpaceDN w:val="0"/>
      <w:adjustRightInd w:val="0"/>
    </w:pPr>
    <w:rPr>
      <w:rFonts w:ascii="Arial" w:eastAsia="Times New Roman" w:hAnsi="Arial" w:cs="Arial"/>
      <w:b/>
      <w:bCs/>
      <w:sz w:val="20"/>
      <w:szCs w:val="20"/>
    </w:rPr>
  </w:style>
  <w:style w:type="paragraph" w:styleId="BalloonText">
    <w:name w:val="Balloon Text"/>
    <w:basedOn w:val="Normal"/>
    <w:link w:val="BalloonTextChar"/>
    <w:uiPriority w:val="99"/>
    <w:semiHidden/>
    <w:rsid w:val="001041D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041D8"/>
    <w:rPr>
      <w:rFonts w:ascii="Tahoma" w:eastAsia="Arial Unicode MS" w:hAnsi="Tahoma" w:cs="Tahoma"/>
      <w:color w:val="000000"/>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2025178.1" TargetMode="External"/><Relationship Id="rId5" Type="http://schemas.openxmlformats.org/officeDocument/2006/relationships/hyperlink" Target="garantF1://12084522.2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216</TotalTime>
  <Pages>27</Pages>
  <Words>6628</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13</cp:revision>
  <dcterms:created xsi:type="dcterms:W3CDTF">2012-08-08T03:51:00Z</dcterms:created>
  <dcterms:modified xsi:type="dcterms:W3CDTF">2012-08-20T04:35:00Z</dcterms:modified>
</cp:coreProperties>
</file>